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320F0" w14:textId="6EDBB30F" w:rsidR="00212CC7" w:rsidRPr="003551D6" w:rsidRDefault="003551D6" w:rsidP="003551D6">
      <w:pPr>
        <w:ind w:left="57" w:right="57"/>
        <w:jc w:val="center"/>
        <w:rPr>
          <w:b/>
          <w:bCs/>
        </w:rPr>
      </w:pPr>
      <w:r>
        <w:rPr>
          <w:b/>
          <w:bCs/>
          <w:color w:val="000000"/>
          <w:sz w:val="28"/>
          <w:szCs w:val="28"/>
        </w:rPr>
        <w:t>ОПИСАНИЕ ОБЪЕКТА ЗАКУПКИ</w:t>
      </w:r>
    </w:p>
    <w:p w14:paraId="0A5381AA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3551D6" w14:paraId="0C2115A4" w14:textId="77777777" w:rsidTr="00972464">
        <w:tc>
          <w:tcPr>
            <w:tcW w:w="827" w:type="pct"/>
          </w:tcPr>
          <w:p w14:paraId="40A20E81" w14:textId="7C5252D3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24134A19" w14:textId="27B09196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130E75C1" w14:textId="68E7ED9E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2CC82A55" w14:textId="5287A70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160CC1B8" w14:textId="7A6F6E31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02706439" w14:textId="6AC4B5AE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2CC190E9" w14:textId="5E701576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18E108F3" w14:textId="1226C5EF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972464" w14:paraId="5535E3A8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6C47F35E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Лист лавровый сушеный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15775894389</w:t>
            </w:r>
          </w:p>
        </w:tc>
        <w:tc>
          <w:tcPr>
            <w:tcW w:w="730" w:type="pct"/>
            <w:vMerge w:val="restart"/>
            <w:vAlign w:val="center"/>
          </w:tcPr>
          <w:p w14:paraId="1F503F3B" w14:textId="0C6C210A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10.84.23.164 «Лист лавровый обработанный» / 10.84.23.164-00000001 «Лист лавровый сушеный»</w:t>
            </w:r>
          </w:p>
        </w:tc>
        <w:tc>
          <w:tcPr>
            <w:tcW w:w="727" w:type="pct"/>
            <w:vMerge w:val="restart"/>
            <w:vAlign w:val="center"/>
          </w:tcPr>
          <w:p w14:paraId="64968B6E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7E6FE25C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254BD6BD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1792.70</w:t>
            </w:r>
          </w:p>
        </w:tc>
        <w:tc>
          <w:tcPr>
            <w:tcW w:w="845" w:type="pct"/>
            <w:vAlign w:val="center"/>
          </w:tcPr>
          <w:p w14:paraId="028B202E" w14:textId="7801896B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2E5E34BE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</w:t>
            </w:r>
          </w:p>
          <w:p w14:paraId="6F1A210F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58732A98" w14:textId="087FF02D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240.88</w:t>
            </w:r>
          </w:p>
        </w:tc>
      </w:tr>
      <w:tr w:rsidR="00972464" w14:paraId="33486786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0F6B8717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2B2A35C7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0D5DE485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661471E5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39624525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3F6AD606" w14:textId="6E01C6E1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10" w:type="pct"/>
            <w:vAlign w:val="center"/>
          </w:tcPr>
          <w:p w14:paraId="00A1673F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0.25</w:t>
            </w:r>
          </w:p>
          <w:p w14:paraId="4B027ECE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39C7710A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7BB83FD1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368D26E1" w14:textId="77777777" w:rsidTr="00722C11">
        <w:tc>
          <w:tcPr>
            <w:tcW w:w="811" w:type="pct"/>
            <w:gridSpan w:val="3"/>
            <w:vAlign w:val="center"/>
          </w:tcPr>
          <w:p w14:paraId="66752158" w14:textId="748409FC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Лист лавровый сушеный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257C38A0" w14:textId="77777777" w:rsidTr="00722C11">
        <w:tc>
          <w:tcPr>
            <w:tcW w:w="1208" w:type="pct"/>
          </w:tcPr>
          <w:p w14:paraId="60194D8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45BFC19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68732C6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64C1E614" w14:textId="77777777" w:rsidTr="00722C11">
        <w:tc>
          <w:tcPr>
            <w:tcW w:w="811" w:type="pct"/>
            <w:vAlign w:val="center"/>
          </w:tcPr>
          <w:p w14:paraId="2995229A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листа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95D2491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Целый</w:t>
            </w:r>
            <w:proofErr w:type="spellEnd"/>
          </w:p>
        </w:tc>
        <w:tc>
          <w:tcPr>
            <w:tcW w:w="811" w:type="pct"/>
            <w:vAlign w:val="center"/>
          </w:tcPr>
          <w:p w14:paraId="6550B879" w14:textId="2F2DA9EB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DA46B39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3551D6" w14:paraId="082911E9" w14:textId="77777777" w:rsidTr="00972464">
        <w:tc>
          <w:tcPr>
            <w:tcW w:w="827" w:type="pct"/>
          </w:tcPr>
          <w:p w14:paraId="27B2615F" w14:textId="7E23568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014E3023" w14:textId="30D3844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2F997227" w14:textId="7AE7800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2CBD07EE" w14:textId="7F4C6963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6AE5F88F" w14:textId="465B364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137D65E6" w14:textId="3D15C70E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4CBADFA0" w14:textId="2B04597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3821EA5F" w14:textId="69A9718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972464" w14:paraId="56FEAEBC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2AA0D17E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Перец обработанный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15775894390</w:t>
            </w:r>
          </w:p>
        </w:tc>
        <w:tc>
          <w:tcPr>
            <w:tcW w:w="730" w:type="pct"/>
            <w:vMerge w:val="restart"/>
            <w:vAlign w:val="center"/>
          </w:tcPr>
          <w:p w14:paraId="76918AF0" w14:textId="602D8213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10.84.2 «Пряности обработанные» / 10.84.20.000-00000002 «Перец обработанный»</w:t>
            </w:r>
          </w:p>
        </w:tc>
        <w:tc>
          <w:tcPr>
            <w:tcW w:w="727" w:type="pct"/>
            <w:vMerge w:val="restart"/>
            <w:vAlign w:val="center"/>
          </w:tcPr>
          <w:p w14:paraId="488C13EB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40E50C97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2E20DE1D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2152.61</w:t>
            </w:r>
          </w:p>
        </w:tc>
        <w:tc>
          <w:tcPr>
            <w:tcW w:w="845" w:type="pct"/>
            <w:vAlign w:val="center"/>
          </w:tcPr>
          <w:p w14:paraId="1A277BCF" w14:textId="01C75A15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77C58126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</w:t>
            </w:r>
          </w:p>
          <w:p w14:paraId="6EF87D8C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4DF54FAE" w14:textId="2475B651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888.35</w:t>
            </w:r>
          </w:p>
        </w:tc>
      </w:tr>
      <w:tr w:rsidR="00972464" w14:paraId="39DDDD99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03824B0D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3885E2A7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0354EB9A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6BDF18A2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68C0E6B4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272D0E92" w14:textId="57D786E8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 xml:space="preserve">льного </w:t>
            </w:r>
            <w:r>
              <w:rPr>
                <w:sz w:val="20"/>
                <w:szCs w:val="20"/>
              </w:rPr>
              <w:lastRenderedPageBreak/>
              <w:t>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10" w:type="pct"/>
            <w:vAlign w:val="center"/>
          </w:tcPr>
          <w:p w14:paraId="0694BB4D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2.2</w:t>
            </w:r>
          </w:p>
          <w:p w14:paraId="12E23EA9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0C8A8A07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0F8B131F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139F11BD" w14:textId="77777777" w:rsidTr="00722C11">
        <w:tc>
          <w:tcPr>
            <w:tcW w:w="811" w:type="pct"/>
            <w:gridSpan w:val="3"/>
            <w:vAlign w:val="center"/>
          </w:tcPr>
          <w:p w14:paraId="65694C40" w14:textId="52E00C94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Перец обработанный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14C6685B" w14:textId="77777777" w:rsidTr="00722C11">
        <w:tc>
          <w:tcPr>
            <w:tcW w:w="1208" w:type="pct"/>
          </w:tcPr>
          <w:p w14:paraId="58783502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6967428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24F2E19F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349C0F5B" w14:textId="77777777" w:rsidTr="00722C11">
        <w:tc>
          <w:tcPr>
            <w:tcW w:w="811" w:type="pct"/>
            <w:vAlign w:val="center"/>
          </w:tcPr>
          <w:p w14:paraId="1A9E2B80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обработки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0F78911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Молотый</w:t>
            </w:r>
            <w:proofErr w:type="spellEnd"/>
          </w:p>
        </w:tc>
        <w:tc>
          <w:tcPr>
            <w:tcW w:w="811" w:type="pct"/>
            <w:vAlign w:val="center"/>
          </w:tcPr>
          <w:p w14:paraId="73523A86" w14:textId="784F6AB8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46B9218B" w14:textId="77777777" w:rsidTr="00722C11">
        <w:tc>
          <w:tcPr>
            <w:tcW w:w="811" w:type="pct"/>
            <w:vAlign w:val="center"/>
          </w:tcPr>
          <w:p w14:paraId="6205E674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перца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1766EC86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Черный</w:t>
            </w:r>
            <w:proofErr w:type="spellEnd"/>
          </w:p>
        </w:tc>
        <w:tc>
          <w:tcPr>
            <w:tcW w:w="811" w:type="pct"/>
            <w:vAlign w:val="center"/>
          </w:tcPr>
          <w:p w14:paraId="628C983C" w14:textId="19BE16B2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4748B2FA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3551D6" w14:paraId="6F1A863B" w14:textId="77777777" w:rsidTr="003551D6">
        <w:tc>
          <w:tcPr>
            <w:tcW w:w="810" w:type="pct"/>
          </w:tcPr>
          <w:p w14:paraId="4B0706B9" w14:textId="7BED5C89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6799C23E" w14:textId="1D6E97E5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10BDB8F7" w14:textId="62F3F455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596D998C" w14:textId="188BD4D6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5CA86414" w14:textId="504B33D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43143366" w14:textId="390FD722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7904AB9D" w14:textId="01A76E60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4338A4E4" w14:textId="7322F2E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7B4D5B2A" w14:textId="77777777" w:rsidTr="003551D6">
        <w:trPr>
          <w:trHeight w:val="64"/>
        </w:trPr>
        <w:tc>
          <w:tcPr>
            <w:tcW w:w="810" w:type="pct"/>
            <w:vMerge w:val="restart"/>
            <w:vAlign w:val="center"/>
          </w:tcPr>
          <w:p w14:paraId="679C899B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Ваниль обработанная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15775894391</w:t>
            </w:r>
          </w:p>
        </w:tc>
        <w:tc>
          <w:tcPr>
            <w:tcW w:w="713" w:type="pct"/>
            <w:vMerge w:val="restart"/>
            <w:vAlign w:val="center"/>
          </w:tcPr>
          <w:p w14:paraId="7B57E907" w14:textId="4A01E9C4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10.84.23.120 «Ваниль обработанная» / 10.84.23.120-00000003 «Ваниль обработанная»</w:t>
            </w:r>
          </w:p>
        </w:tc>
        <w:tc>
          <w:tcPr>
            <w:tcW w:w="710" w:type="pct"/>
            <w:vMerge w:val="restart"/>
            <w:vAlign w:val="center"/>
          </w:tcPr>
          <w:p w14:paraId="7693BD0E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1CC8CAAF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5E14542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8310.00</w:t>
            </w:r>
          </w:p>
        </w:tc>
        <w:tc>
          <w:tcPr>
            <w:tcW w:w="959" w:type="pct"/>
            <w:vAlign w:val="center"/>
          </w:tcPr>
          <w:p w14:paraId="388A57A6" w14:textId="1CE4AAD2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2E513CA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0.05</w:t>
            </w:r>
          </w:p>
          <w:p w14:paraId="7D904866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233675AE" w14:textId="1ECD7042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246.50</w:t>
            </w:r>
          </w:p>
        </w:tc>
      </w:tr>
      <w:tr w:rsidR="00972464" w14:paraId="4A9C6F3A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61AF5AFC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F4251C9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4E48567F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482B351B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CA12706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251E84AA" w14:textId="6E77B89A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1ED43DDC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0.1</w:t>
            </w:r>
          </w:p>
          <w:p w14:paraId="4F55DB11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2BC1F338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6E63F3A3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46ADC21C" w14:textId="77777777" w:rsidTr="00722C11">
        <w:tc>
          <w:tcPr>
            <w:tcW w:w="811" w:type="pct"/>
            <w:gridSpan w:val="3"/>
            <w:vAlign w:val="center"/>
          </w:tcPr>
          <w:p w14:paraId="0B869FD1" w14:textId="4A58583C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Ваниль обработанная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7B6FB0CA" w14:textId="77777777" w:rsidTr="00722C11">
        <w:tc>
          <w:tcPr>
            <w:tcW w:w="1208" w:type="pct"/>
          </w:tcPr>
          <w:p w14:paraId="12FC73F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79F931E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67FD4C94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054D21F8" w14:textId="77777777" w:rsidTr="00722C11">
        <w:tc>
          <w:tcPr>
            <w:tcW w:w="811" w:type="pct"/>
            <w:vAlign w:val="center"/>
          </w:tcPr>
          <w:p w14:paraId="06DE2C39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Форма ванили обработанной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14533D7C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Ванильный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порошок</w:t>
            </w:r>
            <w:proofErr w:type="spellEnd"/>
          </w:p>
        </w:tc>
        <w:tc>
          <w:tcPr>
            <w:tcW w:w="811" w:type="pct"/>
            <w:vAlign w:val="center"/>
          </w:tcPr>
          <w:p w14:paraId="586A690E" w14:textId="3A3DE1D8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B1CDF70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86"/>
        <w:gridCol w:w="2287"/>
        <w:gridCol w:w="2278"/>
        <w:gridCol w:w="1406"/>
        <w:gridCol w:w="1400"/>
        <w:gridCol w:w="2266"/>
        <w:gridCol w:w="1612"/>
        <w:gridCol w:w="1517"/>
      </w:tblGrid>
      <w:tr w:rsidR="006C5C08" w14:paraId="26A055CB" w14:textId="77777777" w:rsidTr="00972464">
        <w:tc>
          <w:tcPr>
            <w:tcW w:w="842" w:type="pct"/>
          </w:tcPr>
          <w:p w14:paraId="1DB4BC4F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45" w:type="pct"/>
          </w:tcPr>
          <w:p w14:paraId="39A8D67A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742" w:type="pct"/>
          </w:tcPr>
          <w:p w14:paraId="1D38CD81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8" w:type="pct"/>
          </w:tcPr>
          <w:p w14:paraId="273096C5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6" w:type="pct"/>
          </w:tcPr>
          <w:p w14:paraId="0E14D34B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38" w:type="pct"/>
          </w:tcPr>
          <w:p w14:paraId="4FFAA1E9" w14:textId="77777777" w:rsidR="006C5C08" w:rsidRPr="00770379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770379"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5" w:type="pct"/>
          </w:tcPr>
          <w:p w14:paraId="5D22544A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94" w:type="pct"/>
          </w:tcPr>
          <w:p w14:paraId="09088343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8016233" w14:textId="77777777" w:rsidTr="00972464">
        <w:trPr>
          <w:trHeight w:val="64"/>
        </w:trPr>
        <w:tc>
          <w:tcPr>
            <w:tcW w:w="842" w:type="pct"/>
            <w:vAlign w:val="center"/>
          </w:tcPr>
          <w:p w14:paraId="700805EA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Ваниль обработанная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Идентификатор</w:t>
            </w:r>
            <w:r w:rsidRPr="00FB7A8B">
              <w:rPr>
                <w:sz w:val="20"/>
                <w:szCs w:val="20"/>
              </w:rPr>
              <w:t>: 15824108233</w:t>
            </w:r>
          </w:p>
        </w:tc>
        <w:tc>
          <w:tcPr>
            <w:tcW w:w="745" w:type="pct"/>
            <w:vAlign w:val="center"/>
          </w:tcPr>
          <w:p w14:paraId="7ED7D28C" w14:textId="6A985B82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lastRenderedPageBreak/>
              <w:t xml:space="preserve">10.84.23.120 «Ваниль </w:t>
            </w:r>
            <w:r>
              <w:rPr>
                <w:sz w:val="20"/>
              </w:rPr>
              <w:lastRenderedPageBreak/>
              <w:t>обработанная» / 10.84.23.120-00000003 «Ваниль обработанная»</w:t>
            </w:r>
          </w:p>
        </w:tc>
        <w:tc>
          <w:tcPr>
            <w:tcW w:w="742" w:type="pct"/>
            <w:vAlign w:val="center"/>
          </w:tcPr>
          <w:p w14:paraId="38B53E7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lastRenderedPageBreak/>
              <w:t>Товар</w:t>
            </w:r>
          </w:p>
        </w:tc>
        <w:tc>
          <w:tcPr>
            <w:tcW w:w="458" w:type="pct"/>
            <w:vAlign w:val="center"/>
          </w:tcPr>
          <w:p w14:paraId="1C2A53F1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6" w:type="pct"/>
            <w:vAlign w:val="center"/>
          </w:tcPr>
          <w:p w14:paraId="1EE30FEE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8316.00</w:t>
            </w:r>
          </w:p>
        </w:tc>
        <w:tc>
          <w:tcPr>
            <w:tcW w:w="738" w:type="pct"/>
            <w:vAlign w:val="center"/>
          </w:tcPr>
          <w:p w14:paraId="411D687E" w14:textId="584E7A0F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</w:t>
            </w:r>
            <w:r w:rsidRPr="00407935">
              <w:rPr>
                <w:sz w:val="20"/>
                <w:szCs w:val="20"/>
              </w:rPr>
              <w:lastRenderedPageBreak/>
              <w:t>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5" w:type="pct"/>
            <w:vAlign w:val="center"/>
          </w:tcPr>
          <w:p w14:paraId="203E7C6C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0.05</w:t>
            </w:r>
          </w:p>
          <w:p w14:paraId="1837FC2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94" w:type="pct"/>
            <w:vAlign w:val="center"/>
          </w:tcPr>
          <w:p w14:paraId="36D016A4" w14:textId="730DF275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15.80</w:t>
            </w:r>
          </w:p>
        </w:tc>
      </w:tr>
    </w:tbl>
    <w:p w14:paraId="18212974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71A663BF" w14:textId="77777777" w:rsidTr="00722C11">
        <w:tc>
          <w:tcPr>
            <w:tcW w:w="811" w:type="pct"/>
            <w:gridSpan w:val="3"/>
            <w:vAlign w:val="center"/>
          </w:tcPr>
          <w:p w14:paraId="4B400255" w14:textId="791B6E48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Ваниль обработанная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1A2BECA5" w14:textId="77777777" w:rsidTr="00722C11">
        <w:tc>
          <w:tcPr>
            <w:tcW w:w="1208" w:type="pct"/>
          </w:tcPr>
          <w:p w14:paraId="174D93A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626D59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6ADC22B2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432F18FF" w14:textId="77777777" w:rsidTr="00722C11">
        <w:tc>
          <w:tcPr>
            <w:tcW w:w="811" w:type="pct"/>
            <w:vAlign w:val="center"/>
          </w:tcPr>
          <w:p w14:paraId="222231A9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Форма ванили обработанной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14D7F152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Ванильный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порошок</w:t>
            </w:r>
            <w:proofErr w:type="spellEnd"/>
          </w:p>
        </w:tc>
        <w:tc>
          <w:tcPr>
            <w:tcW w:w="811" w:type="pct"/>
            <w:vAlign w:val="center"/>
          </w:tcPr>
          <w:p w14:paraId="3B5190DC" w14:textId="2C62C30F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00DEB6A6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3551D6" w14:paraId="6A9193D6" w14:textId="77777777" w:rsidTr="00972464">
        <w:tc>
          <w:tcPr>
            <w:tcW w:w="838" w:type="pct"/>
          </w:tcPr>
          <w:p w14:paraId="7B11A0C5" w14:textId="14DFD9B3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41" w:type="pct"/>
          </w:tcPr>
          <w:p w14:paraId="6E5194AF" w14:textId="668F5BED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38" w:type="pct"/>
          </w:tcPr>
          <w:p w14:paraId="4AC1F157" w14:textId="6F6FD54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0D546283" w14:textId="5AAC26FB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7953EF23" w14:textId="1D75A6A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240A10B8" w14:textId="6EFE9829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31303830" w14:textId="4D0AB4F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21E85F02" w14:textId="192D2C9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7F65D463" w14:textId="77777777" w:rsidTr="00972464">
        <w:trPr>
          <w:trHeight w:val="64"/>
        </w:trPr>
        <w:tc>
          <w:tcPr>
            <w:tcW w:w="838" w:type="pct"/>
            <w:vMerge w:val="restart"/>
            <w:vAlign w:val="center"/>
          </w:tcPr>
          <w:p w14:paraId="6DE156DA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Перец обработанный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15775894393</w:t>
            </w:r>
          </w:p>
        </w:tc>
        <w:tc>
          <w:tcPr>
            <w:tcW w:w="741" w:type="pct"/>
            <w:vMerge w:val="restart"/>
            <w:vAlign w:val="center"/>
          </w:tcPr>
          <w:p w14:paraId="78CDC86D" w14:textId="1E165E5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10.84.2 «Пряности обработанные» / 10.84.20.000-00000002 «Перец обработанный»</w:t>
            </w:r>
          </w:p>
        </w:tc>
        <w:tc>
          <w:tcPr>
            <w:tcW w:w="738" w:type="pct"/>
            <w:vMerge w:val="restart"/>
            <w:vAlign w:val="center"/>
          </w:tcPr>
          <w:p w14:paraId="098EF8B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Merge w:val="restart"/>
            <w:vAlign w:val="center"/>
          </w:tcPr>
          <w:p w14:paraId="4CE7FC03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Merge w:val="restart"/>
            <w:vAlign w:val="center"/>
          </w:tcPr>
          <w:p w14:paraId="7ABBEB2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2150.00</w:t>
            </w:r>
          </w:p>
        </w:tc>
        <w:tc>
          <w:tcPr>
            <w:tcW w:w="767" w:type="pct"/>
            <w:vAlign w:val="center"/>
          </w:tcPr>
          <w:p w14:paraId="0EE21940" w14:textId="6ED20C8C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521" w:type="pct"/>
            <w:vAlign w:val="center"/>
          </w:tcPr>
          <w:p w14:paraId="12EF696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0.7</w:t>
            </w:r>
          </w:p>
          <w:p w14:paraId="05AB039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 w:val="restart"/>
            <w:vAlign w:val="center"/>
          </w:tcPr>
          <w:p w14:paraId="0CB463D0" w14:textId="75147FC2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305.00</w:t>
            </w:r>
          </w:p>
        </w:tc>
      </w:tr>
      <w:tr w:rsidR="00D73523" w14:paraId="11213598" w14:textId="77777777" w:rsidTr="00972464">
        <w:trPr>
          <w:trHeight w:val="64"/>
        </w:trPr>
        <w:tc>
          <w:tcPr>
            <w:tcW w:w="838" w:type="pct"/>
            <w:vMerge/>
            <w:vAlign w:val="center"/>
          </w:tcPr>
          <w:p w14:paraId="0091D227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1" w:type="pct"/>
            <w:vMerge/>
            <w:vAlign w:val="center"/>
          </w:tcPr>
          <w:p w14:paraId="7537E321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7C11555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40039C4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658F607A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502D9F09" w14:textId="7974345D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521" w:type="pct"/>
            <w:vAlign w:val="center"/>
          </w:tcPr>
          <w:p w14:paraId="013AF032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6</w:t>
            </w:r>
          </w:p>
          <w:p w14:paraId="4D1D4C0F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77FBC77E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37728144" w14:textId="77777777" w:rsidTr="00972464">
        <w:trPr>
          <w:trHeight w:val="64"/>
        </w:trPr>
        <w:tc>
          <w:tcPr>
            <w:tcW w:w="838" w:type="pct"/>
            <w:vMerge/>
            <w:vAlign w:val="center"/>
          </w:tcPr>
          <w:p w14:paraId="4211D5C5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1" w:type="pct"/>
            <w:vMerge/>
            <w:vAlign w:val="center"/>
          </w:tcPr>
          <w:p w14:paraId="4142C055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38D9479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029BFCA5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3537ED6E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33BE4962" w14:textId="25594D78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казенное учреждение социального обслуживания населения "Центр социальной адаптации для лиц без определенного места жительства"</w:t>
            </w:r>
          </w:p>
        </w:tc>
        <w:tc>
          <w:tcPr>
            <w:tcW w:w="521" w:type="pct"/>
            <w:vAlign w:val="center"/>
          </w:tcPr>
          <w:p w14:paraId="26120A8C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</w:t>
            </w:r>
          </w:p>
          <w:p w14:paraId="1D2B5D73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23ACCE4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796E4E31" w14:textId="77777777" w:rsidTr="00972464">
        <w:trPr>
          <w:trHeight w:val="64"/>
        </w:trPr>
        <w:tc>
          <w:tcPr>
            <w:tcW w:w="838" w:type="pct"/>
            <w:vMerge/>
            <w:vAlign w:val="center"/>
          </w:tcPr>
          <w:p w14:paraId="3ED5D0C4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1" w:type="pct"/>
            <w:vMerge/>
            <w:vAlign w:val="center"/>
          </w:tcPr>
          <w:p w14:paraId="2BB6B87C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1BD03940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1E311BAD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5CFF8401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016A65DE" w14:textId="0B2BF9E2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69D2B82F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5</w:t>
            </w:r>
          </w:p>
          <w:p w14:paraId="53F0C84D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5741267C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17BAA444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21DE02BF" w14:textId="77777777" w:rsidTr="00722C11">
        <w:tc>
          <w:tcPr>
            <w:tcW w:w="811" w:type="pct"/>
            <w:gridSpan w:val="3"/>
            <w:vAlign w:val="center"/>
          </w:tcPr>
          <w:p w14:paraId="6E3C7EEB" w14:textId="2E762CB0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Перец обработанный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24D0852C" w14:textId="77777777" w:rsidTr="00722C11">
        <w:tc>
          <w:tcPr>
            <w:tcW w:w="1208" w:type="pct"/>
          </w:tcPr>
          <w:p w14:paraId="5D1C1926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9FDB6C0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3558A577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0EC5F5AB" w14:textId="77777777" w:rsidTr="00722C11">
        <w:tc>
          <w:tcPr>
            <w:tcW w:w="811" w:type="pct"/>
            <w:vAlign w:val="center"/>
          </w:tcPr>
          <w:p w14:paraId="6E91B2A3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обработки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667F0642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Молотый</w:t>
            </w:r>
            <w:proofErr w:type="spellEnd"/>
          </w:p>
        </w:tc>
        <w:tc>
          <w:tcPr>
            <w:tcW w:w="811" w:type="pct"/>
            <w:vAlign w:val="center"/>
          </w:tcPr>
          <w:p w14:paraId="321FF34F" w14:textId="069D357B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5716E423" w14:textId="77777777" w:rsidTr="00722C11">
        <w:tc>
          <w:tcPr>
            <w:tcW w:w="811" w:type="pct"/>
            <w:vAlign w:val="center"/>
          </w:tcPr>
          <w:p w14:paraId="5B6E5E09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перца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341A72F6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Черный</w:t>
            </w:r>
            <w:proofErr w:type="spellEnd"/>
          </w:p>
        </w:tc>
        <w:tc>
          <w:tcPr>
            <w:tcW w:w="811" w:type="pct"/>
            <w:vAlign w:val="center"/>
          </w:tcPr>
          <w:p w14:paraId="75B90C39" w14:textId="5819657B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243AEF41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3551D6" w14:paraId="3814D548" w14:textId="77777777" w:rsidTr="003551D6">
        <w:tc>
          <w:tcPr>
            <w:tcW w:w="810" w:type="pct"/>
          </w:tcPr>
          <w:p w14:paraId="03F9509B" w14:textId="7EB50BC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0E96026F" w14:textId="2BC62D6D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2BE811AD" w14:textId="05CFAF8E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00FAD9EA" w14:textId="7593DD00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3286A519" w14:textId="3A5CE9A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727887AC" w14:textId="5DE046EF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14F9C3CA" w14:textId="39C08D51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4CD8E6A3" w14:textId="59D0273B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C6F7902" w14:textId="77777777" w:rsidTr="003551D6">
        <w:trPr>
          <w:trHeight w:val="64"/>
        </w:trPr>
        <w:tc>
          <w:tcPr>
            <w:tcW w:w="810" w:type="pct"/>
            <w:vMerge w:val="restart"/>
            <w:vAlign w:val="center"/>
          </w:tcPr>
          <w:p w14:paraId="1246EB5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Лист лавровый сушеный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15775894394</w:t>
            </w:r>
          </w:p>
        </w:tc>
        <w:tc>
          <w:tcPr>
            <w:tcW w:w="713" w:type="pct"/>
            <w:vMerge w:val="restart"/>
            <w:vAlign w:val="center"/>
          </w:tcPr>
          <w:p w14:paraId="45C0688A" w14:textId="680AEAB2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10.84.23.164 «Лист лавровый обработанный» / 10.84.23.164-00000001 «Лист лавровый сушеный»</w:t>
            </w:r>
          </w:p>
        </w:tc>
        <w:tc>
          <w:tcPr>
            <w:tcW w:w="710" w:type="pct"/>
            <w:vMerge w:val="restart"/>
            <w:vAlign w:val="center"/>
          </w:tcPr>
          <w:p w14:paraId="0177457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57B1673C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4BD243B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1790.00</w:t>
            </w:r>
          </w:p>
        </w:tc>
        <w:tc>
          <w:tcPr>
            <w:tcW w:w="959" w:type="pct"/>
            <w:vAlign w:val="center"/>
          </w:tcPr>
          <w:p w14:paraId="094BCC8A" w14:textId="62155301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3BF28CE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0.64</w:t>
            </w:r>
          </w:p>
          <w:p w14:paraId="631400F6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1175BA0F" w14:textId="217DDC0D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081.20</w:t>
            </w:r>
          </w:p>
        </w:tc>
      </w:tr>
      <w:tr w:rsidR="00D73523" w14:paraId="4B305BA2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0B823E56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E9E1F6B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33280BD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225BD56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816D27F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E4513FB" w14:textId="5B2D36E8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7B1C5BC6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0.14</w:t>
            </w:r>
          </w:p>
          <w:p w14:paraId="09F9A1BC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48BE64DD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29EC34F6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19383E87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DC3915E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72AC923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61717A3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596A086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2A9DF2E5" w14:textId="4A4B72EA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087C151C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</w:t>
            </w:r>
          </w:p>
          <w:p w14:paraId="1B428574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6206620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0FFA867F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65B88999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73839051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1944562F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6DAB0C22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55FD63FE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02103C46" w14:textId="10F4DFCC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</w:t>
            </w:r>
            <w:r w:rsidRPr="00407935">
              <w:rPr>
                <w:sz w:val="20"/>
                <w:szCs w:val="20"/>
              </w:rPr>
              <w:lastRenderedPageBreak/>
              <w:t>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43E5097E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0.5</w:t>
            </w:r>
          </w:p>
          <w:p w14:paraId="44AA0C3B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4AA3FBAA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19067288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57B49B22" w14:textId="77777777" w:rsidTr="00722C11">
        <w:tc>
          <w:tcPr>
            <w:tcW w:w="811" w:type="pct"/>
            <w:gridSpan w:val="3"/>
            <w:vAlign w:val="center"/>
          </w:tcPr>
          <w:p w14:paraId="27648E52" w14:textId="746F9B7D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Лист лавровый сушеный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04793B09" w14:textId="77777777" w:rsidTr="00722C11">
        <w:tc>
          <w:tcPr>
            <w:tcW w:w="1208" w:type="pct"/>
          </w:tcPr>
          <w:p w14:paraId="46B03BCC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71F2CFC8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0B1A2139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663BDA54" w14:textId="77777777" w:rsidTr="00722C11">
        <w:tc>
          <w:tcPr>
            <w:tcW w:w="811" w:type="pct"/>
            <w:vAlign w:val="center"/>
          </w:tcPr>
          <w:p w14:paraId="39DA8C01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листа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1039E400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Целый</w:t>
            </w:r>
            <w:proofErr w:type="spellEnd"/>
          </w:p>
        </w:tc>
        <w:tc>
          <w:tcPr>
            <w:tcW w:w="811" w:type="pct"/>
            <w:vAlign w:val="center"/>
          </w:tcPr>
          <w:p w14:paraId="17EC7B1E" w14:textId="78ACF029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2133BDB5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3551D6" w14:paraId="31927CD7" w14:textId="77777777" w:rsidTr="00972464">
        <w:tc>
          <w:tcPr>
            <w:tcW w:w="838" w:type="pct"/>
          </w:tcPr>
          <w:p w14:paraId="59017F86" w14:textId="0CBA083D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41" w:type="pct"/>
          </w:tcPr>
          <w:p w14:paraId="29862F6B" w14:textId="378CD3DB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ОКПД-2 </w:t>
            </w:r>
          </w:p>
        </w:tc>
        <w:tc>
          <w:tcPr>
            <w:tcW w:w="738" w:type="pct"/>
          </w:tcPr>
          <w:p w14:paraId="1BD5D964" w14:textId="7A7AC003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760189AC" w14:textId="7831E5D5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340B7C1A" w14:textId="3626EB5B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37A4CB96" w14:textId="768900A1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482300AD" w14:textId="30C9D9E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01DDB5C2" w14:textId="50B47F8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4ED0E7F" w14:textId="77777777" w:rsidTr="00972464">
        <w:trPr>
          <w:trHeight w:val="64"/>
        </w:trPr>
        <w:tc>
          <w:tcPr>
            <w:tcW w:w="838" w:type="pct"/>
            <w:vAlign w:val="center"/>
          </w:tcPr>
          <w:p w14:paraId="5BCC01C6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Петрушка сушеная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15824108229</w:t>
            </w:r>
          </w:p>
        </w:tc>
        <w:tc>
          <w:tcPr>
            <w:tcW w:w="741" w:type="pct"/>
            <w:vAlign w:val="center"/>
          </w:tcPr>
          <w:p w14:paraId="3C6CE637" w14:textId="03B71753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10.84.12.150 «Приправы и пряности смешанные»</w:t>
            </w:r>
          </w:p>
        </w:tc>
        <w:tc>
          <w:tcPr>
            <w:tcW w:w="738" w:type="pct"/>
            <w:vAlign w:val="center"/>
          </w:tcPr>
          <w:p w14:paraId="38C8AB4A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Align w:val="center"/>
          </w:tcPr>
          <w:p w14:paraId="05601186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Align w:val="center"/>
          </w:tcPr>
          <w:p w14:paraId="518CFAC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2858.22</w:t>
            </w:r>
          </w:p>
        </w:tc>
        <w:tc>
          <w:tcPr>
            <w:tcW w:w="767" w:type="pct"/>
            <w:vAlign w:val="center"/>
          </w:tcPr>
          <w:p w14:paraId="6DF89714" w14:textId="57756165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74C8C496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1.5</w:t>
            </w:r>
          </w:p>
          <w:p w14:paraId="552AA51A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Align w:val="center"/>
          </w:tcPr>
          <w:p w14:paraId="600CC4F7" w14:textId="30A8376D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287.33</w:t>
            </w:r>
          </w:p>
        </w:tc>
      </w:tr>
    </w:tbl>
    <w:p w14:paraId="75520503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50A5CB23" w14:textId="77777777" w:rsidTr="00722C11">
        <w:tc>
          <w:tcPr>
            <w:tcW w:w="811" w:type="pct"/>
            <w:gridSpan w:val="3"/>
            <w:vAlign w:val="center"/>
          </w:tcPr>
          <w:p w14:paraId="66972CFD" w14:textId="40631349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Петрушка сушеная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6F4BFA88" w14:textId="77777777" w:rsidTr="00722C11">
        <w:tc>
          <w:tcPr>
            <w:tcW w:w="1208" w:type="pct"/>
          </w:tcPr>
          <w:p w14:paraId="036EE6C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5097BA01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67C7992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3D87A160" w14:textId="77777777" w:rsidTr="00722C11">
        <w:tc>
          <w:tcPr>
            <w:tcW w:w="811" w:type="pct"/>
            <w:vAlign w:val="center"/>
          </w:tcPr>
          <w:p w14:paraId="50D73388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Внешний 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6AE0D99F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Петрушка в виде листьев на тонких, не одеревеневших стебельках, частей листьев; Цвет зеленый, запах характерный для этого вида зелени.</w:t>
            </w:r>
          </w:p>
        </w:tc>
        <w:tc>
          <w:tcPr>
            <w:tcW w:w="811" w:type="pct"/>
            <w:vAlign w:val="center"/>
          </w:tcPr>
          <w:p w14:paraId="4F099435" w14:textId="33E7A452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1746BDD6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3551D6" w14:paraId="4141992E" w14:textId="77777777" w:rsidTr="003551D6">
        <w:tc>
          <w:tcPr>
            <w:tcW w:w="810" w:type="pct"/>
          </w:tcPr>
          <w:p w14:paraId="0FED8C0B" w14:textId="4A3F7F5B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2722388C" w14:textId="4E3EBE76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66E00F53" w14:textId="01BEE9F8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3CB8D365" w14:textId="0D14546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1992A748" w14:textId="16AF36DF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2A28239D" w14:textId="4A0B5ED4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60EB0930" w14:textId="44352B3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33CC5765" w14:textId="657B4EBC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289D38E2" w14:textId="77777777" w:rsidTr="003551D6">
        <w:trPr>
          <w:trHeight w:val="64"/>
        </w:trPr>
        <w:tc>
          <w:tcPr>
            <w:tcW w:w="810" w:type="pct"/>
            <w:vMerge w:val="restart"/>
            <w:vAlign w:val="center"/>
          </w:tcPr>
          <w:p w14:paraId="0C9E4B3D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Петрушка сушеная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15775894397</w:t>
            </w:r>
          </w:p>
        </w:tc>
        <w:tc>
          <w:tcPr>
            <w:tcW w:w="713" w:type="pct"/>
            <w:vMerge w:val="restart"/>
            <w:vAlign w:val="center"/>
          </w:tcPr>
          <w:p w14:paraId="2FB90840" w14:textId="5BD07E6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10.84.12.150 «Приправы и пряности смешанные»</w:t>
            </w:r>
          </w:p>
        </w:tc>
        <w:tc>
          <w:tcPr>
            <w:tcW w:w="710" w:type="pct"/>
            <w:vMerge w:val="restart"/>
            <w:vAlign w:val="center"/>
          </w:tcPr>
          <w:p w14:paraId="687E55B7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51AB3ED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3196DDDB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2795.00</w:t>
            </w:r>
          </w:p>
        </w:tc>
        <w:tc>
          <w:tcPr>
            <w:tcW w:w="959" w:type="pct"/>
            <w:vAlign w:val="center"/>
          </w:tcPr>
          <w:p w14:paraId="716D6FDE" w14:textId="383BD2C3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0E699083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3.5</w:t>
            </w:r>
          </w:p>
          <w:p w14:paraId="02D9A49F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728D0F9F" w14:textId="46885FCF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689.00</w:t>
            </w:r>
          </w:p>
        </w:tc>
      </w:tr>
      <w:tr w:rsidR="00D73523" w14:paraId="47A5FF4A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329BF2B8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23BB54A9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64ABACB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290EA43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1BF2F8B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C9CAA8B" w14:textId="2A97C24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</w:t>
            </w:r>
            <w:r>
              <w:rPr>
                <w:sz w:val="20"/>
                <w:szCs w:val="20"/>
              </w:rPr>
              <w:lastRenderedPageBreak/>
              <w:t>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61476B2A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0.7</w:t>
            </w:r>
          </w:p>
          <w:p w14:paraId="0BE70DD7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3A0AB3F1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5B7353EA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463F9273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0FE21415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6F2915F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163D52C5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499D0A8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1D116C94" w14:textId="001F0E32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407F3718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7</w:t>
            </w:r>
          </w:p>
          <w:p w14:paraId="6B715893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765FFCD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0C2E7965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72671E6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79076DC6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D0B430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24177EB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465398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1E4D2F54" w14:textId="42E24843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121D7379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</w:t>
            </w:r>
          </w:p>
          <w:p w14:paraId="0EE3A727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4E902D80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6DF3CEC3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4086AB8A" w14:textId="77777777" w:rsidTr="00722C11">
        <w:tc>
          <w:tcPr>
            <w:tcW w:w="811" w:type="pct"/>
            <w:gridSpan w:val="3"/>
            <w:vAlign w:val="center"/>
          </w:tcPr>
          <w:p w14:paraId="3D4FFC16" w14:textId="78D0560C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Петрушка сушеная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70318598" w14:textId="77777777" w:rsidTr="00722C11">
        <w:tc>
          <w:tcPr>
            <w:tcW w:w="1208" w:type="pct"/>
          </w:tcPr>
          <w:p w14:paraId="096F94E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8B0AF4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4D41CBBA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24EAC026" w14:textId="77777777" w:rsidTr="00722C11">
        <w:tc>
          <w:tcPr>
            <w:tcW w:w="811" w:type="pct"/>
            <w:vAlign w:val="center"/>
          </w:tcPr>
          <w:p w14:paraId="36DF0F0E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Внешний 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6516939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Петрушка в виде листьев на тонких, не одеревеневших стебельках, частей листьев; Цвет зеленый, запах характерный для этого вида зелени.</w:t>
            </w:r>
          </w:p>
        </w:tc>
        <w:tc>
          <w:tcPr>
            <w:tcW w:w="811" w:type="pct"/>
            <w:vAlign w:val="center"/>
          </w:tcPr>
          <w:p w14:paraId="1C3E8115" w14:textId="6B81FFFF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CDA2A26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3551D6" w14:paraId="651C212A" w14:textId="77777777" w:rsidTr="00972464">
        <w:tc>
          <w:tcPr>
            <w:tcW w:w="838" w:type="pct"/>
          </w:tcPr>
          <w:p w14:paraId="388FE46C" w14:textId="6136E7E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41" w:type="pct"/>
          </w:tcPr>
          <w:p w14:paraId="033ADD4D" w14:textId="3BAAA5A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ОКПД-2 </w:t>
            </w:r>
          </w:p>
        </w:tc>
        <w:tc>
          <w:tcPr>
            <w:tcW w:w="738" w:type="pct"/>
          </w:tcPr>
          <w:p w14:paraId="04489331" w14:textId="2E5C75B5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6F436577" w14:textId="585090A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07986C94" w14:textId="5ABEE55C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7D8A12BF" w14:textId="746CC30A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34FE374D" w14:textId="4839E66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179C6003" w14:textId="36E99FF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0D8F1C7D" w14:textId="77777777" w:rsidTr="00972464">
        <w:trPr>
          <w:trHeight w:val="64"/>
        </w:trPr>
        <w:tc>
          <w:tcPr>
            <w:tcW w:w="838" w:type="pct"/>
            <w:vAlign w:val="center"/>
          </w:tcPr>
          <w:p w14:paraId="03312C71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Укроп сушеный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15824108212</w:t>
            </w:r>
          </w:p>
        </w:tc>
        <w:tc>
          <w:tcPr>
            <w:tcW w:w="741" w:type="pct"/>
            <w:vAlign w:val="center"/>
          </w:tcPr>
          <w:p w14:paraId="108298E9" w14:textId="487DCFC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10.84.12.150 «Приправы и пряности смешанные»</w:t>
            </w:r>
          </w:p>
        </w:tc>
        <w:tc>
          <w:tcPr>
            <w:tcW w:w="738" w:type="pct"/>
            <w:vAlign w:val="center"/>
          </w:tcPr>
          <w:p w14:paraId="7D30DC6A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Align w:val="center"/>
          </w:tcPr>
          <w:p w14:paraId="5684C112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Align w:val="center"/>
          </w:tcPr>
          <w:p w14:paraId="3DEFC567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2859.15</w:t>
            </w:r>
          </w:p>
        </w:tc>
        <w:tc>
          <w:tcPr>
            <w:tcW w:w="767" w:type="pct"/>
            <w:vAlign w:val="center"/>
          </w:tcPr>
          <w:p w14:paraId="464ADA24" w14:textId="50C93F2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409F7E54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1.5</w:t>
            </w:r>
          </w:p>
          <w:p w14:paraId="41BE41E5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Align w:val="center"/>
          </w:tcPr>
          <w:p w14:paraId="3AF2BED1" w14:textId="1CA249EB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288.73</w:t>
            </w:r>
          </w:p>
        </w:tc>
      </w:tr>
    </w:tbl>
    <w:p w14:paraId="4644A29A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04BD5AD9" w14:textId="77777777" w:rsidTr="00722C11">
        <w:tc>
          <w:tcPr>
            <w:tcW w:w="811" w:type="pct"/>
            <w:gridSpan w:val="3"/>
            <w:vAlign w:val="center"/>
          </w:tcPr>
          <w:p w14:paraId="521EDAD1" w14:textId="18FA8A13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Укроп сушеный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27ACA811" w14:textId="77777777" w:rsidTr="00722C11">
        <w:tc>
          <w:tcPr>
            <w:tcW w:w="1208" w:type="pct"/>
          </w:tcPr>
          <w:p w14:paraId="6F52DEE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593EBE07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570CF8A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6009A063" w14:textId="77777777" w:rsidTr="00722C11">
        <w:tc>
          <w:tcPr>
            <w:tcW w:w="811" w:type="pct"/>
            <w:vAlign w:val="center"/>
          </w:tcPr>
          <w:p w14:paraId="25B855E4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Внешний 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BC3CAC5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Укроп в виде листьев на тонких, не одеревеневших стебельках, частей листьев; Цвет зеленый, запах харак</w:t>
            </w:r>
            <w:r w:rsidRPr="003551D6">
              <w:rPr>
                <w:sz w:val="20"/>
                <w:szCs w:val="20"/>
              </w:rPr>
              <w:lastRenderedPageBreak/>
              <w:t>терный для этого вида зелени.</w:t>
            </w:r>
          </w:p>
        </w:tc>
        <w:tc>
          <w:tcPr>
            <w:tcW w:w="811" w:type="pct"/>
            <w:vAlign w:val="center"/>
          </w:tcPr>
          <w:p w14:paraId="1146B139" w14:textId="5E8FBC3D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lastRenderedPageBreak/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6C5AD725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3551D6" w14:paraId="5D6B2328" w14:textId="77777777" w:rsidTr="003551D6">
        <w:tc>
          <w:tcPr>
            <w:tcW w:w="810" w:type="pct"/>
          </w:tcPr>
          <w:p w14:paraId="73FC96D5" w14:textId="7BEDBC4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3C3354E7" w14:textId="1D1C246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184CEE93" w14:textId="11F3F891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5A6929E9" w14:textId="5185B83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0F79A571" w14:textId="291D61C1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48CC92B4" w14:textId="03C30265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6B24D523" w14:textId="00C130D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7F118012" w14:textId="2D2A782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13272F85" w14:textId="77777777" w:rsidTr="003551D6">
        <w:trPr>
          <w:trHeight w:val="64"/>
        </w:trPr>
        <w:tc>
          <w:tcPr>
            <w:tcW w:w="810" w:type="pct"/>
            <w:vMerge w:val="restart"/>
            <w:vAlign w:val="center"/>
          </w:tcPr>
          <w:p w14:paraId="72308FAB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Рис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15775894399</w:t>
            </w:r>
          </w:p>
        </w:tc>
        <w:tc>
          <w:tcPr>
            <w:tcW w:w="713" w:type="pct"/>
            <w:vMerge w:val="restart"/>
            <w:vAlign w:val="center"/>
          </w:tcPr>
          <w:p w14:paraId="4C0480AA" w14:textId="70E655C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 xml:space="preserve">10.61.1 «Рис </w:t>
            </w:r>
            <w:proofErr w:type="spellStart"/>
            <w:r>
              <w:rPr>
                <w:sz w:val="20"/>
              </w:rPr>
              <w:t>полуобрушенный</w:t>
            </w:r>
            <w:proofErr w:type="spellEnd"/>
            <w:r>
              <w:rPr>
                <w:sz w:val="20"/>
              </w:rPr>
              <w:t xml:space="preserve"> или полностью обрушенный, </w:t>
            </w:r>
            <w:proofErr w:type="spellStart"/>
            <w:r>
              <w:rPr>
                <w:sz w:val="20"/>
              </w:rPr>
              <w:t>шелушеный</w:t>
            </w:r>
            <w:proofErr w:type="spellEnd"/>
            <w:r>
              <w:rPr>
                <w:sz w:val="20"/>
              </w:rPr>
              <w:t xml:space="preserve"> или дробленый» / 10.61.10.000-00000003 «Рис»</w:t>
            </w:r>
          </w:p>
        </w:tc>
        <w:tc>
          <w:tcPr>
            <w:tcW w:w="710" w:type="pct"/>
            <w:vMerge w:val="restart"/>
            <w:vAlign w:val="center"/>
          </w:tcPr>
          <w:p w14:paraId="63C8E92D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2DA64102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5E18C583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115.00</w:t>
            </w:r>
          </w:p>
        </w:tc>
        <w:tc>
          <w:tcPr>
            <w:tcW w:w="959" w:type="pct"/>
            <w:vAlign w:val="center"/>
          </w:tcPr>
          <w:p w14:paraId="70FDE7E0" w14:textId="702D57ED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57B57AC7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70</w:t>
            </w:r>
          </w:p>
          <w:p w14:paraId="68340E9D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30219393" w14:textId="5150C035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137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425.00</w:t>
            </w:r>
          </w:p>
        </w:tc>
      </w:tr>
      <w:tr w:rsidR="00D73523" w14:paraId="7A2082FB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6156AED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557F8BA2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191CB1E7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7CE19B8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76191F4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563F53F1" w14:textId="35AB4B04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56842A01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100</w:t>
            </w:r>
          </w:p>
          <w:p w14:paraId="274C3FF5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333E5A71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45B739E0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4C4DC088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5DE00A3B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76F557B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3D320E7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4462047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04368183" w14:textId="7F7E6E8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3A133091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600</w:t>
            </w:r>
          </w:p>
          <w:p w14:paraId="0D3B0A7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2D0C2369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6FCA6AC6" w14:textId="77777777" w:rsidTr="003551D6">
        <w:trPr>
          <w:trHeight w:val="64"/>
        </w:trPr>
        <w:tc>
          <w:tcPr>
            <w:tcW w:w="810" w:type="pct"/>
            <w:vMerge/>
            <w:vAlign w:val="center"/>
          </w:tcPr>
          <w:p w14:paraId="21343233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6A76909D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6196B8D1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6E3D0556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602A529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820E28F" w14:textId="4627BCE0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60A0525A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425</w:t>
            </w:r>
          </w:p>
          <w:p w14:paraId="01842EB3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47004100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436F2810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0E4B1E2C" w14:textId="77777777" w:rsidTr="00722C11">
        <w:tc>
          <w:tcPr>
            <w:tcW w:w="811" w:type="pct"/>
            <w:gridSpan w:val="3"/>
            <w:vAlign w:val="center"/>
          </w:tcPr>
          <w:p w14:paraId="1A60CAA7" w14:textId="21EA8464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Рис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460FE2DE" w14:textId="77777777" w:rsidTr="00722C11">
        <w:tc>
          <w:tcPr>
            <w:tcW w:w="1208" w:type="pct"/>
          </w:tcPr>
          <w:p w14:paraId="72D1259E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5C9D21F9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132D25C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20AFEC3D" w14:textId="77777777" w:rsidTr="00722C11">
        <w:tc>
          <w:tcPr>
            <w:tcW w:w="811" w:type="pct"/>
            <w:vAlign w:val="center"/>
          </w:tcPr>
          <w:p w14:paraId="6A7F3DBB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E701C08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ниже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первого</w:t>
            </w:r>
            <w:proofErr w:type="spellEnd"/>
          </w:p>
        </w:tc>
        <w:tc>
          <w:tcPr>
            <w:tcW w:w="811" w:type="pct"/>
            <w:vAlign w:val="center"/>
          </w:tcPr>
          <w:p w14:paraId="1DF0245E" w14:textId="50F50591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**</w:t>
            </w:r>
            <w:r w:rsidR="006C5C08" w:rsidRPr="003551D6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C5C08" w:rsidRPr="00C84A05" w14:paraId="2297AB47" w14:textId="77777777" w:rsidTr="00722C11">
        <w:tc>
          <w:tcPr>
            <w:tcW w:w="811" w:type="pct"/>
            <w:vAlign w:val="center"/>
          </w:tcPr>
          <w:p w14:paraId="18069B95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Пропаренный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08B582D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811" w:type="pct"/>
            <w:vAlign w:val="center"/>
          </w:tcPr>
          <w:p w14:paraId="0CC2A745" w14:textId="62E373F9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5B0730A0" w14:textId="77777777" w:rsidTr="00722C11">
        <w:tc>
          <w:tcPr>
            <w:tcW w:w="811" w:type="pct"/>
            <w:vAlign w:val="center"/>
          </w:tcPr>
          <w:p w14:paraId="2F9298E3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Способ обработки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6000AFE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Шлифованный</w:t>
            </w:r>
            <w:proofErr w:type="spellEnd"/>
          </w:p>
        </w:tc>
        <w:tc>
          <w:tcPr>
            <w:tcW w:w="811" w:type="pct"/>
            <w:vAlign w:val="center"/>
          </w:tcPr>
          <w:p w14:paraId="6AB27389" w14:textId="4AE511AA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193D3E8B" w14:textId="77777777" w:rsidTr="00722C11">
        <w:tc>
          <w:tcPr>
            <w:tcW w:w="811" w:type="pct"/>
            <w:vAlign w:val="center"/>
          </w:tcPr>
          <w:p w14:paraId="3DE14C82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0740DDAA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Цельнозерновой</w:t>
            </w:r>
            <w:proofErr w:type="spellEnd"/>
          </w:p>
        </w:tc>
        <w:tc>
          <w:tcPr>
            <w:tcW w:w="811" w:type="pct"/>
            <w:vAlign w:val="center"/>
          </w:tcPr>
          <w:p w14:paraId="5E846C57" w14:textId="50E38A69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D95146A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3551D6" w14:paraId="73365C39" w14:textId="77777777" w:rsidTr="00972464">
        <w:tc>
          <w:tcPr>
            <w:tcW w:w="827" w:type="pct"/>
          </w:tcPr>
          <w:p w14:paraId="3B3D1002" w14:textId="21A246E3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309BECFA" w14:textId="5D6F9D6F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68DEFAE6" w14:textId="3C4387DA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4D4C3FB7" w14:textId="20AC5EF4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01353A7B" w14:textId="589F5D7D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721142D8" w14:textId="4836CF3D" w:rsidR="003551D6" w:rsidRPr="00770379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1B3E4139" w14:textId="4EB6B466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3E58E42D" w14:textId="1E044E47" w:rsidR="003551D6" w:rsidRDefault="003551D6" w:rsidP="003551D6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0922A16E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077CFAA9" w14:textId="77777777" w:rsidR="00D73523" w:rsidRPr="003551D6" w:rsidRDefault="00D73523" w:rsidP="00D73523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t>Приправы и пряности смешанные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15775894400</w:t>
            </w:r>
          </w:p>
        </w:tc>
        <w:tc>
          <w:tcPr>
            <w:tcW w:w="730" w:type="pct"/>
            <w:vMerge w:val="restart"/>
            <w:vAlign w:val="center"/>
          </w:tcPr>
          <w:p w14:paraId="60A8D3EC" w14:textId="3F03CB43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307B4B">
              <w:rPr>
                <w:sz w:val="20"/>
              </w:rPr>
              <w:t>10.84.12.150 «Приправы и пряности смешанные» / 10.84.12.150-00000020 «Приправы и пряности смешанные»</w:t>
            </w:r>
          </w:p>
        </w:tc>
        <w:tc>
          <w:tcPr>
            <w:tcW w:w="727" w:type="pct"/>
            <w:vMerge w:val="restart"/>
            <w:vAlign w:val="center"/>
          </w:tcPr>
          <w:p w14:paraId="47D6FD3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1DBD2A2F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7D08029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1365.88</w:t>
            </w:r>
          </w:p>
        </w:tc>
        <w:tc>
          <w:tcPr>
            <w:tcW w:w="845" w:type="pct"/>
            <w:vAlign w:val="center"/>
          </w:tcPr>
          <w:p w14:paraId="35253FB4" w14:textId="3C40FBB9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7109BBB2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4</w:t>
            </w:r>
          </w:p>
          <w:p w14:paraId="1D729DAB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5117624A" w14:textId="263BCD7D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746.57</w:t>
            </w:r>
          </w:p>
        </w:tc>
      </w:tr>
      <w:tr w:rsidR="00972464" w14:paraId="4DFA0A39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1097A5B2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24BC6200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6A0866A6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5F56E789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23FD6EEE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17A25149" w14:textId="71D213F5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10" w:type="pct"/>
            <w:vAlign w:val="center"/>
          </w:tcPr>
          <w:p w14:paraId="49151784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4.6</w:t>
            </w:r>
          </w:p>
          <w:p w14:paraId="4933ED0F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681A2493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0C66F8FD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49392E96" w14:textId="77777777" w:rsidTr="00722C11">
        <w:tc>
          <w:tcPr>
            <w:tcW w:w="811" w:type="pct"/>
            <w:gridSpan w:val="3"/>
            <w:vAlign w:val="center"/>
          </w:tcPr>
          <w:p w14:paraId="656AB1F0" w14:textId="5F470A20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Приправы и пряности смешанные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08448FF7" w14:textId="77777777" w:rsidTr="00722C11">
        <w:tc>
          <w:tcPr>
            <w:tcW w:w="1208" w:type="pct"/>
          </w:tcPr>
          <w:p w14:paraId="31BD07A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3BDAB53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5066868C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7DEDF025" w14:textId="77777777" w:rsidTr="00722C11">
        <w:tc>
          <w:tcPr>
            <w:tcW w:w="811" w:type="pct"/>
            <w:vAlign w:val="center"/>
          </w:tcPr>
          <w:p w14:paraId="4953A7CF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9598911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Универсальная</w:t>
            </w:r>
            <w:proofErr w:type="spellEnd"/>
          </w:p>
        </w:tc>
        <w:tc>
          <w:tcPr>
            <w:tcW w:w="811" w:type="pct"/>
            <w:vAlign w:val="center"/>
          </w:tcPr>
          <w:p w14:paraId="6AEC14FC" w14:textId="435C6609" w:rsidR="006C5C08" w:rsidRPr="00C84A05" w:rsidRDefault="003551D6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2C22AB29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832222" w14:paraId="075AED3C" w14:textId="77777777" w:rsidTr="00972464">
        <w:tc>
          <w:tcPr>
            <w:tcW w:w="827" w:type="pct"/>
          </w:tcPr>
          <w:p w14:paraId="490D1724" w14:textId="5736AD0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163D925A" w14:textId="161F2782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53244B1B" w14:textId="362C063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32621E6E" w14:textId="7C6544A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793630B5" w14:textId="5A6A7602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2EF78C49" w14:textId="040297B0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69CDA229" w14:textId="7C709804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10D2F057" w14:textId="2D750DEC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85FECD3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464BD00B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Какао-порошок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15783140551</w:t>
            </w:r>
          </w:p>
        </w:tc>
        <w:tc>
          <w:tcPr>
            <w:tcW w:w="730" w:type="pct"/>
            <w:vMerge w:val="restart"/>
            <w:vAlign w:val="center"/>
          </w:tcPr>
          <w:p w14:paraId="65790724" w14:textId="7A81ED2B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10.82.13.000 «Порошок какао без добавок сахара или других подслащивающих веществ» / 10.82.14.000-00000009 «Какао-порошок»</w:t>
            </w:r>
          </w:p>
        </w:tc>
        <w:tc>
          <w:tcPr>
            <w:tcW w:w="727" w:type="pct"/>
            <w:vMerge w:val="restart"/>
            <w:vAlign w:val="center"/>
          </w:tcPr>
          <w:p w14:paraId="6F13E56A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6954FE9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7CB7635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835.05</w:t>
            </w:r>
          </w:p>
        </w:tc>
        <w:tc>
          <w:tcPr>
            <w:tcW w:w="845" w:type="pct"/>
            <w:vAlign w:val="center"/>
          </w:tcPr>
          <w:p w14:paraId="6F74DEDD" w14:textId="2E75AA2C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7196B26D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</w:t>
            </w:r>
          </w:p>
          <w:p w14:paraId="3D480066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0E442C30" w14:textId="7EA3DE83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515.45</w:t>
            </w:r>
          </w:p>
        </w:tc>
      </w:tr>
      <w:tr w:rsidR="00972464" w14:paraId="4C5A018A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430D4E1E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707AAB37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2D074069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0A3ED77C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27DD73A2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113E8D95" w14:textId="0886DE7C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 xml:space="preserve">агаданское областное государственное казённое </w:t>
            </w:r>
            <w:r w:rsidRPr="00407935">
              <w:rPr>
                <w:sz w:val="20"/>
                <w:szCs w:val="20"/>
              </w:rPr>
              <w:lastRenderedPageBreak/>
              <w:t>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10" w:type="pct"/>
            <w:vAlign w:val="center"/>
          </w:tcPr>
          <w:p w14:paraId="27CA38D0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6</w:t>
            </w:r>
          </w:p>
          <w:p w14:paraId="13F2596F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535DB0F1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33F9EBDE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772A3751" w14:textId="77777777" w:rsidTr="00722C11">
        <w:tc>
          <w:tcPr>
            <w:tcW w:w="811" w:type="pct"/>
            <w:gridSpan w:val="3"/>
            <w:vAlign w:val="center"/>
          </w:tcPr>
          <w:p w14:paraId="15DA6A3C" w14:textId="6F9C483D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Какао-порошок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6616C2EB" w14:textId="77777777" w:rsidTr="00722C11">
        <w:tc>
          <w:tcPr>
            <w:tcW w:w="1208" w:type="pct"/>
          </w:tcPr>
          <w:p w14:paraId="29990F1F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6FE5D2EE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5ED9D6EA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79083B44" w14:textId="77777777" w:rsidTr="00722C11">
        <w:tc>
          <w:tcPr>
            <w:tcW w:w="811" w:type="pct"/>
            <w:vAlign w:val="center"/>
          </w:tcPr>
          <w:p w14:paraId="1240B180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Наличие в составе сахара или других подслащивающих веществ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6E64634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811" w:type="pct"/>
            <w:vAlign w:val="center"/>
          </w:tcPr>
          <w:p w14:paraId="5B201666" w14:textId="598C47B7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36084253" w14:textId="77777777" w:rsidTr="00722C11">
        <w:tc>
          <w:tcPr>
            <w:tcW w:w="811" w:type="pct"/>
            <w:vAlign w:val="center"/>
          </w:tcPr>
          <w:p w14:paraId="4BD69557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Тип какао-порошка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022C0B58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Какао-порошок</w:t>
            </w:r>
            <w:proofErr w:type="spellEnd"/>
          </w:p>
        </w:tc>
        <w:tc>
          <w:tcPr>
            <w:tcW w:w="811" w:type="pct"/>
            <w:vAlign w:val="center"/>
          </w:tcPr>
          <w:p w14:paraId="6EBBCF2F" w14:textId="75A8258C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5E54B7B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832222" w14:paraId="39F06B84" w14:textId="77777777" w:rsidTr="00972464">
        <w:tc>
          <w:tcPr>
            <w:tcW w:w="827" w:type="pct"/>
          </w:tcPr>
          <w:p w14:paraId="788DAC02" w14:textId="5ECC02F5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6E0CD284" w14:textId="60D73668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7CF513A7" w14:textId="65DB1B20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60FFD7B1" w14:textId="73CB3F0F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52027C0A" w14:textId="29ABAEA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445D6433" w14:textId="6ED7C474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4DD9C6D4" w14:textId="0548711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36AD85BD" w14:textId="59E69FF2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3FD3AB4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57598835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Рис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15783140562</w:t>
            </w:r>
          </w:p>
        </w:tc>
        <w:tc>
          <w:tcPr>
            <w:tcW w:w="730" w:type="pct"/>
            <w:vMerge w:val="restart"/>
            <w:vAlign w:val="center"/>
          </w:tcPr>
          <w:p w14:paraId="20CB509E" w14:textId="2FEBFA03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 xml:space="preserve">10.61.1 «Рис </w:t>
            </w:r>
            <w:proofErr w:type="spellStart"/>
            <w:r>
              <w:rPr>
                <w:sz w:val="20"/>
              </w:rPr>
              <w:t>полуобрушенный</w:t>
            </w:r>
            <w:proofErr w:type="spellEnd"/>
            <w:r>
              <w:rPr>
                <w:sz w:val="20"/>
              </w:rPr>
              <w:t xml:space="preserve"> или полностью обрушенный, </w:t>
            </w:r>
            <w:proofErr w:type="spellStart"/>
            <w:r>
              <w:rPr>
                <w:sz w:val="20"/>
              </w:rPr>
              <w:t>шелушеный</w:t>
            </w:r>
            <w:proofErr w:type="spellEnd"/>
            <w:r>
              <w:rPr>
                <w:sz w:val="20"/>
              </w:rPr>
              <w:t xml:space="preserve"> или дробленый» / 10.61.10.000-00000003 «Рис»</w:t>
            </w:r>
          </w:p>
        </w:tc>
        <w:tc>
          <w:tcPr>
            <w:tcW w:w="727" w:type="pct"/>
            <w:vMerge w:val="restart"/>
            <w:vAlign w:val="center"/>
          </w:tcPr>
          <w:p w14:paraId="32E07E7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695F5BA3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0A4B6AF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122.65</w:t>
            </w:r>
          </w:p>
        </w:tc>
        <w:tc>
          <w:tcPr>
            <w:tcW w:w="845" w:type="pct"/>
            <w:vAlign w:val="center"/>
          </w:tcPr>
          <w:p w14:paraId="32B2DB5D" w14:textId="35A72840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12964273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75</w:t>
            </w:r>
          </w:p>
          <w:p w14:paraId="297FEA14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2B43D2DD" w14:textId="7F92E1B9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010.75</w:t>
            </w:r>
          </w:p>
        </w:tc>
      </w:tr>
      <w:tr w:rsidR="00972464" w14:paraId="0DBFFA0D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04C2041B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222424D3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5FA58226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6B7EE14A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7D95CCE3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5E117A96" w14:textId="7FFEBB0B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10" w:type="pct"/>
            <w:vAlign w:val="center"/>
          </w:tcPr>
          <w:p w14:paraId="5F98C666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80</w:t>
            </w:r>
          </w:p>
          <w:p w14:paraId="03002534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379FEFD1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18E87607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342B9517" w14:textId="77777777" w:rsidTr="00722C11">
        <w:tc>
          <w:tcPr>
            <w:tcW w:w="811" w:type="pct"/>
            <w:gridSpan w:val="3"/>
            <w:vAlign w:val="center"/>
          </w:tcPr>
          <w:p w14:paraId="2904B1F4" w14:textId="40EA7C1B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Рис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215570C0" w14:textId="77777777" w:rsidTr="00722C11">
        <w:tc>
          <w:tcPr>
            <w:tcW w:w="1208" w:type="pct"/>
          </w:tcPr>
          <w:p w14:paraId="070356B8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26228FA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16ED1BEF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208BEBA7" w14:textId="77777777" w:rsidTr="00722C11">
        <w:tc>
          <w:tcPr>
            <w:tcW w:w="811" w:type="pct"/>
            <w:vAlign w:val="center"/>
          </w:tcPr>
          <w:p w14:paraId="65D32FD1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71DE5C5C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ниже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первого</w:t>
            </w:r>
            <w:proofErr w:type="spellEnd"/>
          </w:p>
        </w:tc>
        <w:tc>
          <w:tcPr>
            <w:tcW w:w="811" w:type="pct"/>
            <w:vAlign w:val="center"/>
          </w:tcPr>
          <w:p w14:paraId="7A8A23CA" w14:textId="099859E1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**</w:t>
            </w:r>
            <w:r w:rsidR="006C5C08" w:rsidRPr="003551D6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6C5C08" w:rsidRPr="00C84A05" w14:paraId="1C4C0DF9" w14:textId="77777777" w:rsidTr="00722C11">
        <w:tc>
          <w:tcPr>
            <w:tcW w:w="811" w:type="pct"/>
            <w:vAlign w:val="center"/>
          </w:tcPr>
          <w:p w14:paraId="32DC3578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Пропаренный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4FC013A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811" w:type="pct"/>
            <w:vAlign w:val="center"/>
          </w:tcPr>
          <w:p w14:paraId="12C7F699" w14:textId="34BCCD1A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4665FD73" w14:textId="77777777" w:rsidTr="00722C11">
        <w:tc>
          <w:tcPr>
            <w:tcW w:w="811" w:type="pct"/>
            <w:vAlign w:val="center"/>
          </w:tcPr>
          <w:p w14:paraId="2CC0BA63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lastRenderedPageBreak/>
              <w:t>Способ обработки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78BB32E4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Шлифованный</w:t>
            </w:r>
            <w:proofErr w:type="spellEnd"/>
          </w:p>
        </w:tc>
        <w:tc>
          <w:tcPr>
            <w:tcW w:w="811" w:type="pct"/>
            <w:vAlign w:val="center"/>
          </w:tcPr>
          <w:p w14:paraId="409C473E" w14:textId="4A153968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4D194DFF" w14:textId="77777777" w:rsidTr="00722C11">
        <w:tc>
          <w:tcPr>
            <w:tcW w:w="811" w:type="pct"/>
            <w:vAlign w:val="center"/>
          </w:tcPr>
          <w:p w14:paraId="51B8FC25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0ADE957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Цельнозерновой</w:t>
            </w:r>
            <w:proofErr w:type="spellEnd"/>
          </w:p>
        </w:tc>
        <w:tc>
          <w:tcPr>
            <w:tcW w:w="811" w:type="pct"/>
            <w:vAlign w:val="center"/>
          </w:tcPr>
          <w:p w14:paraId="6ADD7689" w14:textId="2B483841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ED1FC96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832222" w14:paraId="4CF6A3E1" w14:textId="77777777" w:rsidTr="00832222">
        <w:tc>
          <w:tcPr>
            <w:tcW w:w="810" w:type="pct"/>
          </w:tcPr>
          <w:p w14:paraId="38D3F53D" w14:textId="3577743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3673EA78" w14:textId="70AA237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17F6D81C" w14:textId="1DF254A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73CD6DD4" w14:textId="3A65B6E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2AFB5F0B" w14:textId="4A2DEA5D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0879FABF" w14:textId="2517A6BC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4A952B62" w14:textId="7A5689ED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57AE18B4" w14:textId="544D846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2C846543" w14:textId="77777777" w:rsidTr="00832222">
        <w:trPr>
          <w:trHeight w:val="64"/>
        </w:trPr>
        <w:tc>
          <w:tcPr>
            <w:tcW w:w="810" w:type="pct"/>
            <w:vMerge w:val="restart"/>
            <w:vAlign w:val="center"/>
          </w:tcPr>
          <w:p w14:paraId="2CF9DD8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Дрожжи хлебопекарные сушеные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15783140563</w:t>
            </w:r>
          </w:p>
        </w:tc>
        <w:tc>
          <w:tcPr>
            <w:tcW w:w="713" w:type="pct"/>
            <w:vMerge w:val="restart"/>
            <w:vAlign w:val="center"/>
          </w:tcPr>
          <w:p w14:paraId="08B5833B" w14:textId="4BC08900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10.89.13.112 «Дрожжи хлебопекарные сушеные» / 10.89.13.112-00000003 «Дрожжи хлебопекарные сушеные»</w:t>
            </w:r>
          </w:p>
        </w:tc>
        <w:tc>
          <w:tcPr>
            <w:tcW w:w="710" w:type="pct"/>
            <w:vMerge w:val="restart"/>
            <w:vAlign w:val="center"/>
          </w:tcPr>
          <w:p w14:paraId="36781E77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39357F4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54602AD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385.00</w:t>
            </w:r>
          </w:p>
        </w:tc>
        <w:tc>
          <w:tcPr>
            <w:tcW w:w="959" w:type="pct"/>
            <w:vAlign w:val="center"/>
          </w:tcPr>
          <w:p w14:paraId="46C609F2" w14:textId="3C98D4FC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36787004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2</w:t>
            </w:r>
          </w:p>
          <w:p w14:paraId="456E20E5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2CF0CA0F" w14:textId="3CDDA961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967.50</w:t>
            </w:r>
          </w:p>
        </w:tc>
      </w:tr>
      <w:tr w:rsidR="00D73523" w14:paraId="096F3806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6E2D7D93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6237601E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016F5883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27A34580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DAE03E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6339C91" w14:textId="7E067467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750A2696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1.5</w:t>
            </w:r>
          </w:p>
          <w:p w14:paraId="2177466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77D38A58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0977CE00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0AC500F2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42C1F152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553B37A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17191D40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983D021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E384129" w14:textId="55A632DB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0F28A481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12</w:t>
            </w:r>
          </w:p>
          <w:p w14:paraId="253B9DD7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7B2304B0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5426856E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0CC13992" w14:textId="77777777" w:rsidTr="00722C11">
        <w:tc>
          <w:tcPr>
            <w:tcW w:w="811" w:type="pct"/>
            <w:gridSpan w:val="3"/>
            <w:vAlign w:val="center"/>
          </w:tcPr>
          <w:p w14:paraId="64D9A5F9" w14:textId="1EB7C409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Дрожжи хлебопекарные сушеные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614DECB0" w14:textId="77777777" w:rsidTr="00722C11">
        <w:tc>
          <w:tcPr>
            <w:tcW w:w="1208" w:type="pct"/>
          </w:tcPr>
          <w:p w14:paraId="6BCA5008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4B6D3360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3758B614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4EF1F873" w14:textId="77777777" w:rsidTr="00722C11">
        <w:tc>
          <w:tcPr>
            <w:tcW w:w="811" w:type="pct"/>
            <w:vAlign w:val="center"/>
          </w:tcPr>
          <w:p w14:paraId="057E0A76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F640145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Высший</w:t>
            </w:r>
            <w:proofErr w:type="spellEnd"/>
          </w:p>
        </w:tc>
        <w:tc>
          <w:tcPr>
            <w:tcW w:w="811" w:type="pct"/>
            <w:vAlign w:val="center"/>
          </w:tcPr>
          <w:p w14:paraId="4A919AF1" w14:textId="0AE83FED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33D53902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832222" w14:paraId="3F21EBCA" w14:textId="77777777" w:rsidTr="00832222">
        <w:tc>
          <w:tcPr>
            <w:tcW w:w="810" w:type="pct"/>
          </w:tcPr>
          <w:p w14:paraId="15F8C46A" w14:textId="27CBFFEC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0393E350" w14:textId="3BFD7094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5B842E81" w14:textId="70637DA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78F8FEC6" w14:textId="23FD784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0352F210" w14:textId="7E82FEA7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201CF44E" w14:textId="27958C1B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11D5196D" w14:textId="5F5C3087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373D20D9" w14:textId="1E869D91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36DD9A42" w14:textId="77777777" w:rsidTr="00832222">
        <w:trPr>
          <w:trHeight w:val="64"/>
        </w:trPr>
        <w:tc>
          <w:tcPr>
            <w:tcW w:w="810" w:type="pct"/>
            <w:vMerge w:val="restart"/>
            <w:vAlign w:val="center"/>
          </w:tcPr>
          <w:p w14:paraId="135F7EC0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Горох шлифованный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Идентификатор</w:t>
            </w:r>
            <w:r w:rsidRPr="00FB7A8B">
              <w:rPr>
                <w:sz w:val="20"/>
                <w:szCs w:val="20"/>
              </w:rPr>
              <w:t>: 15783140552</w:t>
            </w:r>
          </w:p>
        </w:tc>
        <w:tc>
          <w:tcPr>
            <w:tcW w:w="713" w:type="pct"/>
            <w:vMerge w:val="restart"/>
            <w:vAlign w:val="center"/>
          </w:tcPr>
          <w:p w14:paraId="518E4179" w14:textId="4F70B8C8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lastRenderedPageBreak/>
              <w:t xml:space="preserve">01.11.75.110 «Зерно </w:t>
            </w:r>
            <w:r>
              <w:rPr>
                <w:sz w:val="20"/>
              </w:rPr>
              <w:lastRenderedPageBreak/>
              <w:t>горох» / 01.11.75.110-00000001 «Горох шлифованный»</w:t>
            </w:r>
          </w:p>
        </w:tc>
        <w:tc>
          <w:tcPr>
            <w:tcW w:w="710" w:type="pct"/>
            <w:vMerge w:val="restart"/>
            <w:vAlign w:val="center"/>
          </w:tcPr>
          <w:p w14:paraId="5972A1D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lastRenderedPageBreak/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1DB86C23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47192DD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65.00</w:t>
            </w:r>
          </w:p>
        </w:tc>
        <w:tc>
          <w:tcPr>
            <w:tcW w:w="959" w:type="pct"/>
            <w:vAlign w:val="center"/>
          </w:tcPr>
          <w:p w14:paraId="03E2ECE6" w14:textId="7F90EDAE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</w:t>
            </w:r>
            <w:r>
              <w:rPr>
                <w:sz w:val="20"/>
                <w:szCs w:val="20"/>
              </w:rPr>
              <w:lastRenderedPageBreak/>
              <w:t>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33A6D98B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47</w:t>
            </w:r>
          </w:p>
          <w:p w14:paraId="22F486DC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19E665D7" w14:textId="0AE9127C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955.00</w:t>
            </w:r>
          </w:p>
        </w:tc>
      </w:tr>
      <w:tr w:rsidR="00D73523" w14:paraId="35D766A6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6E73B5C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6812AC40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F66FC6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1CECC2A6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41F410A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5B4BBEC0" w14:textId="2D2145F8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03E1A837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50</w:t>
            </w:r>
          </w:p>
          <w:p w14:paraId="02FEFF01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0B89859C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52D1D031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2389C8E3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77EC67CE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435744A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05F13CB2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12B2287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15B18480" w14:textId="3927E25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5634DE5E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300</w:t>
            </w:r>
          </w:p>
          <w:p w14:paraId="45439B02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4D9E73E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7647F834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562CCF20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012EAF9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40CD1EF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1829884E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0C5ED003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48524D10" w14:textId="3D587AA3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казенное учреждение социального обслуживания населения "Центр социальной адаптации для лиц без определенного места жительства"</w:t>
            </w:r>
          </w:p>
        </w:tc>
        <w:tc>
          <w:tcPr>
            <w:tcW w:w="493" w:type="pct"/>
            <w:vAlign w:val="center"/>
          </w:tcPr>
          <w:p w14:paraId="1863420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10</w:t>
            </w:r>
          </w:p>
          <w:p w14:paraId="32E8802D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1C8A0755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3AC0612E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4209E92A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142B6EB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477013DC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31B6CB7F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4CA9822E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3456821A" w14:textId="38E92FC1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75C9ED25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100</w:t>
            </w:r>
          </w:p>
          <w:p w14:paraId="5E9B8C24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105C29E8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015CE886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12E3175B" w14:textId="77777777" w:rsidTr="00722C11">
        <w:tc>
          <w:tcPr>
            <w:tcW w:w="811" w:type="pct"/>
            <w:gridSpan w:val="3"/>
            <w:vAlign w:val="center"/>
          </w:tcPr>
          <w:p w14:paraId="645102BE" w14:textId="2D579739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Горох шлифованный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409070CE" w14:textId="77777777" w:rsidTr="00722C11">
        <w:tc>
          <w:tcPr>
            <w:tcW w:w="1208" w:type="pct"/>
          </w:tcPr>
          <w:p w14:paraId="2D03C551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04B5844E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42A1499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4CB166BB" w14:textId="77777777" w:rsidTr="00722C11">
        <w:tc>
          <w:tcPr>
            <w:tcW w:w="811" w:type="pct"/>
            <w:vAlign w:val="center"/>
          </w:tcPr>
          <w:p w14:paraId="004477F7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зерна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DBAEC23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Колотое</w:t>
            </w:r>
            <w:proofErr w:type="spellEnd"/>
          </w:p>
        </w:tc>
        <w:tc>
          <w:tcPr>
            <w:tcW w:w="811" w:type="pct"/>
            <w:vAlign w:val="center"/>
          </w:tcPr>
          <w:p w14:paraId="6701D767" w14:textId="14512D7E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507979C2" w14:textId="77777777" w:rsidTr="00722C11">
        <w:tc>
          <w:tcPr>
            <w:tcW w:w="811" w:type="pct"/>
            <w:vAlign w:val="center"/>
          </w:tcPr>
          <w:p w14:paraId="4CBEE561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272A516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ниже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первого</w:t>
            </w:r>
            <w:proofErr w:type="spellEnd"/>
          </w:p>
        </w:tc>
        <w:tc>
          <w:tcPr>
            <w:tcW w:w="811" w:type="pct"/>
            <w:vAlign w:val="center"/>
          </w:tcPr>
          <w:p w14:paraId="13341795" w14:textId="1AB41E26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**</w:t>
            </w:r>
            <w:r w:rsidR="006C5C08" w:rsidRPr="003551D6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</w:tbl>
    <w:p w14:paraId="5F40DE04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832222" w14:paraId="2F4EB633" w14:textId="77777777" w:rsidTr="00832222">
        <w:tc>
          <w:tcPr>
            <w:tcW w:w="810" w:type="pct"/>
          </w:tcPr>
          <w:p w14:paraId="569237C9" w14:textId="60B43247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товара</w:t>
            </w:r>
          </w:p>
        </w:tc>
        <w:tc>
          <w:tcPr>
            <w:tcW w:w="713" w:type="pct"/>
          </w:tcPr>
          <w:p w14:paraId="42730F48" w14:textId="23ED95A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ОКПД-2 </w:t>
            </w:r>
          </w:p>
        </w:tc>
        <w:tc>
          <w:tcPr>
            <w:tcW w:w="710" w:type="pct"/>
          </w:tcPr>
          <w:p w14:paraId="531E2142" w14:textId="1B5569D7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45EED497" w14:textId="033B1B2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765E891B" w14:textId="134B804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23BED25D" w14:textId="5A9D09F8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6A98EF82" w14:textId="3642D90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08293123" w14:textId="6948ABA4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4BF9205C" w14:textId="77777777" w:rsidTr="00832222">
        <w:trPr>
          <w:trHeight w:val="64"/>
        </w:trPr>
        <w:tc>
          <w:tcPr>
            <w:tcW w:w="810" w:type="pct"/>
            <w:vMerge w:val="restart"/>
            <w:vAlign w:val="center"/>
          </w:tcPr>
          <w:p w14:paraId="79B09BFD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Укроп сушеный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15783140553</w:t>
            </w:r>
          </w:p>
        </w:tc>
        <w:tc>
          <w:tcPr>
            <w:tcW w:w="713" w:type="pct"/>
            <w:vMerge w:val="restart"/>
            <w:vAlign w:val="center"/>
          </w:tcPr>
          <w:p w14:paraId="075D3478" w14:textId="74DB5485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10.84.12.150 «Приправы и пряности смешанные»</w:t>
            </w:r>
          </w:p>
        </w:tc>
        <w:tc>
          <w:tcPr>
            <w:tcW w:w="710" w:type="pct"/>
            <w:vMerge w:val="restart"/>
            <w:vAlign w:val="center"/>
          </w:tcPr>
          <w:p w14:paraId="1DB2A74D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69C9084A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604FFE7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2795.00</w:t>
            </w:r>
          </w:p>
        </w:tc>
        <w:tc>
          <w:tcPr>
            <w:tcW w:w="959" w:type="pct"/>
            <w:vAlign w:val="center"/>
          </w:tcPr>
          <w:p w14:paraId="512DC405" w14:textId="131DD68E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63C5E57B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3.5</w:t>
            </w:r>
          </w:p>
          <w:p w14:paraId="3A018E94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68C79702" w14:textId="6C9246A2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689.00</w:t>
            </w:r>
          </w:p>
        </w:tc>
      </w:tr>
      <w:tr w:rsidR="00D73523" w14:paraId="3693E17D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2F5B5432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5DB9D5C8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3D4B4EC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0D19B1BD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2DC44ECB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7083ACB1" w14:textId="5DB11BAB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06850787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0.7</w:t>
            </w:r>
          </w:p>
          <w:p w14:paraId="387E7805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66CF3793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5A201E85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623E3F24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090933E7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4118E70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7362F32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616ADDB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0851A91D" w14:textId="6B7A5C19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3FD16D44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7</w:t>
            </w:r>
          </w:p>
          <w:p w14:paraId="6059983A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6831D0B2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34420E0A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1D3FB6B3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3050B776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39AF9D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0B6E9980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2D037D6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6E911BC2" w14:textId="30AA6490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4FE2CFFF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</w:t>
            </w:r>
          </w:p>
          <w:p w14:paraId="4B52407A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2D80762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652154DF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090390B2" w14:textId="77777777" w:rsidTr="00722C11">
        <w:tc>
          <w:tcPr>
            <w:tcW w:w="811" w:type="pct"/>
            <w:gridSpan w:val="3"/>
            <w:vAlign w:val="center"/>
          </w:tcPr>
          <w:p w14:paraId="4AC1D48A" w14:textId="42ACAC70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Укроп сушеный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5EBFC44E" w14:textId="77777777" w:rsidTr="00722C11">
        <w:tc>
          <w:tcPr>
            <w:tcW w:w="1208" w:type="pct"/>
          </w:tcPr>
          <w:p w14:paraId="68D2B8F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770F577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229C3C3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6D712886" w14:textId="77777777" w:rsidTr="00722C11">
        <w:tc>
          <w:tcPr>
            <w:tcW w:w="811" w:type="pct"/>
            <w:vAlign w:val="center"/>
          </w:tcPr>
          <w:p w14:paraId="7DDABD7F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Внешний 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BA4B72F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Укроп в виде листьев на тонких, не одеревеневших стебельках, частей листьев; Цвет зеленый, запах характерный для этого вида зелени.</w:t>
            </w:r>
          </w:p>
        </w:tc>
        <w:tc>
          <w:tcPr>
            <w:tcW w:w="811" w:type="pct"/>
            <w:vAlign w:val="center"/>
          </w:tcPr>
          <w:p w14:paraId="09145E45" w14:textId="75601AA1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292C8402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2613"/>
        <w:gridCol w:w="2266"/>
        <w:gridCol w:w="1394"/>
        <w:gridCol w:w="1388"/>
        <w:gridCol w:w="2355"/>
        <w:gridCol w:w="1600"/>
        <w:gridCol w:w="1501"/>
      </w:tblGrid>
      <w:tr w:rsidR="00832222" w14:paraId="1692D6FE" w14:textId="77777777" w:rsidTr="00D73523">
        <w:tc>
          <w:tcPr>
            <w:tcW w:w="728" w:type="pct"/>
          </w:tcPr>
          <w:p w14:paraId="2BD106C9" w14:textId="64E8C075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51" w:type="pct"/>
          </w:tcPr>
          <w:p w14:paraId="0CFE207E" w14:textId="4BFFAFA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38" w:type="pct"/>
          </w:tcPr>
          <w:p w14:paraId="0C314297" w14:textId="31C12C4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58D452E7" w14:textId="57113CA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647D3CA9" w14:textId="00F9D07C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338D09F2" w14:textId="7BC2EB48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44C347A1" w14:textId="63710E3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129FC69B" w14:textId="7CCA443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32467577" w14:textId="77777777" w:rsidTr="00D73523">
        <w:trPr>
          <w:trHeight w:val="64"/>
        </w:trPr>
        <w:tc>
          <w:tcPr>
            <w:tcW w:w="728" w:type="pct"/>
            <w:vMerge w:val="restart"/>
            <w:vAlign w:val="center"/>
          </w:tcPr>
          <w:p w14:paraId="1A4E87F9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Кислота уксусная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Идентификатор</w:t>
            </w:r>
            <w:r w:rsidRPr="00FB7A8B">
              <w:rPr>
                <w:sz w:val="20"/>
                <w:szCs w:val="20"/>
              </w:rPr>
              <w:t>: 15783140564</w:t>
            </w:r>
          </w:p>
        </w:tc>
        <w:tc>
          <w:tcPr>
            <w:tcW w:w="851" w:type="pct"/>
            <w:vMerge w:val="restart"/>
            <w:vAlign w:val="center"/>
          </w:tcPr>
          <w:p w14:paraId="51C309B0" w14:textId="6842EAF8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lastRenderedPageBreak/>
              <w:t xml:space="preserve">10.84.11.000 «Уксус и его </w:t>
            </w:r>
            <w:r>
              <w:rPr>
                <w:sz w:val="20"/>
              </w:rPr>
              <w:lastRenderedPageBreak/>
              <w:t>заменители, получаемые из уксусной кислоты» / 10.84.11.000-00000004 «Кислота уксусная»</w:t>
            </w:r>
          </w:p>
        </w:tc>
        <w:tc>
          <w:tcPr>
            <w:tcW w:w="738" w:type="pct"/>
            <w:vMerge w:val="restart"/>
            <w:vAlign w:val="center"/>
          </w:tcPr>
          <w:p w14:paraId="4257818D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lastRenderedPageBreak/>
              <w:t>Товар</w:t>
            </w:r>
          </w:p>
        </w:tc>
        <w:tc>
          <w:tcPr>
            <w:tcW w:w="454" w:type="pct"/>
            <w:vMerge w:val="restart"/>
            <w:vAlign w:val="center"/>
          </w:tcPr>
          <w:p w14:paraId="3211C52E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Литр; куби</w:t>
            </w:r>
            <w:r w:rsidRPr="00407935">
              <w:rPr>
                <w:sz w:val="20"/>
                <w:szCs w:val="20"/>
              </w:rPr>
              <w:lastRenderedPageBreak/>
              <w:t>ческий дециметр</w:t>
            </w:r>
          </w:p>
        </w:tc>
        <w:tc>
          <w:tcPr>
            <w:tcW w:w="452" w:type="pct"/>
            <w:vMerge w:val="restart"/>
            <w:vAlign w:val="center"/>
          </w:tcPr>
          <w:p w14:paraId="6EC6501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360.00</w:t>
            </w:r>
          </w:p>
        </w:tc>
        <w:tc>
          <w:tcPr>
            <w:tcW w:w="767" w:type="pct"/>
            <w:vAlign w:val="center"/>
          </w:tcPr>
          <w:p w14:paraId="576400E4" w14:textId="744E50DF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Магаданское областное </w:t>
            </w:r>
            <w:r>
              <w:rPr>
                <w:sz w:val="20"/>
                <w:szCs w:val="20"/>
              </w:rPr>
              <w:lastRenderedPageBreak/>
              <w:t>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      </w:r>
          </w:p>
        </w:tc>
        <w:tc>
          <w:tcPr>
            <w:tcW w:w="521" w:type="pct"/>
            <w:vAlign w:val="center"/>
          </w:tcPr>
          <w:p w14:paraId="328302A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0.96</w:t>
            </w:r>
          </w:p>
          <w:p w14:paraId="67094948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 w:val="restart"/>
            <w:vAlign w:val="center"/>
          </w:tcPr>
          <w:p w14:paraId="6A4D4B16" w14:textId="76A90339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305.60</w:t>
            </w:r>
          </w:p>
        </w:tc>
      </w:tr>
      <w:tr w:rsidR="00D73523" w14:paraId="0A7935A5" w14:textId="77777777" w:rsidTr="00D73523">
        <w:trPr>
          <w:trHeight w:val="64"/>
        </w:trPr>
        <w:tc>
          <w:tcPr>
            <w:tcW w:w="728" w:type="pct"/>
            <w:vMerge/>
            <w:vAlign w:val="center"/>
          </w:tcPr>
          <w:p w14:paraId="54153457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pct"/>
            <w:vMerge/>
            <w:vAlign w:val="center"/>
          </w:tcPr>
          <w:p w14:paraId="4C85CCD7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441028C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3AF91783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0107BF6E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51EC22CF" w14:textId="3A2A1D38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521" w:type="pct"/>
            <w:vAlign w:val="center"/>
          </w:tcPr>
          <w:p w14:paraId="6B003900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8</w:t>
            </w:r>
          </w:p>
          <w:p w14:paraId="02979669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0C71F2B8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03048FD3" w14:textId="77777777" w:rsidTr="00D73523">
        <w:trPr>
          <w:trHeight w:val="64"/>
        </w:trPr>
        <w:tc>
          <w:tcPr>
            <w:tcW w:w="728" w:type="pct"/>
            <w:vMerge/>
            <w:vAlign w:val="center"/>
          </w:tcPr>
          <w:p w14:paraId="670BB945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pct"/>
            <w:vMerge/>
            <w:vAlign w:val="center"/>
          </w:tcPr>
          <w:p w14:paraId="47CF81CF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7EB3AACD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4DAC7B0D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6CF96FDF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63775A24" w14:textId="4950818A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74CA0585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</w:t>
            </w:r>
          </w:p>
          <w:p w14:paraId="0542B57B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6B38F46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610E4FEB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76"/>
        <w:gridCol w:w="4007"/>
        <w:gridCol w:w="3006"/>
        <w:gridCol w:w="3863"/>
      </w:tblGrid>
      <w:tr w:rsidR="006C5C08" w14:paraId="534CD80B" w14:textId="77777777" w:rsidTr="00722C11">
        <w:tc>
          <w:tcPr>
            <w:tcW w:w="811" w:type="pct"/>
            <w:gridSpan w:val="4"/>
            <w:vAlign w:val="center"/>
          </w:tcPr>
          <w:p w14:paraId="7D1CC209" w14:textId="4CED867C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Кислота уксусная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1C648952" w14:textId="77777777" w:rsidTr="00722C11">
        <w:tc>
          <w:tcPr>
            <w:tcW w:w="1208" w:type="pct"/>
          </w:tcPr>
          <w:p w14:paraId="4608F2BD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6055273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761" w:type="pct"/>
          </w:tcPr>
          <w:p w14:paraId="3DCE015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042" w:type="pct"/>
          </w:tcPr>
          <w:p w14:paraId="2315F4FE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59F617D7" w14:textId="77777777" w:rsidTr="00722C11">
        <w:tc>
          <w:tcPr>
            <w:tcW w:w="811" w:type="pct"/>
            <w:vAlign w:val="center"/>
          </w:tcPr>
          <w:p w14:paraId="57F4C87C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Концентрация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64BC11A4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811" w:type="pct"/>
            <w:vAlign w:val="center"/>
          </w:tcPr>
          <w:p w14:paraId="1DFD9D31" w14:textId="77777777" w:rsidR="006C5C08" w:rsidRPr="00E23A25" w:rsidRDefault="006C5C08" w:rsidP="00001F63">
            <w:pPr>
              <w:jc w:val="center"/>
              <w:rPr>
                <w:sz w:val="20"/>
                <w:szCs w:val="20"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Процент</w:t>
            </w:r>
            <w:proofErr w:type="spellEnd"/>
          </w:p>
        </w:tc>
        <w:tc>
          <w:tcPr>
            <w:tcW w:w="811" w:type="pct"/>
            <w:vAlign w:val="center"/>
          </w:tcPr>
          <w:p w14:paraId="258427C3" w14:textId="4F4D28B9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0FD6F31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86"/>
        <w:gridCol w:w="2287"/>
        <w:gridCol w:w="2278"/>
        <w:gridCol w:w="1406"/>
        <w:gridCol w:w="1400"/>
        <w:gridCol w:w="2266"/>
        <w:gridCol w:w="1612"/>
        <w:gridCol w:w="1517"/>
      </w:tblGrid>
      <w:tr w:rsidR="006C5C08" w14:paraId="202E5E11" w14:textId="77777777" w:rsidTr="00972464">
        <w:tc>
          <w:tcPr>
            <w:tcW w:w="842" w:type="pct"/>
          </w:tcPr>
          <w:p w14:paraId="259F8DB5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745" w:type="pct"/>
          </w:tcPr>
          <w:p w14:paraId="750C2999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Код позиции</w:t>
            </w:r>
          </w:p>
        </w:tc>
        <w:tc>
          <w:tcPr>
            <w:tcW w:w="742" w:type="pct"/>
          </w:tcPr>
          <w:p w14:paraId="6EA4D268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8" w:type="pct"/>
          </w:tcPr>
          <w:p w14:paraId="4428DB7D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6" w:type="pct"/>
          </w:tcPr>
          <w:p w14:paraId="6E79200D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38" w:type="pct"/>
          </w:tcPr>
          <w:p w14:paraId="37CF842A" w14:textId="77777777" w:rsidR="006C5C08" w:rsidRPr="00770379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770379"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5" w:type="pct"/>
          </w:tcPr>
          <w:p w14:paraId="2F0E1966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Количество (объем работы, услуги)</w:t>
            </w:r>
          </w:p>
        </w:tc>
        <w:tc>
          <w:tcPr>
            <w:tcW w:w="494" w:type="pct"/>
          </w:tcPr>
          <w:p w14:paraId="4AF1253C" w14:textId="77777777" w:rsidR="006C5C08" w:rsidRDefault="006C5C08" w:rsidP="00001F63">
            <w:pPr>
              <w:ind w:right="57"/>
              <w:jc w:val="center"/>
              <w:rPr>
                <w:b/>
                <w:bCs/>
              </w:rPr>
            </w:pPr>
            <w:r w:rsidRPr="000B6AB7"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3E394A5" w14:textId="77777777" w:rsidTr="00972464">
        <w:trPr>
          <w:trHeight w:val="64"/>
        </w:trPr>
        <w:tc>
          <w:tcPr>
            <w:tcW w:w="842" w:type="pct"/>
            <w:vMerge w:val="restart"/>
            <w:vAlign w:val="center"/>
          </w:tcPr>
          <w:p w14:paraId="2DDB81E7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Майонез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15775894396</w:t>
            </w:r>
          </w:p>
        </w:tc>
        <w:tc>
          <w:tcPr>
            <w:tcW w:w="745" w:type="pct"/>
            <w:vMerge w:val="restart"/>
            <w:vAlign w:val="center"/>
          </w:tcPr>
          <w:p w14:paraId="59133895" w14:textId="16A4C92E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10.84.12.130 «Майонезы» / 10.84.12.130-00000002 «Майонез»</w:t>
            </w:r>
          </w:p>
        </w:tc>
        <w:tc>
          <w:tcPr>
            <w:tcW w:w="742" w:type="pct"/>
            <w:vMerge w:val="restart"/>
            <w:vAlign w:val="center"/>
          </w:tcPr>
          <w:p w14:paraId="516E98C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8" w:type="pct"/>
            <w:vMerge w:val="restart"/>
            <w:vAlign w:val="center"/>
          </w:tcPr>
          <w:p w14:paraId="1AE7CC4F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6" w:type="pct"/>
            <w:vMerge w:val="restart"/>
            <w:vAlign w:val="center"/>
          </w:tcPr>
          <w:p w14:paraId="4995A72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445.00</w:t>
            </w:r>
          </w:p>
        </w:tc>
        <w:tc>
          <w:tcPr>
            <w:tcW w:w="738" w:type="pct"/>
            <w:vAlign w:val="center"/>
          </w:tcPr>
          <w:p w14:paraId="0E299FCA" w14:textId="069A805E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</w:t>
            </w:r>
            <w:r>
              <w:rPr>
                <w:sz w:val="20"/>
                <w:szCs w:val="20"/>
              </w:rPr>
              <w:lastRenderedPageBreak/>
              <w:t>инвалидов"</w:t>
            </w:r>
          </w:p>
        </w:tc>
        <w:tc>
          <w:tcPr>
            <w:tcW w:w="525" w:type="pct"/>
            <w:vAlign w:val="center"/>
          </w:tcPr>
          <w:p w14:paraId="6DE3B51D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83</w:t>
            </w:r>
          </w:p>
          <w:p w14:paraId="53A8043B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94" w:type="pct"/>
            <w:vMerge w:val="restart"/>
            <w:vAlign w:val="center"/>
          </w:tcPr>
          <w:p w14:paraId="6FB73E72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99235.00</w:t>
            </w:r>
          </w:p>
        </w:tc>
      </w:tr>
      <w:tr w:rsidR="00D73523" w14:paraId="6282C2AD" w14:textId="77777777" w:rsidTr="00972464">
        <w:trPr>
          <w:trHeight w:val="64"/>
        </w:trPr>
        <w:tc>
          <w:tcPr>
            <w:tcW w:w="842" w:type="pct"/>
            <w:vMerge/>
            <w:vAlign w:val="center"/>
          </w:tcPr>
          <w:p w14:paraId="2CCA7A40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5" w:type="pct"/>
            <w:vMerge/>
            <w:vAlign w:val="center"/>
          </w:tcPr>
          <w:p w14:paraId="6EC0A9D6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42" w:type="pct"/>
            <w:vMerge/>
            <w:vAlign w:val="center"/>
          </w:tcPr>
          <w:p w14:paraId="7040669C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8" w:type="pct"/>
            <w:vMerge/>
            <w:vAlign w:val="center"/>
          </w:tcPr>
          <w:p w14:paraId="71AD4FDA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6" w:type="pct"/>
            <w:vMerge/>
            <w:vAlign w:val="center"/>
          </w:tcPr>
          <w:p w14:paraId="20DD4EAA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8" w:type="pct"/>
            <w:vAlign w:val="center"/>
          </w:tcPr>
          <w:p w14:paraId="08AEFBCB" w14:textId="14CE8F30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525" w:type="pct"/>
            <w:vAlign w:val="center"/>
          </w:tcPr>
          <w:p w14:paraId="3BFE62E7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60</w:t>
            </w:r>
          </w:p>
          <w:p w14:paraId="29250EB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94" w:type="pct"/>
            <w:vMerge/>
            <w:vAlign w:val="center"/>
          </w:tcPr>
          <w:p w14:paraId="0DB13674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064CBBF6" w14:textId="77777777" w:rsidTr="00972464">
        <w:trPr>
          <w:trHeight w:val="64"/>
        </w:trPr>
        <w:tc>
          <w:tcPr>
            <w:tcW w:w="842" w:type="pct"/>
            <w:vMerge/>
            <w:vAlign w:val="center"/>
          </w:tcPr>
          <w:p w14:paraId="4D734C13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5" w:type="pct"/>
            <w:vMerge/>
            <w:vAlign w:val="center"/>
          </w:tcPr>
          <w:p w14:paraId="5B3A5DF3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42" w:type="pct"/>
            <w:vMerge/>
            <w:vAlign w:val="center"/>
          </w:tcPr>
          <w:p w14:paraId="69332671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8" w:type="pct"/>
            <w:vMerge/>
            <w:vAlign w:val="center"/>
          </w:tcPr>
          <w:p w14:paraId="6A569DDB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6" w:type="pct"/>
            <w:vMerge/>
            <w:vAlign w:val="center"/>
          </w:tcPr>
          <w:p w14:paraId="17F2CE7A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8" w:type="pct"/>
            <w:vAlign w:val="center"/>
          </w:tcPr>
          <w:p w14:paraId="506570E9" w14:textId="7A1149B7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5" w:type="pct"/>
            <w:vAlign w:val="center"/>
          </w:tcPr>
          <w:p w14:paraId="5EA97827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80</w:t>
            </w:r>
          </w:p>
          <w:p w14:paraId="26736462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94" w:type="pct"/>
            <w:vMerge/>
            <w:vAlign w:val="center"/>
          </w:tcPr>
          <w:p w14:paraId="33DED2E0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48D38503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7C68EFEC" w14:textId="77777777" w:rsidTr="00722C11">
        <w:tc>
          <w:tcPr>
            <w:tcW w:w="811" w:type="pct"/>
            <w:gridSpan w:val="3"/>
            <w:vAlign w:val="center"/>
          </w:tcPr>
          <w:p w14:paraId="75A2AA37" w14:textId="5E202DB4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Майонез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4D08D94B" w14:textId="77777777" w:rsidTr="00722C11">
        <w:tc>
          <w:tcPr>
            <w:tcW w:w="1208" w:type="pct"/>
          </w:tcPr>
          <w:p w14:paraId="60C918F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DCF6252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37FBAC2C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7007DA01" w14:textId="77777777" w:rsidTr="00722C11">
        <w:tc>
          <w:tcPr>
            <w:tcW w:w="811" w:type="pct"/>
            <w:vAlign w:val="center"/>
          </w:tcPr>
          <w:p w14:paraId="6784ECC2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Масляная основа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717BB87F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Подсолнечное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масло</w:t>
            </w:r>
            <w:proofErr w:type="spellEnd"/>
          </w:p>
        </w:tc>
        <w:tc>
          <w:tcPr>
            <w:tcW w:w="811" w:type="pct"/>
            <w:vAlign w:val="center"/>
          </w:tcPr>
          <w:p w14:paraId="3261E12A" w14:textId="13862CD5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84338B8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832222" w14:paraId="6218652F" w14:textId="77777777" w:rsidTr="00972464">
        <w:tc>
          <w:tcPr>
            <w:tcW w:w="838" w:type="pct"/>
          </w:tcPr>
          <w:p w14:paraId="45E3DB76" w14:textId="6F2A4B64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41" w:type="pct"/>
          </w:tcPr>
          <w:p w14:paraId="51671801" w14:textId="0FB55FD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38" w:type="pct"/>
          </w:tcPr>
          <w:p w14:paraId="7B10CBE8" w14:textId="4E18BA9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4E6B728D" w14:textId="2901C71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0B165B06" w14:textId="3F2ED87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73AEB9D0" w14:textId="733708CE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111B4917" w14:textId="0C60D172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5ECFB9D1" w14:textId="03DC082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0BE593A7" w14:textId="77777777" w:rsidTr="00972464">
        <w:trPr>
          <w:trHeight w:val="64"/>
        </w:trPr>
        <w:tc>
          <w:tcPr>
            <w:tcW w:w="838" w:type="pct"/>
            <w:vAlign w:val="center"/>
          </w:tcPr>
          <w:p w14:paraId="5CEEA93E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Дрожжи хлебопекарные сушеные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15824108214</w:t>
            </w:r>
          </w:p>
        </w:tc>
        <w:tc>
          <w:tcPr>
            <w:tcW w:w="741" w:type="pct"/>
            <w:vAlign w:val="center"/>
          </w:tcPr>
          <w:p w14:paraId="4ADFA250" w14:textId="6B30FD98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10.89.13.112 «Дрожжи хлебопекарные сушеные» / 10.89.13.112-00000003 «Дрожжи хлебопекарные сушеные»</w:t>
            </w:r>
          </w:p>
        </w:tc>
        <w:tc>
          <w:tcPr>
            <w:tcW w:w="738" w:type="pct"/>
            <w:vAlign w:val="center"/>
          </w:tcPr>
          <w:p w14:paraId="0062BB6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Align w:val="center"/>
          </w:tcPr>
          <w:p w14:paraId="66BBCD7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Align w:val="center"/>
          </w:tcPr>
          <w:p w14:paraId="4DC6E5F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389.61</w:t>
            </w:r>
          </w:p>
        </w:tc>
        <w:tc>
          <w:tcPr>
            <w:tcW w:w="767" w:type="pct"/>
            <w:vAlign w:val="center"/>
          </w:tcPr>
          <w:p w14:paraId="00915B1F" w14:textId="479A069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636160C4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</w:t>
            </w:r>
          </w:p>
          <w:p w14:paraId="29CA3B5D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Align w:val="center"/>
          </w:tcPr>
          <w:p w14:paraId="4E541CE6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389.61</w:t>
            </w:r>
          </w:p>
        </w:tc>
      </w:tr>
    </w:tbl>
    <w:p w14:paraId="015E16F5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4567A2CC" w14:textId="77777777" w:rsidTr="00722C11">
        <w:tc>
          <w:tcPr>
            <w:tcW w:w="811" w:type="pct"/>
            <w:gridSpan w:val="3"/>
            <w:vAlign w:val="center"/>
          </w:tcPr>
          <w:p w14:paraId="11A36BB4" w14:textId="2B31F0ED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Дрожжи хлебопекарные сушеные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1D442209" w14:textId="77777777" w:rsidTr="00722C11">
        <w:tc>
          <w:tcPr>
            <w:tcW w:w="1208" w:type="pct"/>
          </w:tcPr>
          <w:p w14:paraId="33DD3940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48EA12D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56E1534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17C188CD" w14:textId="77777777" w:rsidTr="00722C11">
        <w:tc>
          <w:tcPr>
            <w:tcW w:w="811" w:type="pct"/>
            <w:vAlign w:val="center"/>
          </w:tcPr>
          <w:p w14:paraId="59DA6DF0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BB872A5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Высший</w:t>
            </w:r>
            <w:proofErr w:type="spellEnd"/>
          </w:p>
        </w:tc>
        <w:tc>
          <w:tcPr>
            <w:tcW w:w="811" w:type="pct"/>
            <w:vAlign w:val="center"/>
          </w:tcPr>
          <w:p w14:paraId="5E12F157" w14:textId="35F47A62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6A9CD0D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832222" w14:paraId="4FCAB897" w14:textId="77777777" w:rsidTr="00972464">
        <w:tc>
          <w:tcPr>
            <w:tcW w:w="838" w:type="pct"/>
          </w:tcPr>
          <w:p w14:paraId="6B2C6ED8" w14:textId="258FFC5F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товара</w:t>
            </w:r>
          </w:p>
        </w:tc>
        <w:tc>
          <w:tcPr>
            <w:tcW w:w="741" w:type="pct"/>
          </w:tcPr>
          <w:p w14:paraId="22A54FE1" w14:textId="46545622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38" w:type="pct"/>
          </w:tcPr>
          <w:p w14:paraId="3AF62482" w14:textId="3E43901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0FE36ACB" w14:textId="2569A113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22849FE0" w14:textId="3D57D1B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54F61BB5" w14:textId="07890AE3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0091C59A" w14:textId="76850D46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73564610" w14:textId="68775730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5ACF5F6" w14:textId="77777777" w:rsidTr="00972464">
        <w:trPr>
          <w:trHeight w:val="64"/>
        </w:trPr>
        <w:tc>
          <w:tcPr>
            <w:tcW w:w="838" w:type="pct"/>
            <w:vAlign w:val="center"/>
          </w:tcPr>
          <w:p w14:paraId="2F186A13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Горох шлифованный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15824108215</w:t>
            </w:r>
          </w:p>
        </w:tc>
        <w:tc>
          <w:tcPr>
            <w:tcW w:w="741" w:type="pct"/>
            <w:vAlign w:val="center"/>
          </w:tcPr>
          <w:p w14:paraId="56AA1FFC" w14:textId="7E439EE0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01.11.75.110 «Зерно горох» / 01.11.75.110-00000001 «Горох шлифованный»</w:t>
            </w:r>
          </w:p>
        </w:tc>
        <w:tc>
          <w:tcPr>
            <w:tcW w:w="738" w:type="pct"/>
            <w:vAlign w:val="center"/>
          </w:tcPr>
          <w:p w14:paraId="5799F284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Align w:val="center"/>
          </w:tcPr>
          <w:p w14:paraId="47F9A857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Align w:val="center"/>
          </w:tcPr>
          <w:p w14:paraId="4FBBEB25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68.00</w:t>
            </w:r>
          </w:p>
        </w:tc>
        <w:tc>
          <w:tcPr>
            <w:tcW w:w="767" w:type="pct"/>
            <w:vAlign w:val="center"/>
          </w:tcPr>
          <w:p w14:paraId="5827EBD1" w14:textId="7432ABED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0E8EA418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46</w:t>
            </w:r>
          </w:p>
          <w:p w14:paraId="1139E72A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Align w:val="center"/>
          </w:tcPr>
          <w:p w14:paraId="756603CE" w14:textId="4558AF7E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128.00</w:t>
            </w:r>
          </w:p>
        </w:tc>
      </w:tr>
    </w:tbl>
    <w:p w14:paraId="3764CF96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0E445D61" w14:textId="77777777" w:rsidTr="00722C11">
        <w:tc>
          <w:tcPr>
            <w:tcW w:w="811" w:type="pct"/>
            <w:gridSpan w:val="3"/>
            <w:vAlign w:val="center"/>
          </w:tcPr>
          <w:p w14:paraId="317C7294" w14:textId="7651538E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Горох шлифованный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5B2A257B" w14:textId="77777777" w:rsidTr="00722C11">
        <w:tc>
          <w:tcPr>
            <w:tcW w:w="1208" w:type="pct"/>
          </w:tcPr>
          <w:p w14:paraId="6FBEFBE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0CD28019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0288F4F6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3FB3C0B4" w14:textId="77777777" w:rsidTr="00722C11">
        <w:tc>
          <w:tcPr>
            <w:tcW w:w="811" w:type="pct"/>
            <w:vAlign w:val="center"/>
          </w:tcPr>
          <w:p w14:paraId="7AECCEA7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зерна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69C0CDE2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Колотое</w:t>
            </w:r>
            <w:proofErr w:type="spellEnd"/>
          </w:p>
        </w:tc>
        <w:tc>
          <w:tcPr>
            <w:tcW w:w="811" w:type="pct"/>
            <w:vAlign w:val="center"/>
          </w:tcPr>
          <w:p w14:paraId="24A742A0" w14:textId="28FF662C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4728EE0A" w14:textId="77777777" w:rsidTr="00722C11">
        <w:tc>
          <w:tcPr>
            <w:tcW w:w="811" w:type="pct"/>
            <w:vAlign w:val="center"/>
          </w:tcPr>
          <w:p w14:paraId="6DF4854A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Сорт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58AA6829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ниже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первого</w:t>
            </w:r>
            <w:proofErr w:type="spellEnd"/>
          </w:p>
        </w:tc>
        <w:tc>
          <w:tcPr>
            <w:tcW w:w="811" w:type="pct"/>
            <w:vAlign w:val="center"/>
          </w:tcPr>
          <w:p w14:paraId="1C6AC58A" w14:textId="2C421A0D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**</w:t>
            </w:r>
            <w:r w:rsidR="006C5C08" w:rsidRPr="003551D6">
              <w:rPr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</w:tbl>
    <w:p w14:paraId="0840C43C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832222" w14:paraId="12631557" w14:textId="77777777" w:rsidTr="00832222">
        <w:tc>
          <w:tcPr>
            <w:tcW w:w="810" w:type="pct"/>
          </w:tcPr>
          <w:p w14:paraId="37B4FA07" w14:textId="44AE6688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34E8BC47" w14:textId="2A4F8848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5F8BD28C" w14:textId="580C7E66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12192E23" w14:textId="02983935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6B0BB00E" w14:textId="731EBDAD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3A6E03E5" w14:textId="55B631C9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299836F1" w14:textId="3685E99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4F8091B8" w14:textId="46A4A160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A42D3A" w14:paraId="3D5E92B0" w14:textId="77777777" w:rsidTr="00832222">
        <w:trPr>
          <w:trHeight w:val="64"/>
        </w:trPr>
        <w:tc>
          <w:tcPr>
            <w:tcW w:w="810" w:type="pct"/>
            <w:vAlign w:val="center"/>
          </w:tcPr>
          <w:p w14:paraId="7E3667BE" w14:textId="77777777" w:rsidR="00A42D3A" w:rsidRPr="00BB6D22" w:rsidRDefault="00A42D3A" w:rsidP="00A42D3A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Мед натуральный пчелиный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15822282222</w:t>
            </w:r>
          </w:p>
        </w:tc>
        <w:tc>
          <w:tcPr>
            <w:tcW w:w="713" w:type="pct"/>
            <w:vAlign w:val="center"/>
          </w:tcPr>
          <w:p w14:paraId="0836EC9F" w14:textId="0964FF77" w:rsidR="00A42D3A" w:rsidRPr="00A82CD1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01.49.21.110 «Мед натуральный пчелиный» / 01.49.21.110-00000001 «Мед натуральный пчелиный»</w:t>
            </w:r>
          </w:p>
        </w:tc>
        <w:tc>
          <w:tcPr>
            <w:tcW w:w="710" w:type="pct"/>
            <w:vAlign w:val="center"/>
          </w:tcPr>
          <w:p w14:paraId="3E204855" w14:textId="77777777" w:rsidR="00A42D3A" w:rsidRPr="00724C4A" w:rsidRDefault="00A42D3A" w:rsidP="00A42D3A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Align w:val="center"/>
          </w:tcPr>
          <w:p w14:paraId="7783C409" w14:textId="77777777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Align w:val="center"/>
          </w:tcPr>
          <w:p w14:paraId="15048156" w14:textId="77777777" w:rsidR="00A42D3A" w:rsidRPr="00724C4A" w:rsidRDefault="00A42D3A" w:rsidP="00A42D3A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470.00</w:t>
            </w:r>
          </w:p>
        </w:tc>
        <w:tc>
          <w:tcPr>
            <w:tcW w:w="959" w:type="pct"/>
            <w:vAlign w:val="center"/>
          </w:tcPr>
          <w:p w14:paraId="5494D376" w14:textId="7E801F60" w:rsidR="00A42D3A" w:rsidRPr="00DB07CF" w:rsidRDefault="00A42D3A" w:rsidP="00A42D3A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6C813001" w14:textId="77777777" w:rsidR="00A42D3A" w:rsidRDefault="00A42D3A" w:rsidP="00A42D3A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5</w:t>
            </w:r>
          </w:p>
          <w:p w14:paraId="331B83E9" w14:textId="77777777" w:rsidR="00A42D3A" w:rsidRPr="00D464BE" w:rsidRDefault="00A42D3A" w:rsidP="00A42D3A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Align w:val="center"/>
          </w:tcPr>
          <w:p w14:paraId="41A04AB3" w14:textId="34CFC481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350.00</w:t>
            </w:r>
          </w:p>
        </w:tc>
      </w:tr>
    </w:tbl>
    <w:p w14:paraId="702E45B9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39D17047" w14:textId="77777777" w:rsidTr="00722C11">
        <w:tc>
          <w:tcPr>
            <w:tcW w:w="811" w:type="pct"/>
            <w:gridSpan w:val="3"/>
            <w:vAlign w:val="center"/>
          </w:tcPr>
          <w:p w14:paraId="3A35B79A" w14:textId="21B26088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Мед натуральный пчелиный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01E7DAB3" w14:textId="77777777" w:rsidTr="00722C11">
        <w:tc>
          <w:tcPr>
            <w:tcW w:w="1208" w:type="pct"/>
          </w:tcPr>
          <w:p w14:paraId="32CD2BC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041494C3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249BA3CE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47C47EEA" w14:textId="77777777" w:rsidTr="00722C11">
        <w:tc>
          <w:tcPr>
            <w:tcW w:w="811" w:type="pct"/>
            <w:vAlign w:val="center"/>
          </w:tcPr>
          <w:p w14:paraId="36BDB5BB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меда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6F1A353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Смешанный</w:t>
            </w:r>
            <w:proofErr w:type="spellEnd"/>
          </w:p>
        </w:tc>
        <w:tc>
          <w:tcPr>
            <w:tcW w:w="811" w:type="pct"/>
            <w:vAlign w:val="center"/>
          </w:tcPr>
          <w:p w14:paraId="1F137036" w14:textId="532E08D0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845B2CB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3"/>
        <w:gridCol w:w="2275"/>
        <w:gridCol w:w="2266"/>
        <w:gridCol w:w="1394"/>
        <w:gridCol w:w="1388"/>
        <w:gridCol w:w="2355"/>
        <w:gridCol w:w="1600"/>
        <w:gridCol w:w="1501"/>
      </w:tblGrid>
      <w:tr w:rsidR="00832222" w14:paraId="6B58D0E1" w14:textId="77777777" w:rsidTr="00972464">
        <w:tc>
          <w:tcPr>
            <w:tcW w:w="838" w:type="pct"/>
          </w:tcPr>
          <w:p w14:paraId="04E90325" w14:textId="57413B66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41" w:type="pct"/>
          </w:tcPr>
          <w:p w14:paraId="7A2A5D68" w14:textId="55A93CC7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38" w:type="pct"/>
          </w:tcPr>
          <w:p w14:paraId="464E5D1C" w14:textId="497C9D0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54" w:type="pct"/>
          </w:tcPr>
          <w:p w14:paraId="4756DE9A" w14:textId="6212BE41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52" w:type="pct"/>
          </w:tcPr>
          <w:p w14:paraId="6AA69535" w14:textId="67E7E3B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767" w:type="pct"/>
          </w:tcPr>
          <w:p w14:paraId="13B6F53D" w14:textId="2420B634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21" w:type="pct"/>
          </w:tcPr>
          <w:p w14:paraId="6CEAD69C" w14:textId="4F0A9D3F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89" w:type="pct"/>
          </w:tcPr>
          <w:p w14:paraId="08381A62" w14:textId="4781EF01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40C67440" w14:textId="77777777" w:rsidTr="00972464">
        <w:trPr>
          <w:trHeight w:val="64"/>
        </w:trPr>
        <w:tc>
          <w:tcPr>
            <w:tcW w:w="838" w:type="pct"/>
            <w:vMerge w:val="restart"/>
            <w:vAlign w:val="center"/>
          </w:tcPr>
          <w:p w14:paraId="4952392E" w14:textId="77777777" w:rsidR="00D73523" w:rsidRPr="003551D6" w:rsidRDefault="00D73523" w:rsidP="00D73523">
            <w:pPr>
              <w:jc w:val="center"/>
              <w:rPr>
                <w:b/>
                <w:bCs/>
              </w:rPr>
            </w:pPr>
            <w:r w:rsidRPr="00FB7A8B">
              <w:rPr>
                <w:sz w:val="20"/>
                <w:szCs w:val="20"/>
              </w:rPr>
              <w:lastRenderedPageBreak/>
              <w:t>Приправы и пряности смешанные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15783140558</w:t>
            </w:r>
          </w:p>
        </w:tc>
        <w:tc>
          <w:tcPr>
            <w:tcW w:w="741" w:type="pct"/>
            <w:vMerge w:val="restart"/>
            <w:vAlign w:val="center"/>
          </w:tcPr>
          <w:p w14:paraId="726873D9" w14:textId="4B32308A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10.84.12.150 «Приправы и пряности смешанные» / 10.84.12.150-00000020 «Приправы и пряности смешанные»</w:t>
            </w:r>
          </w:p>
        </w:tc>
        <w:tc>
          <w:tcPr>
            <w:tcW w:w="738" w:type="pct"/>
            <w:vMerge w:val="restart"/>
            <w:vAlign w:val="center"/>
          </w:tcPr>
          <w:p w14:paraId="2C313961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54" w:type="pct"/>
            <w:vMerge w:val="restart"/>
            <w:vAlign w:val="center"/>
          </w:tcPr>
          <w:p w14:paraId="7773074A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52" w:type="pct"/>
            <w:vMerge w:val="restart"/>
            <w:vAlign w:val="center"/>
          </w:tcPr>
          <w:p w14:paraId="12EBA5E9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1360.00</w:t>
            </w:r>
          </w:p>
        </w:tc>
        <w:tc>
          <w:tcPr>
            <w:tcW w:w="767" w:type="pct"/>
            <w:vAlign w:val="center"/>
          </w:tcPr>
          <w:p w14:paraId="7BF7E64F" w14:textId="6CC4F14E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521" w:type="pct"/>
            <w:vAlign w:val="center"/>
          </w:tcPr>
          <w:p w14:paraId="704B644D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11</w:t>
            </w:r>
          </w:p>
          <w:p w14:paraId="1753C4B4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 w:val="restart"/>
            <w:vAlign w:val="center"/>
          </w:tcPr>
          <w:p w14:paraId="03ADE212" w14:textId="5EBACF28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880.00</w:t>
            </w:r>
          </w:p>
        </w:tc>
      </w:tr>
      <w:tr w:rsidR="00D73523" w14:paraId="59DD9152" w14:textId="77777777" w:rsidTr="00972464">
        <w:trPr>
          <w:trHeight w:val="64"/>
        </w:trPr>
        <w:tc>
          <w:tcPr>
            <w:tcW w:w="838" w:type="pct"/>
            <w:vMerge/>
            <w:vAlign w:val="center"/>
          </w:tcPr>
          <w:p w14:paraId="18669F6F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1" w:type="pct"/>
            <w:vMerge/>
            <w:vAlign w:val="center"/>
          </w:tcPr>
          <w:p w14:paraId="33FF132E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5B8FABD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31C05908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3B24606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091CDCCF" w14:textId="29A27736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казенное учреждение социального обслуживания населения "Центр социальной адаптации для лиц без определенного места жительства"</w:t>
            </w:r>
          </w:p>
        </w:tc>
        <w:tc>
          <w:tcPr>
            <w:tcW w:w="521" w:type="pct"/>
            <w:vAlign w:val="center"/>
          </w:tcPr>
          <w:p w14:paraId="334FB8C2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2</w:t>
            </w:r>
          </w:p>
          <w:p w14:paraId="146FAFDD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1BBA6C68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61727900" w14:textId="77777777" w:rsidTr="00972464">
        <w:trPr>
          <w:trHeight w:val="64"/>
        </w:trPr>
        <w:tc>
          <w:tcPr>
            <w:tcW w:w="838" w:type="pct"/>
            <w:vMerge/>
            <w:vAlign w:val="center"/>
          </w:tcPr>
          <w:p w14:paraId="241CD1D4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41" w:type="pct"/>
            <w:vMerge/>
            <w:vAlign w:val="center"/>
          </w:tcPr>
          <w:p w14:paraId="00AA8018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38" w:type="pct"/>
            <w:vMerge/>
            <w:vAlign w:val="center"/>
          </w:tcPr>
          <w:p w14:paraId="2800D689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54" w:type="pct"/>
            <w:vMerge/>
            <w:vAlign w:val="center"/>
          </w:tcPr>
          <w:p w14:paraId="433319FD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14:paraId="1A78EA8C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67" w:type="pct"/>
            <w:vAlign w:val="center"/>
          </w:tcPr>
          <w:p w14:paraId="1C512898" w14:textId="45B9365B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521" w:type="pct"/>
            <w:vAlign w:val="center"/>
          </w:tcPr>
          <w:p w14:paraId="708F1473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20</w:t>
            </w:r>
          </w:p>
          <w:p w14:paraId="3C1079B0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89" w:type="pct"/>
            <w:vMerge/>
            <w:vAlign w:val="center"/>
          </w:tcPr>
          <w:p w14:paraId="5F191CCB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7F98EC5B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134BA79B" w14:textId="77777777" w:rsidTr="00722C11">
        <w:tc>
          <w:tcPr>
            <w:tcW w:w="811" w:type="pct"/>
            <w:gridSpan w:val="3"/>
            <w:vAlign w:val="center"/>
          </w:tcPr>
          <w:p w14:paraId="28B06CD3" w14:textId="3FAA0A8C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Приправы и пряности смешанные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0170A81A" w14:textId="77777777" w:rsidTr="00722C11">
        <w:tc>
          <w:tcPr>
            <w:tcW w:w="1208" w:type="pct"/>
          </w:tcPr>
          <w:p w14:paraId="5869ADB0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6939249B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503E4F2F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160CFEA8" w14:textId="77777777" w:rsidTr="00722C11">
        <w:tc>
          <w:tcPr>
            <w:tcW w:w="811" w:type="pct"/>
            <w:vAlign w:val="center"/>
          </w:tcPr>
          <w:p w14:paraId="59EDA1BE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0C62EDFD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Универсальная</w:t>
            </w:r>
            <w:proofErr w:type="spellEnd"/>
          </w:p>
        </w:tc>
        <w:tc>
          <w:tcPr>
            <w:tcW w:w="811" w:type="pct"/>
            <w:vAlign w:val="center"/>
          </w:tcPr>
          <w:p w14:paraId="4A50BA6F" w14:textId="79636E9A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0B922DB4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88"/>
        <w:gridCol w:w="2190"/>
        <w:gridCol w:w="2181"/>
        <w:gridCol w:w="1309"/>
        <w:gridCol w:w="1303"/>
        <w:gridCol w:w="2945"/>
        <w:gridCol w:w="1514"/>
        <w:gridCol w:w="1422"/>
      </w:tblGrid>
      <w:tr w:rsidR="00832222" w14:paraId="23E37EFA" w14:textId="77777777" w:rsidTr="00832222">
        <w:tc>
          <w:tcPr>
            <w:tcW w:w="810" w:type="pct"/>
          </w:tcPr>
          <w:p w14:paraId="01F00E7D" w14:textId="49C6FDFC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3" w:type="pct"/>
          </w:tcPr>
          <w:p w14:paraId="71687872" w14:textId="1A59440D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0" w:type="pct"/>
          </w:tcPr>
          <w:p w14:paraId="4FE19F9B" w14:textId="71888ED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26" w:type="pct"/>
          </w:tcPr>
          <w:p w14:paraId="1DB4E756" w14:textId="2306FE28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24" w:type="pct"/>
          </w:tcPr>
          <w:p w14:paraId="401B828B" w14:textId="66C52E2D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59" w:type="pct"/>
          </w:tcPr>
          <w:p w14:paraId="7A6BE017" w14:textId="72DF12B2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3" w:type="pct"/>
          </w:tcPr>
          <w:p w14:paraId="1780CB25" w14:textId="2C0A4EE9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3" w:type="pct"/>
          </w:tcPr>
          <w:p w14:paraId="42FDF66D" w14:textId="72B7EA4E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6E15F474" w14:textId="77777777" w:rsidTr="00832222">
        <w:trPr>
          <w:trHeight w:val="64"/>
        </w:trPr>
        <w:tc>
          <w:tcPr>
            <w:tcW w:w="810" w:type="pct"/>
            <w:vMerge w:val="restart"/>
            <w:vAlign w:val="center"/>
          </w:tcPr>
          <w:p w14:paraId="698B0C51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Какао-порошок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15783140559</w:t>
            </w:r>
          </w:p>
        </w:tc>
        <w:tc>
          <w:tcPr>
            <w:tcW w:w="713" w:type="pct"/>
            <w:vMerge w:val="restart"/>
            <w:vAlign w:val="center"/>
          </w:tcPr>
          <w:p w14:paraId="166474EB" w14:textId="76BD436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10.82.13.000 «Порошок какао без добавок сахара или других подслащивающих веществ» / 10.82.14.000-00000009 «Какао-порошок»</w:t>
            </w:r>
          </w:p>
        </w:tc>
        <w:tc>
          <w:tcPr>
            <w:tcW w:w="710" w:type="pct"/>
            <w:vMerge w:val="restart"/>
            <w:vAlign w:val="center"/>
          </w:tcPr>
          <w:p w14:paraId="26E607A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26" w:type="pct"/>
            <w:vMerge w:val="restart"/>
            <w:vAlign w:val="center"/>
          </w:tcPr>
          <w:p w14:paraId="61C078EB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24" w:type="pct"/>
            <w:vMerge w:val="restart"/>
            <w:vAlign w:val="center"/>
          </w:tcPr>
          <w:p w14:paraId="2FEBB4C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825.00</w:t>
            </w:r>
          </w:p>
        </w:tc>
        <w:tc>
          <w:tcPr>
            <w:tcW w:w="959" w:type="pct"/>
            <w:vAlign w:val="center"/>
          </w:tcPr>
          <w:p w14:paraId="156EF970" w14:textId="78109A8C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3" w:type="pct"/>
            <w:vAlign w:val="center"/>
          </w:tcPr>
          <w:p w14:paraId="5D63F8E1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5.5</w:t>
            </w:r>
          </w:p>
          <w:p w14:paraId="5F4FC81C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 w:val="restart"/>
            <w:vAlign w:val="center"/>
          </w:tcPr>
          <w:p w14:paraId="12BCBFC7" w14:textId="14A4A31B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270.00</w:t>
            </w:r>
          </w:p>
        </w:tc>
      </w:tr>
      <w:tr w:rsidR="00D73523" w14:paraId="6015ED44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5B500B10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28C547A5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335A4ED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2A8EABE0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3E648532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626AF662" w14:textId="4B0DC87A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</w:t>
            </w:r>
            <w:r>
              <w:rPr>
                <w:sz w:val="20"/>
                <w:szCs w:val="20"/>
              </w:rPr>
              <w:lastRenderedPageBreak/>
              <w:t>вания населения "Центр социального обслуживания граждан пожилого возраста и инвалидов"</w:t>
            </w:r>
          </w:p>
        </w:tc>
        <w:tc>
          <w:tcPr>
            <w:tcW w:w="493" w:type="pct"/>
            <w:vAlign w:val="center"/>
          </w:tcPr>
          <w:p w14:paraId="3C7AE917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2.1</w:t>
            </w:r>
          </w:p>
          <w:p w14:paraId="524CE8E0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6B8ECB30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D73523" w14:paraId="57365C87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443C3B38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55B8B44D" w14:textId="77777777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9E9C976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08E28565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752418C7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5B67A1C7" w14:textId="7FCD254A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социального обслуживания населения "</w:t>
            </w:r>
            <w:r>
              <w:rPr>
                <w:sz w:val="20"/>
                <w:szCs w:val="20"/>
              </w:rPr>
              <w:t>Социальный дом "С</w:t>
            </w:r>
            <w:r w:rsidRPr="00407935">
              <w:rPr>
                <w:sz w:val="20"/>
                <w:szCs w:val="20"/>
              </w:rPr>
              <w:t>олнечный"</w:t>
            </w:r>
          </w:p>
        </w:tc>
        <w:tc>
          <w:tcPr>
            <w:tcW w:w="493" w:type="pct"/>
            <w:vAlign w:val="center"/>
          </w:tcPr>
          <w:p w14:paraId="31B63040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52</w:t>
            </w:r>
          </w:p>
          <w:p w14:paraId="3565E2BD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20B83E2F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</w:p>
        </w:tc>
      </w:tr>
      <w:tr w:rsidR="00972464" w14:paraId="79920230" w14:textId="77777777" w:rsidTr="00832222">
        <w:trPr>
          <w:trHeight w:val="64"/>
        </w:trPr>
        <w:tc>
          <w:tcPr>
            <w:tcW w:w="810" w:type="pct"/>
            <w:vMerge/>
            <w:vAlign w:val="center"/>
          </w:tcPr>
          <w:p w14:paraId="5B887D82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3" w:type="pct"/>
            <w:vMerge/>
            <w:vAlign w:val="center"/>
          </w:tcPr>
          <w:p w14:paraId="1E43D598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0" w:type="pct"/>
            <w:vMerge/>
            <w:vAlign w:val="center"/>
          </w:tcPr>
          <w:p w14:paraId="2B65FB3E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26" w:type="pct"/>
            <w:vMerge/>
            <w:vAlign w:val="center"/>
          </w:tcPr>
          <w:p w14:paraId="026436E5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24" w:type="pct"/>
            <w:vMerge/>
            <w:vAlign w:val="center"/>
          </w:tcPr>
          <w:p w14:paraId="599A9999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59" w:type="pct"/>
            <w:vAlign w:val="center"/>
          </w:tcPr>
          <w:p w14:paraId="6FA38E5E" w14:textId="0D5A172C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3" w:type="pct"/>
            <w:vAlign w:val="center"/>
          </w:tcPr>
          <w:p w14:paraId="709990B3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28</w:t>
            </w:r>
          </w:p>
          <w:p w14:paraId="4E511A3D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3" w:type="pct"/>
            <w:vMerge/>
            <w:vAlign w:val="center"/>
          </w:tcPr>
          <w:p w14:paraId="18686FB4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716AD54F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7827412A" w14:textId="77777777" w:rsidTr="00722C11">
        <w:tc>
          <w:tcPr>
            <w:tcW w:w="811" w:type="pct"/>
            <w:gridSpan w:val="3"/>
            <w:vAlign w:val="center"/>
          </w:tcPr>
          <w:p w14:paraId="2A862ADE" w14:textId="0B120486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Какао-порошок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43CCB782" w14:textId="77777777" w:rsidTr="00722C11">
        <w:tc>
          <w:tcPr>
            <w:tcW w:w="1208" w:type="pct"/>
          </w:tcPr>
          <w:p w14:paraId="14FBE32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1E45B1B9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72BFD148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224A03C0" w14:textId="77777777" w:rsidTr="00722C11">
        <w:tc>
          <w:tcPr>
            <w:tcW w:w="811" w:type="pct"/>
            <w:vAlign w:val="center"/>
          </w:tcPr>
          <w:p w14:paraId="1FA8D5EA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Наличие в составе сахара или других подслащивающих веществ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2B2323C3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811" w:type="pct"/>
            <w:vAlign w:val="center"/>
          </w:tcPr>
          <w:p w14:paraId="7E1FBAB1" w14:textId="4D44479E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31DDCE49" w14:textId="77777777" w:rsidTr="00722C11">
        <w:tc>
          <w:tcPr>
            <w:tcW w:w="811" w:type="pct"/>
            <w:vAlign w:val="center"/>
          </w:tcPr>
          <w:p w14:paraId="0C7EA283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Тип какао-порошка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712D332F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Какао-порошок</w:t>
            </w:r>
            <w:proofErr w:type="spellEnd"/>
          </w:p>
        </w:tc>
        <w:tc>
          <w:tcPr>
            <w:tcW w:w="811" w:type="pct"/>
            <w:vAlign w:val="center"/>
          </w:tcPr>
          <w:p w14:paraId="6E1189BB" w14:textId="4F7C686A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253F8A08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40"/>
        <w:gridCol w:w="2241"/>
        <w:gridCol w:w="2232"/>
        <w:gridCol w:w="1360"/>
        <w:gridCol w:w="1354"/>
        <w:gridCol w:w="2594"/>
        <w:gridCol w:w="1566"/>
        <w:gridCol w:w="1465"/>
      </w:tblGrid>
      <w:tr w:rsidR="00832222" w14:paraId="0C7E3BEE" w14:textId="77777777" w:rsidTr="00972464">
        <w:tc>
          <w:tcPr>
            <w:tcW w:w="827" w:type="pct"/>
          </w:tcPr>
          <w:p w14:paraId="119F21A3" w14:textId="1AC41E21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30" w:type="pct"/>
          </w:tcPr>
          <w:p w14:paraId="20DA1DB1" w14:textId="3EA2EBD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27" w:type="pct"/>
          </w:tcPr>
          <w:p w14:paraId="6AB1E0F8" w14:textId="0657839A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43" w:type="pct"/>
          </w:tcPr>
          <w:p w14:paraId="451089D9" w14:textId="193E707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41" w:type="pct"/>
          </w:tcPr>
          <w:p w14:paraId="2685180F" w14:textId="0EC844B5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845" w:type="pct"/>
          </w:tcPr>
          <w:p w14:paraId="5AF8C333" w14:textId="15C357EA" w:rsidR="00832222" w:rsidRPr="00770379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510" w:type="pct"/>
          </w:tcPr>
          <w:p w14:paraId="14656DDF" w14:textId="4C7343F5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77" w:type="pct"/>
          </w:tcPr>
          <w:p w14:paraId="1234BE89" w14:textId="71578B3B" w:rsidR="00832222" w:rsidRDefault="00832222" w:rsidP="00832222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D73523" w14:paraId="4DD7943E" w14:textId="77777777" w:rsidTr="00972464">
        <w:trPr>
          <w:trHeight w:val="64"/>
        </w:trPr>
        <w:tc>
          <w:tcPr>
            <w:tcW w:w="827" w:type="pct"/>
            <w:vMerge w:val="restart"/>
            <w:vAlign w:val="center"/>
          </w:tcPr>
          <w:p w14:paraId="61CDC8BD" w14:textId="77777777" w:rsidR="00D73523" w:rsidRPr="00BB6D22" w:rsidRDefault="00D73523" w:rsidP="00D73523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Майонез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15783140561</w:t>
            </w:r>
          </w:p>
        </w:tc>
        <w:tc>
          <w:tcPr>
            <w:tcW w:w="730" w:type="pct"/>
            <w:vMerge w:val="restart"/>
            <w:vAlign w:val="center"/>
          </w:tcPr>
          <w:p w14:paraId="2E9AEC1A" w14:textId="4C5C9DDF" w:rsidR="00D73523" w:rsidRPr="00A82CD1" w:rsidRDefault="00D73523" w:rsidP="00D73523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10.84.12.130 «Майонезы» / 10.84.12.130-00000002 «Майонез»</w:t>
            </w:r>
          </w:p>
        </w:tc>
        <w:tc>
          <w:tcPr>
            <w:tcW w:w="727" w:type="pct"/>
            <w:vMerge w:val="restart"/>
            <w:vAlign w:val="center"/>
          </w:tcPr>
          <w:p w14:paraId="08607B70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43" w:type="pct"/>
            <w:vMerge w:val="restart"/>
            <w:vAlign w:val="center"/>
          </w:tcPr>
          <w:p w14:paraId="786C30EE" w14:textId="77777777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41" w:type="pct"/>
            <w:vMerge w:val="restart"/>
            <w:vAlign w:val="center"/>
          </w:tcPr>
          <w:p w14:paraId="699E11F8" w14:textId="77777777" w:rsidR="00D73523" w:rsidRPr="00724C4A" w:rsidRDefault="00D73523" w:rsidP="00D73523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453.20</w:t>
            </w:r>
          </w:p>
        </w:tc>
        <w:tc>
          <w:tcPr>
            <w:tcW w:w="845" w:type="pct"/>
            <w:vAlign w:val="center"/>
          </w:tcPr>
          <w:p w14:paraId="3B97E2E8" w14:textId="2E32E2A9" w:rsidR="00D73523" w:rsidRPr="00DB07CF" w:rsidRDefault="00D73523" w:rsidP="00D73523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бюджетное учреждение социального обслуживания населения "Оздоровительно-реабилитационный центр "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510" w:type="pct"/>
            <w:vAlign w:val="center"/>
          </w:tcPr>
          <w:p w14:paraId="4CE8A371" w14:textId="77777777" w:rsidR="00D73523" w:rsidRDefault="00D73523" w:rsidP="00D73523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40</w:t>
            </w:r>
          </w:p>
          <w:p w14:paraId="13D2F2A1" w14:textId="77777777" w:rsidR="00D73523" w:rsidRPr="00D464BE" w:rsidRDefault="00D73523" w:rsidP="00D73523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 w:val="restart"/>
            <w:vAlign w:val="center"/>
          </w:tcPr>
          <w:p w14:paraId="1EB2D665" w14:textId="4685470D" w:rsidR="00D73523" w:rsidRDefault="00D73523" w:rsidP="00D73523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206.80</w:t>
            </w:r>
          </w:p>
        </w:tc>
      </w:tr>
      <w:tr w:rsidR="00972464" w14:paraId="6DD490BD" w14:textId="77777777" w:rsidTr="00972464">
        <w:trPr>
          <w:trHeight w:val="64"/>
        </w:trPr>
        <w:tc>
          <w:tcPr>
            <w:tcW w:w="827" w:type="pct"/>
            <w:vMerge/>
            <w:vAlign w:val="center"/>
          </w:tcPr>
          <w:p w14:paraId="625EE729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30" w:type="pct"/>
            <w:vMerge/>
            <w:vAlign w:val="center"/>
          </w:tcPr>
          <w:p w14:paraId="6DD70B86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Merge/>
            <w:vAlign w:val="center"/>
          </w:tcPr>
          <w:p w14:paraId="6DE208A4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14:paraId="13726A40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41" w:type="pct"/>
            <w:vMerge/>
            <w:vAlign w:val="center"/>
          </w:tcPr>
          <w:p w14:paraId="2762D7AB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45" w:type="pct"/>
            <w:vAlign w:val="center"/>
          </w:tcPr>
          <w:p w14:paraId="787B00F2" w14:textId="69F397DE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 xml:space="preserve">хотский </w:t>
            </w:r>
            <w:r w:rsidRPr="00407935">
              <w:rPr>
                <w:sz w:val="20"/>
                <w:szCs w:val="20"/>
              </w:rPr>
              <w:lastRenderedPageBreak/>
              <w:t>бриз"</w:t>
            </w:r>
          </w:p>
        </w:tc>
        <w:tc>
          <w:tcPr>
            <w:tcW w:w="510" w:type="pct"/>
            <w:vAlign w:val="center"/>
          </w:tcPr>
          <w:p w14:paraId="21E048D7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lastRenderedPageBreak/>
              <w:t>9</w:t>
            </w:r>
          </w:p>
          <w:p w14:paraId="34571C93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77" w:type="pct"/>
            <w:vMerge/>
            <w:vAlign w:val="center"/>
          </w:tcPr>
          <w:p w14:paraId="0CEFFD49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0EC19DD8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588FDEB8" w14:textId="77777777" w:rsidTr="00722C11">
        <w:tc>
          <w:tcPr>
            <w:tcW w:w="811" w:type="pct"/>
            <w:gridSpan w:val="3"/>
            <w:vAlign w:val="center"/>
          </w:tcPr>
          <w:p w14:paraId="34D1329F" w14:textId="020397DE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Майонез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7372357A" w14:textId="77777777" w:rsidTr="00722C11">
        <w:tc>
          <w:tcPr>
            <w:tcW w:w="1208" w:type="pct"/>
          </w:tcPr>
          <w:p w14:paraId="2260145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5AF8D266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16AC84E0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11B7DCD6" w14:textId="77777777" w:rsidTr="00722C11">
        <w:tc>
          <w:tcPr>
            <w:tcW w:w="811" w:type="pct"/>
            <w:vAlign w:val="center"/>
          </w:tcPr>
          <w:p w14:paraId="7F7A7AAF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Масляная основа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18C18509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Подсолнечное</w:t>
            </w:r>
            <w:proofErr w:type="spellEnd"/>
            <w:r w:rsidRPr="0040793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35">
              <w:rPr>
                <w:sz w:val="20"/>
                <w:szCs w:val="20"/>
                <w:lang w:val="en-US"/>
              </w:rPr>
              <w:t>масло</w:t>
            </w:r>
            <w:proofErr w:type="spellEnd"/>
          </w:p>
        </w:tc>
        <w:tc>
          <w:tcPr>
            <w:tcW w:w="811" w:type="pct"/>
            <w:vAlign w:val="center"/>
          </w:tcPr>
          <w:p w14:paraId="53196EAE" w14:textId="5EE5C077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559FA621" w14:textId="77777777" w:rsidR="006C5C08" w:rsidRPr="008618EF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03"/>
        <w:gridCol w:w="2205"/>
        <w:gridCol w:w="2195"/>
        <w:gridCol w:w="1326"/>
        <w:gridCol w:w="1320"/>
        <w:gridCol w:w="2837"/>
        <w:gridCol w:w="1532"/>
        <w:gridCol w:w="1434"/>
      </w:tblGrid>
      <w:tr w:rsidR="00A42D3A" w14:paraId="193F8711" w14:textId="77777777" w:rsidTr="00D73523">
        <w:tc>
          <w:tcPr>
            <w:tcW w:w="815" w:type="pct"/>
          </w:tcPr>
          <w:p w14:paraId="68B51627" w14:textId="2ED90DFA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18" w:type="pct"/>
          </w:tcPr>
          <w:p w14:paraId="061FD207" w14:textId="2986014A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ОКПД-2 / Код позиции КТРУ</w:t>
            </w:r>
          </w:p>
        </w:tc>
        <w:tc>
          <w:tcPr>
            <w:tcW w:w="715" w:type="pct"/>
          </w:tcPr>
          <w:p w14:paraId="0DC913B0" w14:textId="479CAD52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Тип позиции</w:t>
            </w:r>
          </w:p>
        </w:tc>
        <w:tc>
          <w:tcPr>
            <w:tcW w:w="432" w:type="pct"/>
          </w:tcPr>
          <w:p w14:paraId="760502CD" w14:textId="263B696A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30" w:type="pct"/>
          </w:tcPr>
          <w:p w14:paraId="394977B2" w14:textId="6CC8B11A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924" w:type="pct"/>
          </w:tcPr>
          <w:p w14:paraId="5281C001" w14:textId="13565533" w:rsidR="00A42D3A" w:rsidRPr="00770379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</w:tc>
        <w:tc>
          <w:tcPr>
            <w:tcW w:w="499" w:type="pct"/>
          </w:tcPr>
          <w:p w14:paraId="56AFC61F" w14:textId="4CABD14D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467" w:type="pct"/>
          </w:tcPr>
          <w:p w14:paraId="30507259" w14:textId="1001A9CD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Стоимость позиции</w:t>
            </w:r>
          </w:p>
        </w:tc>
      </w:tr>
      <w:tr w:rsidR="00A42D3A" w14:paraId="1E5EDFCF" w14:textId="77777777" w:rsidTr="00D73523">
        <w:trPr>
          <w:trHeight w:val="64"/>
        </w:trPr>
        <w:tc>
          <w:tcPr>
            <w:tcW w:w="815" w:type="pct"/>
            <w:vMerge w:val="restart"/>
            <w:vAlign w:val="center"/>
          </w:tcPr>
          <w:p w14:paraId="352D5CA3" w14:textId="77777777" w:rsidR="00A42D3A" w:rsidRPr="00BB6D22" w:rsidRDefault="00A42D3A" w:rsidP="00A42D3A">
            <w:pPr>
              <w:jc w:val="center"/>
              <w:rPr>
                <w:b/>
                <w:bCs/>
                <w:lang w:val="en-US"/>
              </w:rPr>
            </w:pPr>
            <w:r w:rsidRPr="00FB7A8B">
              <w:rPr>
                <w:sz w:val="20"/>
                <w:szCs w:val="20"/>
              </w:rPr>
              <w:t>Кофейный напиток</w:t>
            </w:r>
            <w:r w:rsidRPr="00FB7A8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Идентификатор</w:t>
            </w:r>
            <w:r w:rsidRPr="00FB7A8B">
              <w:rPr>
                <w:sz w:val="20"/>
                <w:szCs w:val="20"/>
              </w:rPr>
              <w:t>: 15775894387</w:t>
            </w:r>
          </w:p>
        </w:tc>
        <w:tc>
          <w:tcPr>
            <w:tcW w:w="718" w:type="pct"/>
            <w:vMerge w:val="restart"/>
            <w:vAlign w:val="center"/>
          </w:tcPr>
          <w:p w14:paraId="28479B4E" w14:textId="73203AD5" w:rsidR="00A42D3A" w:rsidRPr="00A82CD1" w:rsidRDefault="00A42D3A" w:rsidP="00A42D3A">
            <w:pPr>
              <w:ind w:right="57"/>
              <w:jc w:val="center"/>
              <w:rPr>
                <w:b/>
                <w:bCs/>
              </w:rPr>
            </w:pPr>
            <w:r>
              <w:rPr>
                <w:sz w:val="20"/>
              </w:rPr>
              <w:t>10.83.12.120 «Экстракты, эссенции и концентраты кофе или заменителей кофе» / 10.83.12.120-00000002 «Кофейный напиток растворимый»</w:t>
            </w:r>
          </w:p>
        </w:tc>
        <w:tc>
          <w:tcPr>
            <w:tcW w:w="715" w:type="pct"/>
            <w:vMerge w:val="restart"/>
            <w:vAlign w:val="center"/>
          </w:tcPr>
          <w:p w14:paraId="5E1DBAC1" w14:textId="77777777" w:rsidR="00A42D3A" w:rsidRPr="00724C4A" w:rsidRDefault="00A42D3A" w:rsidP="00A42D3A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AB45E8">
              <w:rPr>
                <w:sz w:val="20"/>
                <w:szCs w:val="20"/>
              </w:rPr>
              <w:t>Товар</w:t>
            </w:r>
          </w:p>
        </w:tc>
        <w:tc>
          <w:tcPr>
            <w:tcW w:w="432" w:type="pct"/>
            <w:vMerge w:val="restart"/>
            <w:vAlign w:val="center"/>
          </w:tcPr>
          <w:p w14:paraId="35925987" w14:textId="77777777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Килограмм</w:t>
            </w:r>
          </w:p>
        </w:tc>
        <w:tc>
          <w:tcPr>
            <w:tcW w:w="430" w:type="pct"/>
            <w:vMerge w:val="restart"/>
            <w:vAlign w:val="center"/>
          </w:tcPr>
          <w:p w14:paraId="4A815A99" w14:textId="77777777" w:rsidR="00A42D3A" w:rsidRPr="00724C4A" w:rsidRDefault="00A42D3A" w:rsidP="00A42D3A">
            <w:pPr>
              <w:ind w:right="57"/>
              <w:jc w:val="center"/>
              <w:rPr>
                <w:b/>
                <w:bCs/>
                <w:lang w:val="en-US"/>
              </w:rPr>
            </w:pPr>
            <w:r w:rsidRPr="00407935">
              <w:rPr>
                <w:sz w:val="20"/>
                <w:szCs w:val="20"/>
              </w:rPr>
              <w:t>515.00</w:t>
            </w:r>
          </w:p>
        </w:tc>
        <w:tc>
          <w:tcPr>
            <w:tcW w:w="924" w:type="pct"/>
            <w:vAlign w:val="center"/>
          </w:tcPr>
          <w:p w14:paraId="6A1E279F" w14:textId="7E2BFDA7" w:rsidR="00A42D3A" w:rsidRPr="00DB07CF" w:rsidRDefault="00A42D3A" w:rsidP="00A42D3A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Магаданское областное государственное казённое учреждение социального обслуживания населения "Социально-реабилитационный центр для несовершеннолетних"</w:t>
            </w:r>
          </w:p>
        </w:tc>
        <w:tc>
          <w:tcPr>
            <w:tcW w:w="499" w:type="pct"/>
            <w:vAlign w:val="center"/>
          </w:tcPr>
          <w:p w14:paraId="21E2F3A7" w14:textId="77777777" w:rsidR="00A42D3A" w:rsidRDefault="00A42D3A" w:rsidP="00A42D3A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7.5</w:t>
            </w:r>
          </w:p>
          <w:p w14:paraId="1AAA0EEF" w14:textId="77777777" w:rsidR="00A42D3A" w:rsidRPr="00D464BE" w:rsidRDefault="00A42D3A" w:rsidP="00A42D3A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7" w:type="pct"/>
            <w:vMerge w:val="restart"/>
            <w:vAlign w:val="center"/>
          </w:tcPr>
          <w:p w14:paraId="090BA252" w14:textId="2F158481" w:rsidR="00A42D3A" w:rsidRDefault="00A42D3A" w:rsidP="00A42D3A">
            <w:pPr>
              <w:ind w:right="57"/>
              <w:jc w:val="center"/>
              <w:rPr>
                <w:b/>
                <w:bCs/>
              </w:rPr>
            </w:pPr>
            <w:r w:rsidRPr="0040793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 w:rsidRPr="00407935">
              <w:rPr>
                <w:sz w:val="20"/>
                <w:szCs w:val="20"/>
              </w:rPr>
              <w:t>312.50</w:t>
            </w:r>
          </w:p>
        </w:tc>
      </w:tr>
      <w:tr w:rsidR="00972464" w14:paraId="264C2997" w14:textId="77777777" w:rsidTr="00D73523">
        <w:trPr>
          <w:trHeight w:val="64"/>
        </w:trPr>
        <w:tc>
          <w:tcPr>
            <w:tcW w:w="815" w:type="pct"/>
            <w:vMerge/>
            <w:vAlign w:val="center"/>
          </w:tcPr>
          <w:p w14:paraId="38BCCEA2" w14:textId="77777777" w:rsidR="00972464" w:rsidRPr="00BB6D22" w:rsidRDefault="00972464" w:rsidP="00972464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18" w:type="pct"/>
            <w:vMerge/>
            <w:vAlign w:val="center"/>
          </w:tcPr>
          <w:p w14:paraId="3E4FECCD" w14:textId="77777777" w:rsidR="00972464" w:rsidRPr="00A82CD1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715" w:type="pct"/>
            <w:vMerge/>
            <w:vAlign w:val="center"/>
          </w:tcPr>
          <w:p w14:paraId="1B3C470C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2" w:type="pct"/>
            <w:vMerge/>
            <w:vAlign w:val="center"/>
          </w:tcPr>
          <w:p w14:paraId="727E5147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  <w:tc>
          <w:tcPr>
            <w:tcW w:w="430" w:type="pct"/>
            <w:vMerge/>
            <w:vAlign w:val="center"/>
          </w:tcPr>
          <w:p w14:paraId="7300FA4A" w14:textId="77777777" w:rsidR="00972464" w:rsidRPr="00724C4A" w:rsidRDefault="00972464" w:rsidP="00972464">
            <w:pPr>
              <w:ind w:right="57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24" w:type="pct"/>
            <w:vAlign w:val="center"/>
          </w:tcPr>
          <w:p w14:paraId="0F20D34C" w14:textId="1FC608ED" w:rsidR="00972464" w:rsidRPr="00DB07CF" w:rsidRDefault="00972464" w:rsidP="00972464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407935">
              <w:rPr>
                <w:sz w:val="20"/>
                <w:szCs w:val="20"/>
              </w:rPr>
              <w:t>агаданское областное государственное казённое учреждение социа</w:t>
            </w:r>
            <w:r>
              <w:rPr>
                <w:sz w:val="20"/>
                <w:szCs w:val="20"/>
              </w:rPr>
              <w:t>льного обслуживания населения "П</w:t>
            </w:r>
            <w:r w:rsidRPr="00407935">
              <w:rPr>
                <w:sz w:val="20"/>
                <w:szCs w:val="20"/>
              </w:rPr>
              <w:t xml:space="preserve">ансионат </w:t>
            </w:r>
            <w:r>
              <w:rPr>
                <w:sz w:val="20"/>
                <w:szCs w:val="20"/>
              </w:rPr>
              <w:t>"О</w:t>
            </w:r>
            <w:r w:rsidRPr="00407935">
              <w:rPr>
                <w:sz w:val="20"/>
                <w:szCs w:val="20"/>
              </w:rPr>
              <w:t>хотский бриз"</w:t>
            </w:r>
          </w:p>
        </w:tc>
        <w:tc>
          <w:tcPr>
            <w:tcW w:w="499" w:type="pct"/>
            <w:vAlign w:val="center"/>
          </w:tcPr>
          <w:p w14:paraId="7956BB03" w14:textId="77777777" w:rsidR="00972464" w:rsidRDefault="00972464" w:rsidP="00972464">
            <w:pPr>
              <w:ind w:right="57"/>
              <w:jc w:val="center"/>
              <w:rPr>
                <w:sz w:val="20"/>
                <w:szCs w:val="20"/>
                <w:lang w:val="en-US"/>
              </w:rPr>
            </w:pPr>
            <w:r w:rsidRPr="00407935">
              <w:rPr>
                <w:sz w:val="20"/>
                <w:szCs w:val="20"/>
              </w:rPr>
              <w:t>30</w:t>
            </w:r>
          </w:p>
          <w:p w14:paraId="0F5148F8" w14:textId="77777777" w:rsidR="00972464" w:rsidRPr="00D464BE" w:rsidRDefault="00972464" w:rsidP="00972464">
            <w:pPr>
              <w:ind w:right="57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467" w:type="pct"/>
            <w:vMerge/>
            <w:vAlign w:val="center"/>
          </w:tcPr>
          <w:p w14:paraId="3C6914B5" w14:textId="77777777" w:rsidR="00972464" w:rsidRDefault="00972464" w:rsidP="00972464">
            <w:pPr>
              <w:ind w:right="57"/>
              <w:jc w:val="center"/>
              <w:rPr>
                <w:b/>
                <w:bCs/>
              </w:rPr>
            </w:pPr>
          </w:p>
        </w:tc>
      </w:tr>
    </w:tbl>
    <w:p w14:paraId="52E4446B" w14:textId="77777777" w:rsidR="006C5C08" w:rsidRDefault="006C5C08" w:rsidP="006C5C08">
      <w:pPr>
        <w:ind w:left="57" w:right="57"/>
        <w:rPr>
          <w:b/>
          <w:bCs/>
        </w:rPr>
      </w:pPr>
    </w:p>
    <w:tbl>
      <w:tblPr>
        <w:tblStyle w:val="ab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567"/>
        <w:gridCol w:w="4983"/>
        <w:gridCol w:w="4802"/>
      </w:tblGrid>
      <w:tr w:rsidR="006C5C08" w14:paraId="1979896F" w14:textId="77777777" w:rsidTr="00722C11">
        <w:tc>
          <w:tcPr>
            <w:tcW w:w="811" w:type="pct"/>
            <w:gridSpan w:val="3"/>
            <w:vAlign w:val="center"/>
          </w:tcPr>
          <w:p w14:paraId="1A21B06A" w14:textId="67890939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Характеристики товара (</w:t>
            </w:r>
            <w:r w:rsidRPr="007031EA">
              <w:rPr>
                <w:b/>
                <w:sz w:val="20"/>
                <w:szCs w:val="20"/>
              </w:rPr>
              <w:t>Кофейный напиток</w:t>
            </w:r>
            <w:r w:rsidRPr="006B70E3">
              <w:rPr>
                <w:b/>
                <w:sz w:val="20"/>
                <w:szCs w:val="20"/>
              </w:rPr>
              <w:t>)</w:t>
            </w:r>
          </w:p>
        </w:tc>
      </w:tr>
      <w:tr w:rsidR="006C5C08" w14:paraId="5FD9C868" w14:textId="77777777" w:rsidTr="00722C11">
        <w:tc>
          <w:tcPr>
            <w:tcW w:w="1208" w:type="pct"/>
          </w:tcPr>
          <w:p w14:paraId="669A2045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Наименование хара</w:t>
            </w:r>
            <w:r>
              <w:rPr>
                <w:b/>
                <w:sz w:val="20"/>
                <w:szCs w:val="20"/>
              </w:rPr>
              <w:t>к</w:t>
            </w:r>
            <w:r w:rsidRPr="006B70E3">
              <w:rPr>
                <w:b/>
                <w:sz w:val="20"/>
                <w:szCs w:val="20"/>
              </w:rPr>
              <w:t>теристики</w:t>
            </w:r>
          </w:p>
        </w:tc>
        <w:tc>
          <w:tcPr>
            <w:tcW w:w="1081" w:type="pct"/>
          </w:tcPr>
          <w:p w14:paraId="41D4D2B4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 w:rsidRPr="006B70E3">
              <w:rPr>
                <w:b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042" w:type="pct"/>
          </w:tcPr>
          <w:p w14:paraId="1CA422DA" w14:textId="77777777" w:rsidR="006C5C08" w:rsidRPr="006B70E3" w:rsidRDefault="006C5C08" w:rsidP="00001F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Инструкция по заполнению характеристики</w:t>
            </w:r>
          </w:p>
        </w:tc>
      </w:tr>
      <w:tr w:rsidR="006C5C08" w:rsidRPr="00C84A05" w14:paraId="75D1F2C1" w14:textId="77777777" w:rsidTr="00722C11">
        <w:tc>
          <w:tcPr>
            <w:tcW w:w="811" w:type="pct"/>
            <w:vAlign w:val="center"/>
          </w:tcPr>
          <w:p w14:paraId="40EA1500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Вид кофейного напитка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6F3464F5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Без натурального кофе и цикория</w:t>
            </w:r>
          </w:p>
        </w:tc>
        <w:tc>
          <w:tcPr>
            <w:tcW w:w="811" w:type="pct"/>
            <w:vAlign w:val="center"/>
          </w:tcPr>
          <w:p w14:paraId="4812018A" w14:textId="77777777" w:rsidR="006C5C08" w:rsidRPr="00C84A05" w:rsidRDefault="006C5C08" w:rsidP="00001F63">
            <w:pPr>
              <w:jc w:val="center"/>
              <w:rPr>
                <w:b/>
                <w:bCs/>
              </w:rPr>
            </w:pPr>
            <w:r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6C5C08" w:rsidRPr="00C84A05" w14:paraId="57980CA9" w14:textId="77777777" w:rsidTr="00722C11">
        <w:tc>
          <w:tcPr>
            <w:tcW w:w="811" w:type="pct"/>
            <w:vAlign w:val="center"/>
          </w:tcPr>
          <w:p w14:paraId="125ADE56" w14:textId="77777777" w:rsidR="006C5C08" w:rsidRPr="002A6D9F" w:rsidRDefault="006C5C08" w:rsidP="002D7716">
            <w:pPr>
              <w:jc w:val="center"/>
              <w:rPr>
                <w:sz w:val="20"/>
                <w:szCs w:val="20"/>
              </w:rPr>
            </w:pPr>
            <w:r w:rsidRPr="00407935">
              <w:rPr>
                <w:sz w:val="20"/>
                <w:szCs w:val="20"/>
              </w:rPr>
              <w:t>Тип напитка</w:t>
            </w:r>
            <w:r w:rsidR="002A6D9F" w:rsidRPr="002A6D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vAlign w:val="center"/>
          </w:tcPr>
          <w:p w14:paraId="43104569" w14:textId="77777777" w:rsidR="006C5C08" w:rsidRPr="00076E16" w:rsidRDefault="006C5C08" w:rsidP="00001F63">
            <w:pPr>
              <w:jc w:val="center"/>
              <w:rPr>
                <w:b/>
                <w:bCs/>
              </w:rPr>
            </w:pPr>
            <w:proofErr w:type="spellStart"/>
            <w:r w:rsidRPr="00407935">
              <w:rPr>
                <w:sz w:val="20"/>
                <w:szCs w:val="20"/>
                <w:lang w:val="en-US"/>
              </w:rPr>
              <w:t>Нерастворимый</w:t>
            </w:r>
            <w:proofErr w:type="spellEnd"/>
          </w:p>
        </w:tc>
        <w:tc>
          <w:tcPr>
            <w:tcW w:w="811" w:type="pct"/>
            <w:vAlign w:val="center"/>
          </w:tcPr>
          <w:p w14:paraId="6243A183" w14:textId="0F33D109" w:rsidR="006C5C08" w:rsidRPr="00C84A05" w:rsidRDefault="00832222" w:rsidP="00001F6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*</w:t>
            </w:r>
            <w:r w:rsidR="006C5C08" w:rsidRPr="003551D6">
              <w:rPr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</w:tbl>
    <w:p w14:paraId="7F2A82B6" w14:textId="51E70D60" w:rsidR="006C5C08" w:rsidRDefault="006C5C08" w:rsidP="006C5C08">
      <w:pPr>
        <w:pStyle w:val="a3"/>
        <w:spacing w:before="0" w:beforeAutospacing="0" w:after="0" w:afterAutospacing="0"/>
        <w:jc w:val="right"/>
        <w:rPr>
          <w:b/>
          <w:bCs/>
        </w:rPr>
      </w:pP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shd w:val="clear" w:color="auto" w:fill="FFFFFF"/>
        </w:rPr>
        <w:t>Итого: </w:t>
      </w:r>
      <w:r w:rsidRPr="00553F98">
        <w:rPr>
          <w:sz w:val="22"/>
          <w:szCs w:val="22"/>
          <w:shd w:val="clear" w:color="auto" w:fill="FFFFFF"/>
        </w:rPr>
        <w:t>612 829,57</w:t>
      </w:r>
      <w:r>
        <w:rPr>
          <w:color w:val="000000"/>
          <w:sz w:val="22"/>
          <w:szCs w:val="22"/>
          <w:shd w:val="clear" w:color="auto" w:fill="FFFFFF"/>
        </w:rPr>
        <w:t> Российский рубль</w:t>
      </w:r>
    </w:p>
    <w:p w14:paraId="1CE57FB9" w14:textId="77777777" w:rsidR="00183195" w:rsidRPr="00887A9D" w:rsidRDefault="00183195" w:rsidP="00183195">
      <w:pPr>
        <w:ind w:firstLine="709"/>
        <w:jc w:val="both"/>
        <w:rPr>
          <w:color w:val="000000"/>
        </w:rPr>
      </w:pPr>
    </w:p>
    <w:p w14:paraId="345E774F" w14:textId="77777777" w:rsidR="00832222" w:rsidRDefault="00832222" w:rsidP="00832222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</w:rPr>
      </w:pPr>
      <w:r>
        <w:rPr>
          <w:i/>
        </w:rPr>
        <w:t xml:space="preserve">*Значение характеристики не может изменяться участником закупки (инструкция по заполнению данной характеристики указаны в </w:t>
      </w:r>
      <w:r>
        <w:rPr>
          <w:bCs/>
          <w:i/>
        </w:rPr>
        <w:t>отдельно прикрепленном файлом «</w:t>
      </w:r>
      <w:r>
        <w:rPr>
          <w:i/>
        </w:rPr>
        <w:t>Требования к содержанию, составу заявки на участие в закупке</w:t>
      </w:r>
      <w:r>
        <w:rPr>
          <w:bCs/>
          <w:i/>
        </w:rPr>
        <w:t xml:space="preserve">» к извещению о проведении электронного аукциона в разделе </w:t>
      </w:r>
      <w:r>
        <w:rPr>
          <w:b/>
          <w:i/>
        </w:rPr>
        <w:t>Инструкция по порядку заполнению заявки в структурированном виде)</w:t>
      </w:r>
      <w:r>
        <w:rPr>
          <w:bCs/>
          <w:i/>
        </w:rPr>
        <w:t>.</w:t>
      </w:r>
    </w:p>
    <w:p w14:paraId="2713E851" w14:textId="77777777" w:rsidR="00832222" w:rsidRDefault="00832222" w:rsidP="00832222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</w:rPr>
      </w:pPr>
      <w:r>
        <w:lastRenderedPageBreak/>
        <w:t>**</w:t>
      </w:r>
      <w:r>
        <w:rPr>
          <w:i/>
        </w:rPr>
        <w:t xml:space="preserve">Участник закупки указывает в заявке конкретное значение характеристики (инструкция по заполнению данной характеристики указаны в </w:t>
      </w:r>
      <w:r>
        <w:rPr>
          <w:bCs/>
          <w:i/>
        </w:rPr>
        <w:t>отдельно прикрепленном файлом «</w:t>
      </w:r>
      <w:r>
        <w:rPr>
          <w:i/>
        </w:rPr>
        <w:t>Требования к содержанию, составу заявки на участие в закупке</w:t>
      </w:r>
      <w:r>
        <w:rPr>
          <w:bCs/>
          <w:i/>
        </w:rPr>
        <w:t xml:space="preserve">» к извещению о проведении электронного аукциона в разделе </w:t>
      </w:r>
      <w:r>
        <w:rPr>
          <w:b/>
          <w:i/>
        </w:rPr>
        <w:t>Инструкция по порядку заполнению заявки в структурированном виде)</w:t>
      </w:r>
      <w:r>
        <w:rPr>
          <w:bCs/>
          <w:i/>
        </w:rPr>
        <w:t>.</w:t>
      </w:r>
    </w:p>
    <w:p w14:paraId="41C4445E" w14:textId="77777777" w:rsidR="00832222" w:rsidRPr="00307B4B" w:rsidRDefault="00832222" w:rsidP="00832222">
      <w:pPr>
        <w:pStyle w:val="2"/>
        <w:spacing w:before="0" w:beforeAutospacing="0" w:after="0" w:afterAutospacing="0"/>
        <w:rPr>
          <w:sz w:val="24"/>
          <w:szCs w:val="20"/>
        </w:rPr>
      </w:pPr>
    </w:p>
    <w:p w14:paraId="0929C441" w14:textId="77777777" w:rsidR="00183195" w:rsidRPr="00832222" w:rsidRDefault="00183195" w:rsidP="00183195">
      <w:pPr>
        <w:pStyle w:val="2"/>
        <w:spacing w:before="0" w:beforeAutospacing="0" w:after="0" w:afterAutospacing="0"/>
        <w:rPr>
          <w:sz w:val="24"/>
          <w:szCs w:val="20"/>
        </w:rPr>
      </w:pPr>
    </w:p>
    <w:sectPr w:rsidR="00183195" w:rsidRPr="00832222" w:rsidSect="00832222">
      <w:pgSz w:w="16838" w:h="11906" w:orient="landscape"/>
      <w:pgMar w:top="1134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5472ECE"/>
    <w:multiLevelType w:val="multilevel"/>
    <w:tmpl w:val="BF3CF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8987211"/>
    <w:multiLevelType w:val="multilevel"/>
    <w:tmpl w:val="AEE6316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444D72"/>
    <w:multiLevelType w:val="multilevel"/>
    <w:tmpl w:val="9B0ECD1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C60BDC"/>
    <w:multiLevelType w:val="multilevel"/>
    <w:tmpl w:val="4DF2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3A2AE0"/>
    <w:multiLevelType w:val="multilevel"/>
    <w:tmpl w:val="35B2612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2441F6"/>
    <w:multiLevelType w:val="multilevel"/>
    <w:tmpl w:val="7FC4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0E4768"/>
    <w:multiLevelType w:val="multilevel"/>
    <w:tmpl w:val="2780AA9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76F0F"/>
    <w:multiLevelType w:val="multilevel"/>
    <w:tmpl w:val="C358780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394E97"/>
    <w:multiLevelType w:val="multilevel"/>
    <w:tmpl w:val="79F4E73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1C584F"/>
    <w:multiLevelType w:val="hybridMultilevel"/>
    <w:tmpl w:val="192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03A67"/>
    <w:multiLevelType w:val="multilevel"/>
    <w:tmpl w:val="7302881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5B37D4"/>
    <w:multiLevelType w:val="multilevel"/>
    <w:tmpl w:val="E87C5B2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B87D3A"/>
    <w:multiLevelType w:val="multilevel"/>
    <w:tmpl w:val="B9C4481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A37108"/>
    <w:multiLevelType w:val="multilevel"/>
    <w:tmpl w:val="FF38A5B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75788D"/>
    <w:multiLevelType w:val="multilevel"/>
    <w:tmpl w:val="FEA81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E276B2"/>
    <w:multiLevelType w:val="multilevel"/>
    <w:tmpl w:val="C844684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C40D36"/>
    <w:multiLevelType w:val="multilevel"/>
    <w:tmpl w:val="00B0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4A0B01"/>
    <w:multiLevelType w:val="multilevel"/>
    <w:tmpl w:val="A0E2AED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A90B33"/>
    <w:multiLevelType w:val="multilevel"/>
    <w:tmpl w:val="B46E693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EE560F"/>
    <w:multiLevelType w:val="hybridMultilevel"/>
    <w:tmpl w:val="75AE0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02601"/>
    <w:multiLevelType w:val="multilevel"/>
    <w:tmpl w:val="51824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E42578"/>
    <w:multiLevelType w:val="multilevel"/>
    <w:tmpl w:val="6A104DD6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5D5624"/>
    <w:multiLevelType w:val="multilevel"/>
    <w:tmpl w:val="BF92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CB5C19"/>
    <w:multiLevelType w:val="multilevel"/>
    <w:tmpl w:val="EF7E48F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FA0987"/>
    <w:multiLevelType w:val="multilevel"/>
    <w:tmpl w:val="7C72808E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37"/>
  </w:num>
  <w:num w:numId="14">
    <w:abstractNumId w:val="13"/>
  </w:num>
  <w:num w:numId="15">
    <w:abstractNumId w:val="11"/>
  </w:num>
  <w:num w:numId="16">
    <w:abstractNumId w:val="24"/>
  </w:num>
  <w:num w:numId="17">
    <w:abstractNumId w:val="23"/>
  </w:num>
  <w:num w:numId="18">
    <w:abstractNumId w:val="22"/>
  </w:num>
  <w:num w:numId="19">
    <w:abstractNumId w:val="15"/>
  </w:num>
  <w:num w:numId="20">
    <w:abstractNumId w:val="19"/>
  </w:num>
  <w:num w:numId="21">
    <w:abstractNumId w:val="28"/>
  </w:num>
  <w:num w:numId="22">
    <w:abstractNumId w:val="35"/>
  </w:num>
  <w:num w:numId="23">
    <w:abstractNumId w:val="17"/>
  </w:num>
  <w:num w:numId="24">
    <w:abstractNumId w:val="21"/>
  </w:num>
  <w:num w:numId="25">
    <w:abstractNumId w:val="34"/>
  </w:num>
  <w:num w:numId="26">
    <w:abstractNumId w:val="18"/>
  </w:num>
  <w:num w:numId="27">
    <w:abstractNumId w:val="32"/>
  </w:num>
  <w:num w:numId="28">
    <w:abstractNumId w:val="26"/>
  </w:num>
  <w:num w:numId="29">
    <w:abstractNumId w:val="12"/>
  </w:num>
  <w:num w:numId="30">
    <w:abstractNumId w:val="31"/>
  </w:num>
  <w:num w:numId="31">
    <w:abstractNumId w:val="25"/>
  </w:num>
  <w:num w:numId="32">
    <w:abstractNumId w:val="27"/>
  </w:num>
  <w:num w:numId="33">
    <w:abstractNumId w:val="10"/>
  </w:num>
  <w:num w:numId="34">
    <w:abstractNumId w:val="29"/>
  </w:num>
  <w:num w:numId="35">
    <w:abstractNumId w:val="33"/>
  </w:num>
  <w:num w:numId="36">
    <w:abstractNumId w:val="16"/>
  </w:num>
  <w:num w:numId="37">
    <w:abstractNumId w:val="30"/>
  </w:num>
  <w:num w:numId="3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B3F"/>
    <w:rsid w:val="00001220"/>
    <w:rsid w:val="000014B6"/>
    <w:rsid w:val="00001F63"/>
    <w:rsid w:val="000026D7"/>
    <w:rsid w:val="00002887"/>
    <w:rsid w:val="000031C3"/>
    <w:rsid w:val="0000379E"/>
    <w:rsid w:val="00004E25"/>
    <w:rsid w:val="00005009"/>
    <w:rsid w:val="000052DF"/>
    <w:rsid w:val="00005999"/>
    <w:rsid w:val="00011DF0"/>
    <w:rsid w:val="000129B9"/>
    <w:rsid w:val="000134A1"/>
    <w:rsid w:val="00013622"/>
    <w:rsid w:val="00013A3A"/>
    <w:rsid w:val="000147E4"/>
    <w:rsid w:val="00014A21"/>
    <w:rsid w:val="000150EB"/>
    <w:rsid w:val="00015282"/>
    <w:rsid w:val="000152BD"/>
    <w:rsid w:val="00015DE8"/>
    <w:rsid w:val="000162D7"/>
    <w:rsid w:val="00016CAB"/>
    <w:rsid w:val="0001709E"/>
    <w:rsid w:val="00017514"/>
    <w:rsid w:val="00020180"/>
    <w:rsid w:val="0002059C"/>
    <w:rsid w:val="000211C8"/>
    <w:rsid w:val="000227CA"/>
    <w:rsid w:val="000234EE"/>
    <w:rsid w:val="00025F3D"/>
    <w:rsid w:val="0002601C"/>
    <w:rsid w:val="00026C7A"/>
    <w:rsid w:val="00027B16"/>
    <w:rsid w:val="00027C72"/>
    <w:rsid w:val="00030087"/>
    <w:rsid w:val="00030229"/>
    <w:rsid w:val="000306C7"/>
    <w:rsid w:val="00031E24"/>
    <w:rsid w:val="00033161"/>
    <w:rsid w:val="0003367D"/>
    <w:rsid w:val="00033947"/>
    <w:rsid w:val="00033DD7"/>
    <w:rsid w:val="000341E0"/>
    <w:rsid w:val="000342C1"/>
    <w:rsid w:val="00034D36"/>
    <w:rsid w:val="00035059"/>
    <w:rsid w:val="0003631E"/>
    <w:rsid w:val="0003691A"/>
    <w:rsid w:val="00036DBE"/>
    <w:rsid w:val="00036FA2"/>
    <w:rsid w:val="0003742F"/>
    <w:rsid w:val="00037568"/>
    <w:rsid w:val="00037EC0"/>
    <w:rsid w:val="000405B3"/>
    <w:rsid w:val="0004123D"/>
    <w:rsid w:val="000418E8"/>
    <w:rsid w:val="00041990"/>
    <w:rsid w:val="00043849"/>
    <w:rsid w:val="00043915"/>
    <w:rsid w:val="00044B68"/>
    <w:rsid w:val="00045508"/>
    <w:rsid w:val="00045A24"/>
    <w:rsid w:val="00045F52"/>
    <w:rsid w:val="0004658E"/>
    <w:rsid w:val="0004684B"/>
    <w:rsid w:val="00046D56"/>
    <w:rsid w:val="00046ED6"/>
    <w:rsid w:val="000479D5"/>
    <w:rsid w:val="00047D12"/>
    <w:rsid w:val="000520C8"/>
    <w:rsid w:val="00053E2F"/>
    <w:rsid w:val="000541AD"/>
    <w:rsid w:val="000544F0"/>
    <w:rsid w:val="00055022"/>
    <w:rsid w:val="00055A9B"/>
    <w:rsid w:val="000565B9"/>
    <w:rsid w:val="00057469"/>
    <w:rsid w:val="00060027"/>
    <w:rsid w:val="0006026F"/>
    <w:rsid w:val="00061C5F"/>
    <w:rsid w:val="000620E6"/>
    <w:rsid w:val="000620EC"/>
    <w:rsid w:val="00062E47"/>
    <w:rsid w:val="00063576"/>
    <w:rsid w:val="00065C0D"/>
    <w:rsid w:val="000664A5"/>
    <w:rsid w:val="00066833"/>
    <w:rsid w:val="00067015"/>
    <w:rsid w:val="0006703A"/>
    <w:rsid w:val="00067B54"/>
    <w:rsid w:val="00067D27"/>
    <w:rsid w:val="00070E62"/>
    <w:rsid w:val="000711DA"/>
    <w:rsid w:val="00072740"/>
    <w:rsid w:val="00072FE5"/>
    <w:rsid w:val="00073964"/>
    <w:rsid w:val="00073D93"/>
    <w:rsid w:val="00073DF7"/>
    <w:rsid w:val="00073DFF"/>
    <w:rsid w:val="000757FF"/>
    <w:rsid w:val="00075857"/>
    <w:rsid w:val="00076C97"/>
    <w:rsid w:val="0007724F"/>
    <w:rsid w:val="00077B76"/>
    <w:rsid w:val="00077D83"/>
    <w:rsid w:val="00080470"/>
    <w:rsid w:val="000812F3"/>
    <w:rsid w:val="00082139"/>
    <w:rsid w:val="00082962"/>
    <w:rsid w:val="00084262"/>
    <w:rsid w:val="0008468E"/>
    <w:rsid w:val="00084C7A"/>
    <w:rsid w:val="0008586D"/>
    <w:rsid w:val="00090102"/>
    <w:rsid w:val="0009021C"/>
    <w:rsid w:val="000909EE"/>
    <w:rsid w:val="00090AE3"/>
    <w:rsid w:val="00092941"/>
    <w:rsid w:val="00092EC8"/>
    <w:rsid w:val="000935D7"/>
    <w:rsid w:val="000939C6"/>
    <w:rsid w:val="00093FF9"/>
    <w:rsid w:val="00095067"/>
    <w:rsid w:val="0009568A"/>
    <w:rsid w:val="00095DD5"/>
    <w:rsid w:val="00096008"/>
    <w:rsid w:val="00096A36"/>
    <w:rsid w:val="00097299"/>
    <w:rsid w:val="00097881"/>
    <w:rsid w:val="00097C30"/>
    <w:rsid w:val="000A0101"/>
    <w:rsid w:val="000A0D83"/>
    <w:rsid w:val="000A1484"/>
    <w:rsid w:val="000A20CC"/>
    <w:rsid w:val="000A24FF"/>
    <w:rsid w:val="000A2FDB"/>
    <w:rsid w:val="000A3255"/>
    <w:rsid w:val="000A3A45"/>
    <w:rsid w:val="000A4F5C"/>
    <w:rsid w:val="000A63DC"/>
    <w:rsid w:val="000A66A8"/>
    <w:rsid w:val="000A6CD0"/>
    <w:rsid w:val="000A7E4A"/>
    <w:rsid w:val="000B122F"/>
    <w:rsid w:val="000B294B"/>
    <w:rsid w:val="000B2C0D"/>
    <w:rsid w:val="000B30A9"/>
    <w:rsid w:val="000B3A1E"/>
    <w:rsid w:val="000B3FD9"/>
    <w:rsid w:val="000B63DD"/>
    <w:rsid w:val="000C059D"/>
    <w:rsid w:val="000C0641"/>
    <w:rsid w:val="000C1199"/>
    <w:rsid w:val="000C166E"/>
    <w:rsid w:val="000C2270"/>
    <w:rsid w:val="000C25CC"/>
    <w:rsid w:val="000C567E"/>
    <w:rsid w:val="000C622E"/>
    <w:rsid w:val="000C7B57"/>
    <w:rsid w:val="000D054D"/>
    <w:rsid w:val="000D10FC"/>
    <w:rsid w:val="000D12BA"/>
    <w:rsid w:val="000D175F"/>
    <w:rsid w:val="000D1B3D"/>
    <w:rsid w:val="000D2445"/>
    <w:rsid w:val="000D2AE3"/>
    <w:rsid w:val="000D61C3"/>
    <w:rsid w:val="000D6AC5"/>
    <w:rsid w:val="000D6CE0"/>
    <w:rsid w:val="000D6CFB"/>
    <w:rsid w:val="000D7406"/>
    <w:rsid w:val="000D7B04"/>
    <w:rsid w:val="000D7E72"/>
    <w:rsid w:val="000E12CD"/>
    <w:rsid w:val="000E1B61"/>
    <w:rsid w:val="000E1E04"/>
    <w:rsid w:val="000E249C"/>
    <w:rsid w:val="000E3ED9"/>
    <w:rsid w:val="000E3EF2"/>
    <w:rsid w:val="000E45BC"/>
    <w:rsid w:val="000E5057"/>
    <w:rsid w:val="000E54B5"/>
    <w:rsid w:val="000E5574"/>
    <w:rsid w:val="000E5BEE"/>
    <w:rsid w:val="000E5E54"/>
    <w:rsid w:val="000E6070"/>
    <w:rsid w:val="000E652C"/>
    <w:rsid w:val="000E69A4"/>
    <w:rsid w:val="000E6E24"/>
    <w:rsid w:val="000E72C0"/>
    <w:rsid w:val="000E740B"/>
    <w:rsid w:val="000E7A15"/>
    <w:rsid w:val="000F18E5"/>
    <w:rsid w:val="000F1E25"/>
    <w:rsid w:val="000F1E83"/>
    <w:rsid w:val="000F210E"/>
    <w:rsid w:val="000F2A72"/>
    <w:rsid w:val="000F2B4E"/>
    <w:rsid w:val="000F2DEF"/>
    <w:rsid w:val="000F3282"/>
    <w:rsid w:val="000F403F"/>
    <w:rsid w:val="000F421A"/>
    <w:rsid w:val="000F5229"/>
    <w:rsid w:val="000F6997"/>
    <w:rsid w:val="000F722E"/>
    <w:rsid w:val="000F771F"/>
    <w:rsid w:val="000F7B74"/>
    <w:rsid w:val="0010018B"/>
    <w:rsid w:val="00101712"/>
    <w:rsid w:val="001026DB"/>
    <w:rsid w:val="00102DA7"/>
    <w:rsid w:val="00103025"/>
    <w:rsid w:val="001050C4"/>
    <w:rsid w:val="0010518B"/>
    <w:rsid w:val="001051AC"/>
    <w:rsid w:val="00105B80"/>
    <w:rsid w:val="00105F45"/>
    <w:rsid w:val="00106E9C"/>
    <w:rsid w:val="00106EF2"/>
    <w:rsid w:val="00106FBF"/>
    <w:rsid w:val="001077E1"/>
    <w:rsid w:val="00107E3F"/>
    <w:rsid w:val="001112CC"/>
    <w:rsid w:val="0011140C"/>
    <w:rsid w:val="00111827"/>
    <w:rsid w:val="00112071"/>
    <w:rsid w:val="00112835"/>
    <w:rsid w:val="00112CFC"/>
    <w:rsid w:val="0011313A"/>
    <w:rsid w:val="0011393D"/>
    <w:rsid w:val="00114645"/>
    <w:rsid w:val="00114A9C"/>
    <w:rsid w:val="0011508E"/>
    <w:rsid w:val="00115D01"/>
    <w:rsid w:val="001168A3"/>
    <w:rsid w:val="00116D37"/>
    <w:rsid w:val="00117E83"/>
    <w:rsid w:val="00120BFA"/>
    <w:rsid w:val="001210FE"/>
    <w:rsid w:val="00121EB8"/>
    <w:rsid w:val="00122162"/>
    <w:rsid w:val="0012298F"/>
    <w:rsid w:val="00122C3C"/>
    <w:rsid w:val="001247AC"/>
    <w:rsid w:val="00124EDF"/>
    <w:rsid w:val="00125F69"/>
    <w:rsid w:val="00126CF8"/>
    <w:rsid w:val="0012722B"/>
    <w:rsid w:val="001304B6"/>
    <w:rsid w:val="00130CFB"/>
    <w:rsid w:val="00132290"/>
    <w:rsid w:val="00132741"/>
    <w:rsid w:val="00133114"/>
    <w:rsid w:val="00133235"/>
    <w:rsid w:val="001333BC"/>
    <w:rsid w:val="001341CF"/>
    <w:rsid w:val="00135E54"/>
    <w:rsid w:val="001376C8"/>
    <w:rsid w:val="00137843"/>
    <w:rsid w:val="00140691"/>
    <w:rsid w:val="00141C6C"/>
    <w:rsid w:val="0014290F"/>
    <w:rsid w:val="00142A5C"/>
    <w:rsid w:val="00142BEA"/>
    <w:rsid w:val="00144C5A"/>
    <w:rsid w:val="0014541B"/>
    <w:rsid w:val="00145913"/>
    <w:rsid w:val="0014647A"/>
    <w:rsid w:val="00151068"/>
    <w:rsid w:val="0015115A"/>
    <w:rsid w:val="001518D9"/>
    <w:rsid w:val="001534C4"/>
    <w:rsid w:val="00154515"/>
    <w:rsid w:val="00154754"/>
    <w:rsid w:val="00154A16"/>
    <w:rsid w:val="00154B7D"/>
    <w:rsid w:val="0015529D"/>
    <w:rsid w:val="00155642"/>
    <w:rsid w:val="001558D6"/>
    <w:rsid w:val="00155BDC"/>
    <w:rsid w:val="00155DAA"/>
    <w:rsid w:val="0015674F"/>
    <w:rsid w:val="00157017"/>
    <w:rsid w:val="001604E9"/>
    <w:rsid w:val="00160A61"/>
    <w:rsid w:val="00160FE3"/>
    <w:rsid w:val="00161129"/>
    <w:rsid w:val="001614C6"/>
    <w:rsid w:val="00161AD0"/>
    <w:rsid w:val="00162345"/>
    <w:rsid w:val="001623B1"/>
    <w:rsid w:val="001626CC"/>
    <w:rsid w:val="00162E7D"/>
    <w:rsid w:val="00162F06"/>
    <w:rsid w:val="00163A8D"/>
    <w:rsid w:val="00164462"/>
    <w:rsid w:val="0016550B"/>
    <w:rsid w:val="00165E02"/>
    <w:rsid w:val="001662F0"/>
    <w:rsid w:val="001666FF"/>
    <w:rsid w:val="0017000F"/>
    <w:rsid w:val="0017115D"/>
    <w:rsid w:val="00172CB4"/>
    <w:rsid w:val="00172DE7"/>
    <w:rsid w:val="00173853"/>
    <w:rsid w:val="00173B5F"/>
    <w:rsid w:val="00175674"/>
    <w:rsid w:val="001758B9"/>
    <w:rsid w:val="0017651C"/>
    <w:rsid w:val="001766BD"/>
    <w:rsid w:val="001768E1"/>
    <w:rsid w:val="00176EA2"/>
    <w:rsid w:val="00177C8A"/>
    <w:rsid w:val="0018059F"/>
    <w:rsid w:val="00181A39"/>
    <w:rsid w:val="00181DD5"/>
    <w:rsid w:val="0018240B"/>
    <w:rsid w:val="001829D3"/>
    <w:rsid w:val="00182E88"/>
    <w:rsid w:val="00183195"/>
    <w:rsid w:val="00183CFD"/>
    <w:rsid w:val="001842B2"/>
    <w:rsid w:val="001847E2"/>
    <w:rsid w:val="00184919"/>
    <w:rsid w:val="00184E08"/>
    <w:rsid w:val="001854F8"/>
    <w:rsid w:val="001855BE"/>
    <w:rsid w:val="00187168"/>
    <w:rsid w:val="00192043"/>
    <w:rsid w:val="00192075"/>
    <w:rsid w:val="00192F7A"/>
    <w:rsid w:val="00192FD8"/>
    <w:rsid w:val="00193D0C"/>
    <w:rsid w:val="0019494A"/>
    <w:rsid w:val="00194D64"/>
    <w:rsid w:val="00194FAE"/>
    <w:rsid w:val="001952BD"/>
    <w:rsid w:val="00195972"/>
    <w:rsid w:val="00196DE7"/>
    <w:rsid w:val="00196EB9"/>
    <w:rsid w:val="00196EBB"/>
    <w:rsid w:val="00197866"/>
    <w:rsid w:val="001A09F9"/>
    <w:rsid w:val="001A0A1C"/>
    <w:rsid w:val="001A11A6"/>
    <w:rsid w:val="001A1A5C"/>
    <w:rsid w:val="001A1CF4"/>
    <w:rsid w:val="001A1D23"/>
    <w:rsid w:val="001A42B7"/>
    <w:rsid w:val="001A44B2"/>
    <w:rsid w:val="001A4AD5"/>
    <w:rsid w:val="001A4B13"/>
    <w:rsid w:val="001A4C57"/>
    <w:rsid w:val="001A4FBC"/>
    <w:rsid w:val="001A5461"/>
    <w:rsid w:val="001A6A2C"/>
    <w:rsid w:val="001A77B5"/>
    <w:rsid w:val="001A7900"/>
    <w:rsid w:val="001A791A"/>
    <w:rsid w:val="001A79AF"/>
    <w:rsid w:val="001B00B9"/>
    <w:rsid w:val="001B00FA"/>
    <w:rsid w:val="001B058D"/>
    <w:rsid w:val="001B099A"/>
    <w:rsid w:val="001B2234"/>
    <w:rsid w:val="001B445D"/>
    <w:rsid w:val="001B4FFD"/>
    <w:rsid w:val="001B500D"/>
    <w:rsid w:val="001B68DD"/>
    <w:rsid w:val="001B7233"/>
    <w:rsid w:val="001B7D33"/>
    <w:rsid w:val="001C0443"/>
    <w:rsid w:val="001C06C3"/>
    <w:rsid w:val="001C0E1D"/>
    <w:rsid w:val="001C1307"/>
    <w:rsid w:val="001C1F37"/>
    <w:rsid w:val="001C36A6"/>
    <w:rsid w:val="001C37D5"/>
    <w:rsid w:val="001C3E9D"/>
    <w:rsid w:val="001C48D1"/>
    <w:rsid w:val="001C4A90"/>
    <w:rsid w:val="001C4B48"/>
    <w:rsid w:val="001C4FF7"/>
    <w:rsid w:val="001C5ED3"/>
    <w:rsid w:val="001C7377"/>
    <w:rsid w:val="001C7B9A"/>
    <w:rsid w:val="001D0A1E"/>
    <w:rsid w:val="001D1310"/>
    <w:rsid w:val="001D3844"/>
    <w:rsid w:val="001D3987"/>
    <w:rsid w:val="001D6DF1"/>
    <w:rsid w:val="001E0436"/>
    <w:rsid w:val="001E066F"/>
    <w:rsid w:val="001E125B"/>
    <w:rsid w:val="001E16E2"/>
    <w:rsid w:val="001E1E15"/>
    <w:rsid w:val="001E2086"/>
    <w:rsid w:val="001E27D1"/>
    <w:rsid w:val="001E29B6"/>
    <w:rsid w:val="001E31E1"/>
    <w:rsid w:val="001E368C"/>
    <w:rsid w:val="001E389E"/>
    <w:rsid w:val="001E3D04"/>
    <w:rsid w:val="001E3F92"/>
    <w:rsid w:val="001E41F0"/>
    <w:rsid w:val="001E5C3E"/>
    <w:rsid w:val="001E5D35"/>
    <w:rsid w:val="001E6800"/>
    <w:rsid w:val="001E6A0A"/>
    <w:rsid w:val="001E6F7F"/>
    <w:rsid w:val="001E6FCD"/>
    <w:rsid w:val="001E76C9"/>
    <w:rsid w:val="001E78E4"/>
    <w:rsid w:val="001F001D"/>
    <w:rsid w:val="001F102D"/>
    <w:rsid w:val="001F20F0"/>
    <w:rsid w:val="001F2ED7"/>
    <w:rsid w:val="001F32E6"/>
    <w:rsid w:val="001F46F3"/>
    <w:rsid w:val="001F4AC5"/>
    <w:rsid w:val="001F52BA"/>
    <w:rsid w:val="001F5F49"/>
    <w:rsid w:val="001F71E3"/>
    <w:rsid w:val="001F7617"/>
    <w:rsid w:val="00200229"/>
    <w:rsid w:val="0020084F"/>
    <w:rsid w:val="00200D73"/>
    <w:rsid w:val="00201D01"/>
    <w:rsid w:val="002021AD"/>
    <w:rsid w:val="00202D30"/>
    <w:rsid w:val="002031DF"/>
    <w:rsid w:val="002034DA"/>
    <w:rsid w:val="00203D06"/>
    <w:rsid w:val="00203E2A"/>
    <w:rsid w:val="00204DC3"/>
    <w:rsid w:val="002055A2"/>
    <w:rsid w:val="00205713"/>
    <w:rsid w:val="00205C91"/>
    <w:rsid w:val="00206584"/>
    <w:rsid w:val="00207513"/>
    <w:rsid w:val="002077FB"/>
    <w:rsid w:val="00207837"/>
    <w:rsid w:val="00210037"/>
    <w:rsid w:val="002103BA"/>
    <w:rsid w:val="00210C90"/>
    <w:rsid w:val="002113B6"/>
    <w:rsid w:val="00212CC7"/>
    <w:rsid w:val="00212D1C"/>
    <w:rsid w:val="00213144"/>
    <w:rsid w:val="002131DC"/>
    <w:rsid w:val="00213519"/>
    <w:rsid w:val="002135DC"/>
    <w:rsid w:val="002137CB"/>
    <w:rsid w:val="0021386C"/>
    <w:rsid w:val="002145CD"/>
    <w:rsid w:val="002152AC"/>
    <w:rsid w:val="0021533B"/>
    <w:rsid w:val="002169DB"/>
    <w:rsid w:val="00217064"/>
    <w:rsid w:val="0022185F"/>
    <w:rsid w:val="002220FA"/>
    <w:rsid w:val="002233EF"/>
    <w:rsid w:val="00223CB4"/>
    <w:rsid w:val="0022432D"/>
    <w:rsid w:val="00224518"/>
    <w:rsid w:val="00224D65"/>
    <w:rsid w:val="00224D98"/>
    <w:rsid w:val="002261C2"/>
    <w:rsid w:val="00226CC6"/>
    <w:rsid w:val="00226DAC"/>
    <w:rsid w:val="00227D4B"/>
    <w:rsid w:val="002308E4"/>
    <w:rsid w:val="00230CF7"/>
    <w:rsid w:val="002311F7"/>
    <w:rsid w:val="00231666"/>
    <w:rsid w:val="00231906"/>
    <w:rsid w:val="0023236B"/>
    <w:rsid w:val="00232E51"/>
    <w:rsid w:val="00233B19"/>
    <w:rsid w:val="00234248"/>
    <w:rsid w:val="00234CAA"/>
    <w:rsid w:val="002355D7"/>
    <w:rsid w:val="002364CA"/>
    <w:rsid w:val="002374D7"/>
    <w:rsid w:val="00237C92"/>
    <w:rsid w:val="0024026F"/>
    <w:rsid w:val="00240888"/>
    <w:rsid w:val="0024122E"/>
    <w:rsid w:val="002428AD"/>
    <w:rsid w:val="0024340C"/>
    <w:rsid w:val="00243B71"/>
    <w:rsid w:val="00243C7A"/>
    <w:rsid w:val="00243DF1"/>
    <w:rsid w:val="00243E34"/>
    <w:rsid w:val="00244829"/>
    <w:rsid w:val="00244D6F"/>
    <w:rsid w:val="0024500F"/>
    <w:rsid w:val="00247659"/>
    <w:rsid w:val="002509FA"/>
    <w:rsid w:val="00250B01"/>
    <w:rsid w:val="002512FC"/>
    <w:rsid w:val="00251821"/>
    <w:rsid w:val="0025215F"/>
    <w:rsid w:val="00252167"/>
    <w:rsid w:val="0025223F"/>
    <w:rsid w:val="00252E71"/>
    <w:rsid w:val="00253108"/>
    <w:rsid w:val="00253747"/>
    <w:rsid w:val="00255633"/>
    <w:rsid w:val="002563AF"/>
    <w:rsid w:val="00256868"/>
    <w:rsid w:val="00256AB1"/>
    <w:rsid w:val="00256DF4"/>
    <w:rsid w:val="00257153"/>
    <w:rsid w:val="00257660"/>
    <w:rsid w:val="00257BA4"/>
    <w:rsid w:val="00257DE6"/>
    <w:rsid w:val="00260B46"/>
    <w:rsid w:val="00260F6B"/>
    <w:rsid w:val="00261667"/>
    <w:rsid w:val="002619B6"/>
    <w:rsid w:val="00261CD9"/>
    <w:rsid w:val="00261D8E"/>
    <w:rsid w:val="00261DC2"/>
    <w:rsid w:val="00262C6B"/>
    <w:rsid w:val="00263B0C"/>
    <w:rsid w:val="002640F5"/>
    <w:rsid w:val="00264220"/>
    <w:rsid w:val="00264730"/>
    <w:rsid w:val="002654C6"/>
    <w:rsid w:val="0026600B"/>
    <w:rsid w:val="00266AF0"/>
    <w:rsid w:val="00266D65"/>
    <w:rsid w:val="00267B3B"/>
    <w:rsid w:val="00270085"/>
    <w:rsid w:val="00271C5B"/>
    <w:rsid w:val="00272E93"/>
    <w:rsid w:val="0027355D"/>
    <w:rsid w:val="00273C01"/>
    <w:rsid w:val="00274C8B"/>
    <w:rsid w:val="00274D2C"/>
    <w:rsid w:val="00274DE5"/>
    <w:rsid w:val="00275FC5"/>
    <w:rsid w:val="00276AC8"/>
    <w:rsid w:val="00276F77"/>
    <w:rsid w:val="0027721F"/>
    <w:rsid w:val="00277272"/>
    <w:rsid w:val="00277B29"/>
    <w:rsid w:val="00277B75"/>
    <w:rsid w:val="00280105"/>
    <w:rsid w:val="002807C7"/>
    <w:rsid w:val="00281A7C"/>
    <w:rsid w:val="00281FD4"/>
    <w:rsid w:val="00282D0C"/>
    <w:rsid w:val="0028377A"/>
    <w:rsid w:val="00283955"/>
    <w:rsid w:val="00284A85"/>
    <w:rsid w:val="00285D3C"/>
    <w:rsid w:val="00286259"/>
    <w:rsid w:val="0028688D"/>
    <w:rsid w:val="00287610"/>
    <w:rsid w:val="00290C3D"/>
    <w:rsid w:val="0029155F"/>
    <w:rsid w:val="00291995"/>
    <w:rsid w:val="00292CF8"/>
    <w:rsid w:val="00293730"/>
    <w:rsid w:val="00293808"/>
    <w:rsid w:val="00293A90"/>
    <w:rsid w:val="00293CAD"/>
    <w:rsid w:val="00293CCE"/>
    <w:rsid w:val="00294218"/>
    <w:rsid w:val="002942AD"/>
    <w:rsid w:val="00294AD4"/>
    <w:rsid w:val="00294B3A"/>
    <w:rsid w:val="00294DC2"/>
    <w:rsid w:val="00295734"/>
    <w:rsid w:val="00295773"/>
    <w:rsid w:val="00296651"/>
    <w:rsid w:val="002968B7"/>
    <w:rsid w:val="0029695E"/>
    <w:rsid w:val="00297BC0"/>
    <w:rsid w:val="002A0081"/>
    <w:rsid w:val="002A0C97"/>
    <w:rsid w:val="002A1875"/>
    <w:rsid w:val="002A18F4"/>
    <w:rsid w:val="002A1915"/>
    <w:rsid w:val="002A1DF3"/>
    <w:rsid w:val="002A2393"/>
    <w:rsid w:val="002A3549"/>
    <w:rsid w:val="002A410C"/>
    <w:rsid w:val="002A41AD"/>
    <w:rsid w:val="002A4CFF"/>
    <w:rsid w:val="002A54B9"/>
    <w:rsid w:val="002A6098"/>
    <w:rsid w:val="002A6D9F"/>
    <w:rsid w:val="002A701D"/>
    <w:rsid w:val="002B098C"/>
    <w:rsid w:val="002B0B03"/>
    <w:rsid w:val="002B158F"/>
    <w:rsid w:val="002B1964"/>
    <w:rsid w:val="002B2C05"/>
    <w:rsid w:val="002B3226"/>
    <w:rsid w:val="002B33E8"/>
    <w:rsid w:val="002B3F8C"/>
    <w:rsid w:val="002B58D6"/>
    <w:rsid w:val="002B5B3A"/>
    <w:rsid w:val="002B5BE0"/>
    <w:rsid w:val="002B5F37"/>
    <w:rsid w:val="002B7DB0"/>
    <w:rsid w:val="002C0B69"/>
    <w:rsid w:val="002C0CE4"/>
    <w:rsid w:val="002C1189"/>
    <w:rsid w:val="002C14CD"/>
    <w:rsid w:val="002C188D"/>
    <w:rsid w:val="002C2F80"/>
    <w:rsid w:val="002C36E3"/>
    <w:rsid w:val="002C3BD4"/>
    <w:rsid w:val="002C40F2"/>
    <w:rsid w:val="002C41A8"/>
    <w:rsid w:val="002C469F"/>
    <w:rsid w:val="002C47BD"/>
    <w:rsid w:val="002C4A1F"/>
    <w:rsid w:val="002C78ED"/>
    <w:rsid w:val="002C79F9"/>
    <w:rsid w:val="002D06DC"/>
    <w:rsid w:val="002D0BAA"/>
    <w:rsid w:val="002D1913"/>
    <w:rsid w:val="002D26D1"/>
    <w:rsid w:val="002D2CA3"/>
    <w:rsid w:val="002D314F"/>
    <w:rsid w:val="002D37E7"/>
    <w:rsid w:val="002D3B5E"/>
    <w:rsid w:val="002D3F63"/>
    <w:rsid w:val="002D3FA7"/>
    <w:rsid w:val="002D4F7A"/>
    <w:rsid w:val="002D63E8"/>
    <w:rsid w:val="002D64B4"/>
    <w:rsid w:val="002D6EEF"/>
    <w:rsid w:val="002D72B6"/>
    <w:rsid w:val="002D7716"/>
    <w:rsid w:val="002E189D"/>
    <w:rsid w:val="002E1962"/>
    <w:rsid w:val="002E1A27"/>
    <w:rsid w:val="002E1B04"/>
    <w:rsid w:val="002E31D4"/>
    <w:rsid w:val="002E33C9"/>
    <w:rsid w:val="002E41D8"/>
    <w:rsid w:val="002E46AC"/>
    <w:rsid w:val="002E5F61"/>
    <w:rsid w:val="002E6D13"/>
    <w:rsid w:val="002F09D9"/>
    <w:rsid w:val="002F0B84"/>
    <w:rsid w:val="002F0BC1"/>
    <w:rsid w:val="002F11CD"/>
    <w:rsid w:val="002F18B8"/>
    <w:rsid w:val="002F1DF1"/>
    <w:rsid w:val="002F2055"/>
    <w:rsid w:val="002F22D7"/>
    <w:rsid w:val="002F315F"/>
    <w:rsid w:val="002F3332"/>
    <w:rsid w:val="002F3B71"/>
    <w:rsid w:val="002F3CA9"/>
    <w:rsid w:val="002F4632"/>
    <w:rsid w:val="002F5691"/>
    <w:rsid w:val="002F779D"/>
    <w:rsid w:val="002F7822"/>
    <w:rsid w:val="003023DE"/>
    <w:rsid w:val="003024B2"/>
    <w:rsid w:val="00302ABD"/>
    <w:rsid w:val="00302DF5"/>
    <w:rsid w:val="00303256"/>
    <w:rsid w:val="00303EE7"/>
    <w:rsid w:val="003048A6"/>
    <w:rsid w:val="00305D49"/>
    <w:rsid w:val="003063A6"/>
    <w:rsid w:val="00306B97"/>
    <w:rsid w:val="00306DFF"/>
    <w:rsid w:val="00306E25"/>
    <w:rsid w:val="00306E92"/>
    <w:rsid w:val="00307A73"/>
    <w:rsid w:val="00310BE6"/>
    <w:rsid w:val="0031242D"/>
    <w:rsid w:val="00313327"/>
    <w:rsid w:val="00313FBC"/>
    <w:rsid w:val="003150CD"/>
    <w:rsid w:val="003156F5"/>
    <w:rsid w:val="00316AD3"/>
    <w:rsid w:val="00317041"/>
    <w:rsid w:val="00320016"/>
    <w:rsid w:val="00320146"/>
    <w:rsid w:val="003203CC"/>
    <w:rsid w:val="00322CE1"/>
    <w:rsid w:val="00323432"/>
    <w:rsid w:val="00323798"/>
    <w:rsid w:val="00323CD7"/>
    <w:rsid w:val="003241DA"/>
    <w:rsid w:val="00324540"/>
    <w:rsid w:val="0032493C"/>
    <w:rsid w:val="00324B03"/>
    <w:rsid w:val="003266FE"/>
    <w:rsid w:val="00326A5D"/>
    <w:rsid w:val="00330133"/>
    <w:rsid w:val="00330996"/>
    <w:rsid w:val="003314C0"/>
    <w:rsid w:val="00331733"/>
    <w:rsid w:val="00331C92"/>
    <w:rsid w:val="00332AC6"/>
    <w:rsid w:val="00333857"/>
    <w:rsid w:val="00333F1B"/>
    <w:rsid w:val="0033460B"/>
    <w:rsid w:val="00334875"/>
    <w:rsid w:val="00334CDB"/>
    <w:rsid w:val="00334E3C"/>
    <w:rsid w:val="00336D97"/>
    <w:rsid w:val="0033701A"/>
    <w:rsid w:val="0033741F"/>
    <w:rsid w:val="00340246"/>
    <w:rsid w:val="0034030A"/>
    <w:rsid w:val="00340E50"/>
    <w:rsid w:val="003421B6"/>
    <w:rsid w:val="003424FA"/>
    <w:rsid w:val="003425BC"/>
    <w:rsid w:val="00342908"/>
    <w:rsid w:val="00342E63"/>
    <w:rsid w:val="003430BC"/>
    <w:rsid w:val="0034331C"/>
    <w:rsid w:val="003434AE"/>
    <w:rsid w:val="003435B2"/>
    <w:rsid w:val="00343BA7"/>
    <w:rsid w:val="00343DDA"/>
    <w:rsid w:val="00343FBE"/>
    <w:rsid w:val="00344AD7"/>
    <w:rsid w:val="0034558D"/>
    <w:rsid w:val="00345AFC"/>
    <w:rsid w:val="003461EB"/>
    <w:rsid w:val="00346824"/>
    <w:rsid w:val="003501E2"/>
    <w:rsid w:val="003510E7"/>
    <w:rsid w:val="00351271"/>
    <w:rsid w:val="00352D83"/>
    <w:rsid w:val="00352FCF"/>
    <w:rsid w:val="00354859"/>
    <w:rsid w:val="003548C6"/>
    <w:rsid w:val="0035491D"/>
    <w:rsid w:val="00354ADC"/>
    <w:rsid w:val="003551D6"/>
    <w:rsid w:val="00355D41"/>
    <w:rsid w:val="00356040"/>
    <w:rsid w:val="00356505"/>
    <w:rsid w:val="00356EF1"/>
    <w:rsid w:val="0035749A"/>
    <w:rsid w:val="00357B34"/>
    <w:rsid w:val="0036028E"/>
    <w:rsid w:val="003605CE"/>
    <w:rsid w:val="00360B47"/>
    <w:rsid w:val="00360D80"/>
    <w:rsid w:val="003611C0"/>
    <w:rsid w:val="003618ED"/>
    <w:rsid w:val="00361F6C"/>
    <w:rsid w:val="00361FA5"/>
    <w:rsid w:val="003636A3"/>
    <w:rsid w:val="00363A02"/>
    <w:rsid w:val="00363BC1"/>
    <w:rsid w:val="00364383"/>
    <w:rsid w:val="003645C0"/>
    <w:rsid w:val="003645D8"/>
    <w:rsid w:val="003651B3"/>
    <w:rsid w:val="0036590E"/>
    <w:rsid w:val="0036619C"/>
    <w:rsid w:val="00367147"/>
    <w:rsid w:val="003677F3"/>
    <w:rsid w:val="00367933"/>
    <w:rsid w:val="00370410"/>
    <w:rsid w:val="00371097"/>
    <w:rsid w:val="003717C7"/>
    <w:rsid w:val="00371822"/>
    <w:rsid w:val="00371BD6"/>
    <w:rsid w:val="0037328E"/>
    <w:rsid w:val="00373D95"/>
    <w:rsid w:val="0037419E"/>
    <w:rsid w:val="00375A71"/>
    <w:rsid w:val="00376E32"/>
    <w:rsid w:val="003779D3"/>
    <w:rsid w:val="003805D1"/>
    <w:rsid w:val="00380CCC"/>
    <w:rsid w:val="00381928"/>
    <w:rsid w:val="0038294B"/>
    <w:rsid w:val="00382B14"/>
    <w:rsid w:val="00382D54"/>
    <w:rsid w:val="00382ED4"/>
    <w:rsid w:val="003834E9"/>
    <w:rsid w:val="00383B87"/>
    <w:rsid w:val="00384DEE"/>
    <w:rsid w:val="0038518F"/>
    <w:rsid w:val="003853DC"/>
    <w:rsid w:val="00387183"/>
    <w:rsid w:val="00387736"/>
    <w:rsid w:val="00390CC6"/>
    <w:rsid w:val="00393CE9"/>
    <w:rsid w:val="00395878"/>
    <w:rsid w:val="0039599D"/>
    <w:rsid w:val="0039639E"/>
    <w:rsid w:val="0039692C"/>
    <w:rsid w:val="0039694E"/>
    <w:rsid w:val="00397982"/>
    <w:rsid w:val="003979F3"/>
    <w:rsid w:val="003A034E"/>
    <w:rsid w:val="003A0806"/>
    <w:rsid w:val="003A08BB"/>
    <w:rsid w:val="003A0F49"/>
    <w:rsid w:val="003A1136"/>
    <w:rsid w:val="003A1664"/>
    <w:rsid w:val="003A1EE3"/>
    <w:rsid w:val="003A1F79"/>
    <w:rsid w:val="003A2E6E"/>
    <w:rsid w:val="003A2E9B"/>
    <w:rsid w:val="003A34D1"/>
    <w:rsid w:val="003A3A68"/>
    <w:rsid w:val="003A41AC"/>
    <w:rsid w:val="003A42BE"/>
    <w:rsid w:val="003A55E1"/>
    <w:rsid w:val="003A5C33"/>
    <w:rsid w:val="003A5FF8"/>
    <w:rsid w:val="003A6999"/>
    <w:rsid w:val="003A6B09"/>
    <w:rsid w:val="003A7232"/>
    <w:rsid w:val="003A7370"/>
    <w:rsid w:val="003A777F"/>
    <w:rsid w:val="003B1477"/>
    <w:rsid w:val="003B174A"/>
    <w:rsid w:val="003B2B09"/>
    <w:rsid w:val="003B2C56"/>
    <w:rsid w:val="003B2CBB"/>
    <w:rsid w:val="003B30F4"/>
    <w:rsid w:val="003B3614"/>
    <w:rsid w:val="003B3B1B"/>
    <w:rsid w:val="003B51CD"/>
    <w:rsid w:val="003B6184"/>
    <w:rsid w:val="003B6922"/>
    <w:rsid w:val="003B7146"/>
    <w:rsid w:val="003B747E"/>
    <w:rsid w:val="003B7A29"/>
    <w:rsid w:val="003B7B8C"/>
    <w:rsid w:val="003C08AA"/>
    <w:rsid w:val="003C4273"/>
    <w:rsid w:val="003C4899"/>
    <w:rsid w:val="003C5977"/>
    <w:rsid w:val="003C59D9"/>
    <w:rsid w:val="003C706D"/>
    <w:rsid w:val="003C7234"/>
    <w:rsid w:val="003C7657"/>
    <w:rsid w:val="003C76A2"/>
    <w:rsid w:val="003D1D53"/>
    <w:rsid w:val="003D1DA7"/>
    <w:rsid w:val="003D20FA"/>
    <w:rsid w:val="003D30F8"/>
    <w:rsid w:val="003D3170"/>
    <w:rsid w:val="003D375C"/>
    <w:rsid w:val="003D4302"/>
    <w:rsid w:val="003D4F2D"/>
    <w:rsid w:val="003D5067"/>
    <w:rsid w:val="003D5997"/>
    <w:rsid w:val="003D5D08"/>
    <w:rsid w:val="003D65A6"/>
    <w:rsid w:val="003D69FE"/>
    <w:rsid w:val="003D7306"/>
    <w:rsid w:val="003D79D5"/>
    <w:rsid w:val="003E004D"/>
    <w:rsid w:val="003E03AD"/>
    <w:rsid w:val="003E040B"/>
    <w:rsid w:val="003E0909"/>
    <w:rsid w:val="003E0C64"/>
    <w:rsid w:val="003E1129"/>
    <w:rsid w:val="003E1D5C"/>
    <w:rsid w:val="003E1E53"/>
    <w:rsid w:val="003E1F33"/>
    <w:rsid w:val="003E2741"/>
    <w:rsid w:val="003E2E3E"/>
    <w:rsid w:val="003E346C"/>
    <w:rsid w:val="003E3A18"/>
    <w:rsid w:val="003E6612"/>
    <w:rsid w:val="003F0460"/>
    <w:rsid w:val="003F0926"/>
    <w:rsid w:val="003F0BD3"/>
    <w:rsid w:val="003F0D85"/>
    <w:rsid w:val="003F0E1C"/>
    <w:rsid w:val="003F285C"/>
    <w:rsid w:val="003F292F"/>
    <w:rsid w:val="003F303D"/>
    <w:rsid w:val="003F36A4"/>
    <w:rsid w:val="003F3DA7"/>
    <w:rsid w:val="003F3E74"/>
    <w:rsid w:val="003F54D8"/>
    <w:rsid w:val="003F5901"/>
    <w:rsid w:val="003F6040"/>
    <w:rsid w:val="003F6090"/>
    <w:rsid w:val="003F632F"/>
    <w:rsid w:val="003F677F"/>
    <w:rsid w:val="003F6922"/>
    <w:rsid w:val="003F71CA"/>
    <w:rsid w:val="003F77E8"/>
    <w:rsid w:val="00400375"/>
    <w:rsid w:val="00400F1F"/>
    <w:rsid w:val="0040130E"/>
    <w:rsid w:val="00401C6F"/>
    <w:rsid w:val="00401D35"/>
    <w:rsid w:val="00402132"/>
    <w:rsid w:val="00403317"/>
    <w:rsid w:val="00403861"/>
    <w:rsid w:val="004046D0"/>
    <w:rsid w:val="00405F46"/>
    <w:rsid w:val="00406003"/>
    <w:rsid w:val="004068CD"/>
    <w:rsid w:val="00407957"/>
    <w:rsid w:val="00407C14"/>
    <w:rsid w:val="004106AE"/>
    <w:rsid w:val="004120DF"/>
    <w:rsid w:val="004132BF"/>
    <w:rsid w:val="004134D3"/>
    <w:rsid w:val="0041394D"/>
    <w:rsid w:val="0041398C"/>
    <w:rsid w:val="0041486B"/>
    <w:rsid w:val="00414BDA"/>
    <w:rsid w:val="00414D67"/>
    <w:rsid w:val="00415339"/>
    <w:rsid w:val="0041656F"/>
    <w:rsid w:val="004168ED"/>
    <w:rsid w:val="00416D6E"/>
    <w:rsid w:val="00416E03"/>
    <w:rsid w:val="00417480"/>
    <w:rsid w:val="004206FF"/>
    <w:rsid w:val="00421092"/>
    <w:rsid w:val="004225B3"/>
    <w:rsid w:val="004227FF"/>
    <w:rsid w:val="004231FA"/>
    <w:rsid w:val="004238EC"/>
    <w:rsid w:val="0042431F"/>
    <w:rsid w:val="004243C3"/>
    <w:rsid w:val="00425D6B"/>
    <w:rsid w:val="004260B6"/>
    <w:rsid w:val="004260ED"/>
    <w:rsid w:val="00426DED"/>
    <w:rsid w:val="00427148"/>
    <w:rsid w:val="00427288"/>
    <w:rsid w:val="00427938"/>
    <w:rsid w:val="00427DCB"/>
    <w:rsid w:val="0043053E"/>
    <w:rsid w:val="0043068C"/>
    <w:rsid w:val="004306CE"/>
    <w:rsid w:val="00430D7D"/>
    <w:rsid w:val="00431243"/>
    <w:rsid w:val="0043181C"/>
    <w:rsid w:val="004319C3"/>
    <w:rsid w:val="00431C4B"/>
    <w:rsid w:val="00432336"/>
    <w:rsid w:val="00432566"/>
    <w:rsid w:val="004333E7"/>
    <w:rsid w:val="0043353D"/>
    <w:rsid w:val="00433A24"/>
    <w:rsid w:val="00433D2E"/>
    <w:rsid w:val="00434093"/>
    <w:rsid w:val="0043502B"/>
    <w:rsid w:val="0043516F"/>
    <w:rsid w:val="004355C4"/>
    <w:rsid w:val="00436415"/>
    <w:rsid w:val="00436599"/>
    <w:rsid w:val="00436C39"/>
    <w:rsid w:val="00441AE9"/>
    <w:rsid w:val="00441AEE"/>
    <w:rsid w:val="00441B63"/>
    <w:rsid w:val="00442E3B"/>
    <w:rsid w:val="004433CB"/>
    <w:rsid w:val="004435C3"/>
    <w:rsid w:val="004452B8"/>
    <w:rsid w:val="00446113"/>
    <w:rsid w:val="00447EB8"/>
    <w:rsid w:val="00450439"/>
    <w:rsid w:val="00450A68"/>
    <w:rsid w:val="004513F6"/>
    <w:rsid w:val="00451D35"/>
    <w:rsid w:val="00451E4F"/>
    <w:rsid w:val="00451F93"/>
    <w:rsid w:val="004520D9"/>
    <w:rsid w:val="00452490"/>
    <w:rsid w:val="00452920"/>
    <w:rsid w:val="00452CC6"/>
    <w:rsid w:val="00452CD4"/>
    <w:rsid w:val="00453E4F"/>
    <w:rsid w:val="00453FD0"/>
    <w:rsid w:val="00454687"/>
    <w:rsid w:val="00454CC8"/>
    <w:rsid w:val="00454EAE"/>
    <w:rsid w:val="004553B2"/>
    <w:rsid w:val="004557CB"/>
    <w:rsid w:val="00455ABC"/>
    <w:rsid w:val="00455F9D"/>
    <w:rsid w:val="004567A4"/>
    <w:rsid w:val="00456D62"/>
    <w:rsid w:val="0045701B"/>
    <w:rsid w:val="00457340"/>
    <w:rsid w:val="00460124"/>
    <w:rsid w:val="004613CB"/>
    <w:rsid w:val="004615B0"/>
    <w:rsid w:val="00462923"/>
    <w:rsid w:val="004633E4"/>
    <w:rsid w:val="00463939"/>
    <w:rsid w:val="004642A5"/>
    <w:rsid w:val="00464921"/>
    <w:rsid w:val="00464C22"/>
    <w:rsid w:val="0046641D"/>
    <w:rsid w:val="0046678B"/>
    <w:rsid w:val="00466C78"/>
    <w:rsid w:val="00467D9B"/>
    <w:rsid w:val="00467FF4"/>
    <w:rsid w:val="00470368"/>
    <w:rsid w:val="0047066C"/>
    <w:rsid w:val="0047067C"/>
    <w:rsid w:val="00470DD8"/>
    <w:rsid w:val="0047114A"/>
    <w:rsid w:val="00471253"/>
    <w:rsid w:val="00472CF4"/>
    <w:rsid w:val="0047384C"/>
    <w:rsid w:val="004747AA"/>
    <w:rsid w:val="00474C34"/>
    <w:rsid w:val="004756DD"/>
    <w:rsid w:val="0047671C"/>
    <w:rsid w:val="004776BE"/>
    <w:rsid w:val="004777C1"/>
    <w:rsid w:val="00477B42"/>
    <w:rsid w:val="00477DF6"/>
    <w:rsid w:val="00480444"/>
    <w:rsid w:val="00480AE9"/>
    <w:rsid w:val="00481DF1"/>
    <w:rsid w:val="0048273B"/>
    <w:rsid w:val="0048273F"/>
    <w:rsid w:val="00483D3B"/>
    <w:rsid w:val="00483F51"/>
    <w:rsid w:val="00484727"/>
    <w:rsid w:val="0048541F"/>
    <w:rsid w:val="00486AD4"/>
    <w:rsid w:val="00486D16"/>
    <w:rsid w:val="0048709F"/>
    <w:rsid w:val="00490A19"/>
    <w:rsid w:val="00490ABC"/>
    <w:rsid w:val="0049159C"/>
    <w:rsid w:val="0049236E"/>
    <w:rsid w:val="004923FB"/>
    <w:rsid w:val="0049273B"/>
    <w:rsid w:val="004932FE"/>
    <w:rsid w:val="004935F9"/>
    <w:rsid w:val="00493804"/>
    <w:rsid w:val="00493A33"/>
    <w:rsid w:val="00493ECC"/>
    <w:rsid w:val="00494DC6"/>
    <w:rsid w:val="00495507"/>
    <w:rsid w:val="00497B50"/>
    <w:rsid w:val="004A0405"/>
    <w:rsid w:val="004A0C86"/>
    <w:rsid w:val="004A18B2"/>
    <w:rsid w:val="004A19D5"/>
    <w:rsid w:val="004A247E"/>
    <w:rsid w:val="004A2ECE"/>
    <w:rsid w:val="004A35C6"/>
    <w:rsid w:val="004A3DEC"/>
    <w:rsid w:val="004A3FDB"/>
    <w:rsid w:val="004A42E1"/>
    <w:rsid w:val="004A4716"/>
    <w:rsid w:val="004A4A31"/>
    <w:rsid w:val="004A4D18"/>
    <w:rsid w:val="004A4DF7"/>
    <w:rsid w:val="004A4E26"/>
    <w:rsid w:val="004A575A"/>
    <w:rsid w:val="004A5F57"/>
    <w:rsid w:val="004A6FC4"/>
    <w:rsid w:val="004B011F"/>
    <w:rsid w:val="004B05B4"/>
    <w:rsid w:val="004B0CFC"/>
    <w:rsid w:val="004B3B7E"/>
    <w:rsid w:val="004B578E"/>
    <w:rsid w:val="004B62AE"/>
    <w:rsid w:val="004B765D"/>
    <w:rsid w:val="004C04DF"/>
    <w:rsid w:val="004C11BD"/>
    <w:rsid w:val="004C2CF7"/>
    <w:rsid w:val="004C4396"/>
    <w:rsid w:val="004C446D"/>
    <w:rsid w:val="004C5378"/>
    <w:rsid w:val="004C5884"/>
    <w:rsid w:val="004D1304"/>
    <w:rsid w:val="004D172A"/>
    <w:rsid w:val="004D1BB3"/>
    <w:rsid w:val="004D23C1"/>
    <w:rsid w:val="004D26F4"/>
    <w:rsid w:val="004D2AC6"/>
    <w:rsid w:val="004D2DBC"/>
    <w:rsid w:val="004D3DEB"/>
    <w:rsid w:val="004D3E17"/>
    <w:rsid w:val="004D4B96"/>
    <w:rsid w:val="004D4DCB"/>
    <w:rsid w:val="004D63D1"/>
    <w:rsid w:val="004D72F7"/>
    <w:rsid w:val="004D7CE7"/>
    <w:rsid w:val="004E0E75"/>
    <w:rsid w:val="004E0F50"/>
    <w:rsid w:val="004E16CD"/>
    <w:rsid w:val="004E208F"/>
    <w:rsid w:val="004E2695"/>
    <w:rsid w:val="004E2D4F"/>
    <w:rsid w:val="004E30FE"/>
    <w:rsid w:val="004E3AC0"/>
    <w:rsid w:val="004E3E12"/>
    <w:rsid w:val="004E5023"/>
    <w:rsid w:val="004E5CE9"/>
    <w:rsid w:val="004E6419"/>
    <w:rsid w:val="004E64A2"/>
    <w:rsid w:val="004E6C99"/>
    <w:rsid w:val="004E772F"/>
    <w:rsid w:val="004E7F29"/>
    <w:rsid w:val="004E7FC1"/>
    <w:rsid w:val="004F0112"/>
    <w:rsid w:val="004F0C2E"/>
    <w:rsid w:val="004F1280"/>
    <w:rsid w:val="004F1304"/>
    <w:rsid w:val="004F1A98"/>
    <w:rsid w:val="004F1AEC"/>
    <w:rsid w:val="004F1CCC"/>
    <w:rsid w:val="004F294F"/>
    <w:rsid w:val="004F371E"/>
    <w:rsid w:val="004F44BA"/>
    <w:rsid w:val="004F47DB"/>
    <w:rsid w:val="004F57D1"/>
    <w:rsid w:val="004F5F42"/>
    <w:rsid w:val="004F6353"/>
    <w:rsid w:val="004F68DD"/>
    <w:rsid w:val="004F6C34"/>
    <w:rsid w:val="004F6FBB"/>
    <w:rsid w:val="004F7DA7"/>
    <w:rsid w:val="005005BA"/>
    <w:rsid w:val="00500C27"/>
    <w:rsid w:val="00500CA8"/>
    <w:rsid w:val="00502B74"/>
    <w:rsid w:val="0050319B"/>
    <w:rsid w:val="0050394A"/>
    <w:rsid w:val="00504310"/>
    <w:rsid w:val="00505112"/>
    <w:rsid w:val="005059CC"/>
    <w:rsid w:val="00505B9E"/>
    <w:rsid w:val="00505F7A"/>
    <w:rsid w:val="005064B2"/>
    <w:rsid w:val="00506D40"/>
    <w:rsid w:val="0050753F"/>
    <w:rsid w:val="0051044B"/>
    <w:rsid w:val="0051060A"/>
    <w:rsid w:val="005107BD"/>
    <w:rsid w:val="0051121F"/>
    <w:rsid w:val="005114FD"/>
    <w:rsid w:val="00511ABD"/>
    <w:rsid w:val="00511BF5"/>
    <w:rsid w:val="00512951"/>
    <w:rsid w:val="005136CE"/>
    <w:rsid w:val="00514339"/>
    <w:rsid w:val="00515841"/>
    <w:rsid w:val="00515A31"/>
    <w:rsid w:val="00515DC4"/>
    <w:rsid w:val="00517245"/>
    <w:rsid w:val="0051740F"/>
    <w:rsid w:val="0051750F"/>
    <w:rsid w:val="005175E6"/>
    <w:rsid w:val="00517753"/>
    <w:rsid w:val="00517AA2"/>
    <w:rsid w:val="00517D12"/>
    <w:rsid w:val="00521538"/>
    <w:rsid w:val="005215B0"/>
    <w:rsid w:val="00522009"/>
    <w:rsid w:val="00522A20"/>
    <w:rsid w:val="00523C4B"/>
    <w:rsid w:val="00524A30"/>
    <w:rsid w:val="00524F40"/>
    <w:rsid w:val="00525902"/>
    <w:rsid w:val="00526A6B"/>
    <w:rsid w:val="00526DAA"/>
    <w:rsid w:val="00526EE7"/>
    <w:rsid w:val="0052732D"/>
    <w:rsid w:val="0052781C"/>
    <w:rsid w:val="00530013"/>
    <w:rsid w:val="0053209A"/>
    <w:rsid w:val="005320A3"/>
    <w:rsid w:val="00532154"/>
    <w:rsid w:val="005327DA"/>
    <w:rsid w:val="00532999"/>
    <w:rsid w:val="00533AE7"/>
    <w:rsid w:val="00533BB7"/>
    <w:rsid w:val="00534D74"/>
    <w:rsid w:val="00535040"/>
    <w:rsid w:val="0053524D"/>
    <w:rsid w:val="005363F2"/>
    <w:rsid w:val="005378BE"/>
    <w:rsid w:val="00537CAE"/>
    <w:rsid w:val="00537DA2"/>
    <w:rsid w:val="00540359"/>
    <w:rsid w:val="0054057C"/>
    <w:rsid w:val="00540BB3"/>
    <w:rsid w:val="00541155"/>
    <w:rsid w:val="00541EEA"/>
    <w:rsid w:val="005422F7"/>
    <w:rsid w:val="005435B3"/>
    <w:rsid w:val="00543699"/>
    <w:rsid w:val="00543756"/>
    <w:rsid w:val="0054418F"/>
    <w:rsid w:val="00544227"/>
    <w:rsid w:val="00544A39"/>
    <w:rsid w:val="00544B82"/>
    <w:rsid w:val="005458C6"/>
    <w:rsid w:val="0054619A"/>
    <w:rsid w:val="005469CE"/>
    <w:rsid w:val="00546E86"/>
    <w:rsid w:val="00547453"/>
    <w:rsid w:val="005475DD"/>
    <w:rsid w:val="00547ABD"/>
    <w:rsid w:val="00550279"/>
    <w:rsid w:val="0055084A"/>
    <w:rsid w:val="00550BDE"/>
    <w:rsid w:val="005512D0"/>
    <w:rsid w:val="00551D2B"/>
    <w:rsid w:val="00551EC1"/>
    <w:rsid w:val="005520FD"/>
    <w:rsid w:val="00552282"/>
    <w:rsid w:val="00552B5E"/>
    <w:rsid w:val="00553407"/>
    <w:rsid w:val="00553A9B"/>
    <w:rsid w:val="00553F98"/>
    <w:rsid w:val="00555311"/>
    <w:rsid w:val="00556366"/>
    <w:rsid w:val="00557D74"/>
    <w:rsid w:val="00560C1F"/>
    <w:rsid w:val="00560FCB"/>
    <w:rsid w:val="0056179D"/>
    <w:rsid w:val="005618E7"/>
    <w:rsid w:val="00562AA8"/>
    <w:rsid w:val="00562F63"/>
    <w:rsid w:val="005634EE"/>
    <w:rsid w:val="00565032"/>
    <w:rsid w:val="00565651"/>
    <w:rsid w:val="00565AE1"/>
    <w:rsid w:val="00566320"/>
    <w:rsid w:val="0057033C"/>
    <w:rsid w:val="005705F8"/>
    <w:rsid w:val="005706C5"/>
    <w:rsid w:val="00570C8C"/>
    <w:rsid w:val="00571347"/>
    <w:rsid w:val="00572022"/>
    <w:rsid w:val="005735A5"/>
    <w:rsid w:val="005736BE"/>
    <w:rsid w:val="0057394D"/>
    <w:rsid w:val="00573DF0"/>
    <w:rsid w:val="00574D59"/>
    <w:rsid w:val="00574D79"/>
    <w:rsid w:val="00575F4D"/>
    <w:rsid w:val="00576181"/>
    <w:rsid w:val="00576953"/>
    <w:rsid w:val="0057760B"/>
    <w:rsid w:val="0057776E"/>
    <w:rsid w:val="00577EC7"/>
    <w:rsid w:val="0058152A"/>
    <w:rsid w:val="00583481"/>
    <w:rsid w:val="00584244"/>
    <w:rsid w:val="0058476B"/>
    <w:rsid w:val="00585123"/>
    <w:rsid w:val="00586CE9"/>
    <w:rsid w:val="0058719A"/>
    <w:rsid w:val="005872D2"/>
    <w:rsid w:val="00587451"/>
    <w:rsid w:val="005905E7"/>
    <w:rsid w:val="00590C9D"/>
    <w:rsid w:val="00590E99"/>
    <w:rsid w:val="005912A6"/>
    <w:rsid w:val="0059188C"/>
    <w:rsid w:val="00592443"/>
    <w:rsid w:val="00593C4C"/>
    <w:rsid w:val="00593D76"/>
    <w:rsid w:val="00594394"/>
    <w:rsid w:val="0059470F"/>
    <w:rsid w:val="005947A0"/>
    <w:rsid w:val="00594C45"/>
    <w:rsid w:val="00596115"/>
    <w:rsid w:val="005964A8"/>
    <w:rsid w:val="00596916"/>
    <w:rsid w:val="00596A1C"/>
    <w:rsid w:val="00596A3B"/>
    <w:rsid w:val="00596D96"/>
    <w:rsid w:val="00597E6B"/>
    <w:rsid w:val="005A019E"/>
    <w:rsid w:val="005A01A4"/>
    <w:rsid w:val="005A09E7"/>
    <w:rsid w:val="005A2265"/>
    <w:rsid w:val="005A239B"/>
    <w:rsid w:val="005A3150"/>
    <w:rsid w:val="005A3538"/>
    <w:rsid w:val="005A38D8"/>
    <w:rsid w:val="005A4139"/>
    <w:rsid w:val="005A4144"/>
    <w:rsid w:val="005A4570"/>
    <w:rsid w:val="005A4D7B"/>
    <w:rsid w:val="005A5B7D"/>
    <w:rsid w:val="005A636F"/>
    <w:rsid w:val="005A67FC"/>
    <w:rsid w:val="005A6953"/>
    <w:rsid w:val="005A6BFB"/>
    <w:rsid w:val="005A6DDD"/>
    <w:rsid w:val="005A6E2E"/>
    <w:rsid w:val="005A71F3"/>
    <w:rsid w:val="005B0CA8"/>
    <w:rsid w:val="005B1635"/>
    <w:rsid w:val="005B2E4E"/>
    <w:rsid w:val="005B3279"/>
    <w:rsid w:val="005B367D"/>
    <w:rsid w:val="005B3D1A"/>
    <w:rsid w:val="005B4B61"/>
    <w:rsid w:val="005B534B"/>
    <w:rsid w:val="005B53A7"/>
    <w:rsid w:val="005B5910"/>
    <w:rsid w:val="005B77B5"/>
    <w:rsid w:val="005B78D9"/>
    <w:rsid w:val="005B79F0"/>
    <w:rsid w:val="005B7EC7"/>
    <w:rsid w:val="005C02F8"/>
    <w:rsid w:val="005C03E4"/>
    <w:rsid w:val="005C046D"/>
    <w:rsid w:val="005C18DD"/>
    <w:rsid w:val="005C2925"/>
    <w:rsid w:val="005C35D8"/>
    <w:rsid w:val="005C426A"/>
    <w:rsid w:val="005C4E17"/>
    <w:rsid w:val="005C5858"/>
    <w:rsid w:val="005C5C3F"/>
    <w:rsid w:val="005C5DF4"/>
    <w:rsid w:val="005C6534"/>
    <w:rsid w:val="005C6DF2"/>
    <w:rsid w:val="005C7089"/>
    <w:rsid w:val="005C79BC"/>
    <w:rsid w:val="005D0A08"/>
    <w:rsid w:val="005D12A2"/>
    <w:rsid w:val="005D16CE"/>
    <w:rsid w:val="005D34C3"/>
    <w:rsid w:val="005D3E31"/>
    <w:rsid w:val="005D45DE"/>
    <w:rsid w:val="005D46AC"/>
    <w:rsid w:val="005D492A"/>
    <w:rsid w:val="005D4BC1"/>
    <w:rsid w:val="005D5B46"/>
    <w:rsid w:val="005D5E6C"/>
    <w:rsid w:val="005D6A30"/>
    <w:rsid w:val="005D740D"/>
    <w:rsid w:val="005D7570"/>
    <w:rsid w:val="005D7CE7"/>
    <w:rsid w:val="005D7ECE"/>
    <w:rsid w:val="005E1AA9"/>
    <w:rsid w:val="005E2EBC"/>
    <w:rsid w:val="005E57B5"/>
    <w:rsid w:val="005E7362"/>
    <w:rsid w:val="005E73CE"/>
    <w:rsid w:val="005F049D"/>
    <w:rsid w:val="005F0525"/>
    <w:rsid w:val="005F0564"/>
    <w:rsid w:val="005F0DE3"/>
    <w:rsid w:val="005F1833"/>
    <w:rsid w:val="005F1DFC"/>
    <w:rsid w:val="005F29E3"/>
    <w:rsid w:val="005F2D86"/>
    <w:rsid w:val="005F3A79"/>
    <w:rsid w:val="005F3B65"/>
    <w:rsid w:val="005F4CE7"/>
    <w:rsid w:val="005F5D0B"/>
    <w:rsid w:val="005F6FEE"/>
    <w:rsid w:val="005F7051"/>
    <w:rsid w:val="005F759F"/>
    <w:rsid w:val="005F7CC9"/>
    <w:rsid w:val="005F7DB1"/>
    <w:rsid w:val="005F7DD8"/>
    <w:rsid w:val="005F7E59"/>
    <w:rsid w:val="005F7EF4"/>
    <w:rsid w:val="00600CC5"/>
    <w:rsid w:val="00600F20"/>
    <w:rsid w:val="0060183E"/>
    <w:rsid w:val="0060306E"/>
    <w:rsid w:val="00603D71"/>
    <w:rsid w:val="00603EE0"/>
    <w:rsid w:val="0060438C"/>
    <w:rsid w:val="00604806"/>
    <w:rsid w:val="00605407"/>
    <w:rsid w:val="0060662B"/>
    <w:rsid w:val="00606C51"/>
    <w:rsid w:val="00610250"/>
    <w:rsid w:val="00610676"/>
    <w:rsid w:val="00611982"/>
    <w:rsid w:val="00612323"/>
    <w:rsid w:val="0061274D"/>
    <w:rsid w:val="006127F4"/>
    <w:rsid w:val="0061291C"/>
    <w:rsid w:val="00613417"/>
    <w:rsid w:val="00613D1D"/>
    <w:rsid w:val="00614073"/>
    <w:rsid w:val="00614C9F"/>
    <w:rsid w:val="006157E1"/>
    <w:rsid w:val="00616030"/>
    <w:rsid w:val="00620155"/>
    <w:rsid w:val="00620367"/>
    <w:rsid w:val="00621251"/>
    <w:rsid w:val="00621EC1"/>
    <w:rsid w:val="0062222E"/>
    <w:rsid w:val="006224C9"/>
    <w:rsid w:val="006227D1"/>
    <w:rsid w:val="00622A39"/>
    <w:rsid w:val="00622C34"/>
    <w:rsid w:val="0062312F"/>
    <w:rsid w:val="00623C70"/>
    <w:rsid w:val="00624333"/>
    <w:rsid w:val="006246B2"/>
    <w:rsid w:val="006247ED"/>
    <w:rsid w:val="00624887"/>
    <w:rsid w:val="00624F2E"/>
    <w:rsid w:val="00625031"/>
    <w:rsid w:val="00625FDD"/>
    <w:rsid w:val="00626544"/>
    <w:rsid w:val="006269F9"/>
    <w:rsid w:val="00626CCD"/>
    <w:rsid w:val="00627BA7"/>
    <w:rsid w:val="00630195"/>
    <w:rsid w:val="00631213"/>
    <w:rsid w:val="00631963"/>
    <w:rsid w:val="00632426"/>
    <w:rsid w:val="00633A1C"/>
    <w:rsid w:val="00634583"/>
    <w:rsid w:val="00635F66"/>
    <w:rsid w:val="00636588"/>
    <w:rsid w:val="00637297"/>
    <w:rsid w:val="006372A5"/>
    <w:rsid w:val="00637950"/>
    <w:rsid w:val="006406D5"/>
    <w:rsid w:val="00642985"/>
    <w:rsid w:val="00643917"/>
    <w:rsid w:val="006442AA"/>
    <w:rsid w:val="00644307"/>
    <w:rsid w:val="006447BD"/>
    <w:rsid w:val="00644B14"/>
    <w:rsid w:val="00644C78"/>
    <w:rsid w:val="0064528D"/>
    <w:rsid w:val="00646517"/>
    <w:rsid w:val="006471F5"/>
    <w:rsid w:val="006507F7"/>
    <w:rsid w:val="00651363"/>
    <w:rsid w:val="006537D5"/>
    <w:rsid w:val="006542AB"/>
    <w:rsid w:val="006545F2"/>
    <w:rsid w:val="006547F6"/>
    <w:rsid w:val="00655CF4"/>
    <w:rsid w:val="006565E3"/>
    <w:rsid w:val="006567DD"/>
    <w:rsid w:val="00656B40"/>
    <w:rsid w:val="00656D31"/>
    <w:rsid w:val="006572C5"/>
    <w:rsid w:val="006611DD"/>
    <w:rsid w:val="00661201"/>
    <w:rsid w:val="0066128E"/>
    <w:rsid w:val="00662BB6"/>
    <w:rsid w:val="006633B9"/>
    <w:rsid w:val="006658A3"/>
    <w:rsid w:val="0066672B"/>
    <w:rsid w:val="00666CF3"/>
    <w:rsid w:val="0066719E"/>
    <w:rsid w:val="006675EC"/>
    <w:rsid w:val="00667823"/>
    <w:rsid w:val="00670057"/>
    <w:rsid w:val="006703D1"/>
    <w:rsid w:val="00670638"/>
    <w:rsid w:val="00670692"/>
    <w:rsid w:val="00672F2A"/>
    <w:rsid w:val="00673570"/>
    <w:rsid w:val="0067514F"/>
    <w:rsid w:val="00677BEF"/>
    <w:rsid w:val="00677D31"/>
    <w:rsid w:val="00677F3B"/>
    <w:rsid w:val="00680785"/>
    <w:rsid w:val="00681333"/>
    <w:rsid w:val="006817A0"/>
    <w:rsid w:val="00681806"/>
    <w:rsid w:val="00681FC3"/>
    <w:rsid w:val="00682B8A"/>
    <w:rsid w:val="00682DF5"/>
    <w:rsid w:val="006839AF"/>
    <w:rsid w:val="0068588E"/>
    <w:rsid w:val="00685B6E"/>
    <w:rsid w:val="00686C25"/>
    <w:rsid w:val="00687094"/>
    <w:rsid w:val="00687678"/>
    <w:rsid w:val="0069009C"/>
    <w:rsid w:val="00690FF3"/>
    <w:rsid w:val="0069101C"/>
    <w:rsid w:val="0069260A"/>
    <w:rsid w:val="00694167"/>
    <w:rsid w:val="00694F34"/>
    <w:rsid w:val="006952EC"/>
    <w:rsid w:val="006960A8"/>
    <w:rsid w:val="00696872"/>
    <w:rsid w:val="00697074"/>
    <w:rsid w:val="006976FE"/>
    <w:rsid w:val="006A00DD"/>
    <w:rsid w:val="006A04D2"/>
    <w:rsid w:val="006A0C0C"/>
    <w:rsid w:val="006A0C8A"/>
    <w:rsid w:val="006A174C"/>
    <w:rsid w:val="006A1D34"/>
    <w:rsid w:val="006A27FE"/>
    <w:rsid w:val="006A2B38"/>
    <w:rsid w:val="006A2B66"/>
    <w:rsid w:val="006A4B84"/>
    <w:rsid w:val="006A51F9"/>
    <w:rsid w:val="006A5503"/>
    <w:rsid w:val="006A5BDF"/>
    <w:rsid w:val="006A5C25"/>
    <w:rsid w:val="006A6099"/>
    <w:rsid w:val="006A6526"/>
    <w:rsid w:val="006A6BE0"/>
    <w:rsid w:val="006A6D48"/>
    <w:rsid w:val="006A711A"/>
    <w:rsid w:val="006A7993"/>
    <w:rsid w:val="006A7ED3"/>
    <w:rsid w:val="006B0CEC"/>
    <w:rsid w:val="006B1301"/>
    <w:rsid w:val="006B1383"/>
    <w:rsid w:val="006B1CD3"/>
    <w:rsid w:val="006B34CF"/>
    <w:rsid w:val="006B368C"/>
    <w:rsid w:val="006B4053"/>
    <w:rsid w:val="006B430A"/>
    <w:rsid w:val="006B4370"/>
    <w:rsid w:val="006B45CC"/>
    <w:rsid w:val="006B4FE1"/>
    <w:rsid w:val="006B5592"/>
    <w:rsid w:val="006B563F"/>
    <w:rsid w:val="006B7260"/>
    <w:rsid w:val="006B7BEA"/>
    <w:rsid w:val="006C0684"/>
    <w:rsid w:val="006C06C1"/>
    <w:rsid w:val="006C1C63"/>
    <w:rsid w:val="006C23F5"/>
    <w:rsid w:val="006C2623"/>
    <w:rsid w:val="006C282B"/>
    <w:rsid w:val="006C2FB5"/>
    <w:rsid w:val="006C380C"/>
    <w:rsid w:val="006C41E5"/>
    <w:rsid w:val="006C4557"/>
    <w:rsid w:val="006C4C7F"/>
    <w:rsid w:val="006C55F9"/>
    <w:rsid w:val="006C5C08"/>
    <w:rsid w:val="006C6115"/>
    <w:rsid w:val="006C6316"/>
    <w:rsid w:val="006C69DD"/>
    <w:rsid w:val="006C72FB"/>
    <w:rsid w:val="006C7FE9"/>
    <w:rsid w:val="006D030A"/>
    <w:rsid w:val="006D06F4"/>
    <w:rsid w:val="006D2756"/>
    <w:rsid w:val="006D2961"/>
    <w:rsid w:val="006D345C"/>
    <w:rsid w:val="006D5739"/>
    <w:rsid w:val="006D6108"/>
    <w:rsid w:val="006D65C3"/>
    <w:rsid w:val="006D710D"/>
    <w:rsid w:val="006D7291"/>
    <w:rsid w:val="006E0137"/>
    <w:rsid w:val="006E0166"/>
    <w:rsid w:val="006E0B18"/>
    <w:rsid w:val="006E186E"/>
    <w:rsid w:val="006E2019"/>
    <w:rsid w:val="006E2999"/>
    <w:rsid w:val="006E2EFC"/>
    <w:rsid w:val="006E2F15"/>
    <w:rsid w:val="006E4061"/>
    <w:rsid w:val="006E4C70"/>
    <w:rsid w:val="006E56E7"/>
    <w:rsid w:val="006E62C5"/>
    <w:rsid w:val="006E7E99"/>
    <w:rsid w:val="006F071C"/>
    <w:rsid w:val="006F2BA3"/>
    <w:rsid w:val="006F2CAE"/>
    <w:rsid w:val="006F32B7"/>
    <w:rsid w:val="006F3579"/>
    <w:rsid w:val="006F36A4"/>
    <w:rsid w:val="006F3A07"/>
    <w:rsid w:val="006F4269"/>
    <w:rsid w:val="006F4C80"/>
    <w:rsid w:val="006F51B5"/>
    <w:rsid w:val="006F59F8"/>
    <w:rsid w:val="006F6216"/>
    <w:rsid w:val="006F625B"/>
    <w:rsid w:val="006F6510"/>
    <w:rsid w:val="006F71E0"/>
    <w:rsid w:val="006F7337"/>
    <w:rsid w:val="006F7667"/>
    <w:rsid w:val="006F7D6F"/>
    <w:rsid w:val="00700578"/>
    <w:rsid w:val="00700C79"/>
    <w:rsid w:val="00700F9D"/>
    <w:rsid w:val="007024F2"/>
    <w:rsid w:val="007029A8"/>
    <w:rsid w:val="00703030"/>
    <w:rsid w:val="007031EA"/>
    <w:rsid w:val="00703949"/>
    <w:rsid w:val="00704474"/>
    <w:rsid w:val="00704B36"/>
    <w:rsid w:val="0070566A"/>
    <w:rsid w:val="00705B03"/>
    <w:rsid w:val="007068FE"/>
    <w:rsid w:val="00706E69"/>
    <w:rsid w:val="0070759B"/>
    <w:rsid w:val="00707726"/>
    <w:rsid w:val="0070789B"/>
    <w:rsid w:val="00710639"/>
    <w:rsid w:val="00710FD4"/>
    <w:rsid w:val="0071172E"/>
    <w:rsid w:val="007118BC"/>
    <w:rsid w:val="00711EB2"/>
    <w:rsid w:val="007122B8"/>
    <w:rsid w:val="00713ABA"/>
    <w:rsid w:val="00714756"/>
    <w:rsid w:val="00715502"/>
    <w:rsid w:val="00715D99"/>
    <w:rsid w:val="00717062"/>
    <w:rsid w:val="007174CF"/>
    <w:rsid w:val="00720213"/>
    <w:rsid w:val="007203C1"/>
    <w:rsid w:val="007203FB"/>
    <w:rsid w:val="00720B43"/>
    <w:rsid w:val="00720D52"/>
    <w:rsid w:val="00721278"/>
    <w:rsid w:val="0072147B"/>
    <w:rsid w:val="00721767"/>
    <w:rsid w:val="00722C11"/>
    <w:rsid w:val="0072330E"/>
    <w:rsid w:val="00723555"/>
    <w:rsid w:val="00723F37"/>
    <w:rsid w:val="007242D8"/>
    <w:rsid w:val="007244C9"/>
    <w:rsid w:val="007248C5"/>
    <w:rsid w:val="007249A3"/>
    <w:rsid w:val="00724B68"/>
    <w:rsid w:val="00724C4A"/>
    <w:rsid w:val="007259B3"/>
    <w:rsid w:val="00726080"/>
    <w:rsid w:val="00727020"/>
    <w:rsid w:val="00727B03"/>
    <w:rsid w:val="00730B09"/>
    <w:rsid w:val="00730ED9"/>
    <w:rsid w:val="00731967"/>
    <w:rsid w:val="007319AD"/>
    <w:rsid w:val="00732200"/>
    <w:rsid w:val="00732BAC"/>
    <w:rsid w:val="007333F4"/>
    <w:rsid w:val="00733748"/>
    <w:rsid w:val="00733A7F"/>
    <w:rsid w:val="00733F3F"/>
    <w:rsid w:val="007348A4"/>
    <w:rsid w:val="007353A0"/>
    <w:rsid w:val="007353B8"/>
    <w:rsid w:val="00735973"/>
    <w:rsid w:val="00735F7E"/>
    <w:rsid w:val="00736033"/>
    <w:rsid w:val="0073669F"/>
    <w:rsid w:val="007366E4"/>
    <w:rsid w:val="00736DFF"/>
    <w:rsid w:val="00737612"/>
    <w:rsid w:val="00740BDD"/>
    <w:rsid w:val="007414E1"/>
    <w:rsid w:val="007416EF"/>
    <w:rsid w:val="00741842"/>
    <w:rsid w:val="00741B99"/>
    <w:rsid w:val="007420B0"/>
    <w:rsid w:val="00744EA3"/>
    <w:rsid w:val="00745227"/>
    <w:rsid w:val="00746071"/>
    <w:rsid w:val="00746815"/>
    <w:rsid w:val="007469EC"/>
    <w:rsid w:val="00746FA6"/>
    <w:rsid w:val="0074752A"/>
    <w:rsid w:val="0074759C"/>
    <w:rsid w:val="00747772"/>
    <w:rsid w:val="0075180A"/>
    <w:rsid w:val="00751F9D"/>
    <w:rsid w:val="00753109"/>
    <w:rsid w:val="00753571"/>
    <w:rsid w:val="00754341"/>
    <w:rsid w:val="0075469B"/>
    <w:rsid w:val="00754F6F"/>
    <w:rsid w:val="00754FFC"/>
    <w:rsid w:val="007554A2"/>
    <w:rsid w:val="007554C4"/>
    <w:rsid w:val="00756240"/>
    <w:rsid w:val="00756356"/>
    <w:rsid w:val="0075676B"/>
    <w:rsid w:val="00756DFA"/>
    <w:rsid w:val="00756EE6"/>
    <w:rsid w:val="0075704C"/>
    <w:rsid w:val="007576AD"/>
    <w:rsid w:val="007577B0"/>
    <w:rsid w:val="00760115"/>
    <w:rsid w:val="00760B91"/>
    <w:rsid w:val="00760DF7"/>
    <w:rsid w:val="00761375"/>
    <w:rsid w:val="0076341A"/>
    <w:rsid w:val="0076373E"/>
    <w:rsid w:val="00763747"/>
    <w:rsid w:val="00763D8A"/>
    <w:rsid w:val="00763F78"/>
    <w:rsid w:val="0076488A"/>
    <w:rsid w:val="0076521A"/>
    <w:rsid w:val="00766061"/>
    <w:rsid w:val="00766FEC"/>
    <w:rsid w:val="00770379"/>
    <w:rsid w:val="00770521"/>
    <w:rsid w:val="007705CD"/>
    <w:rsid w:val="00771BAE"/>
    <w:rsid w:val="0077270F"/>
    <w:rsid w:val="00772C5B"/>
    <w:rsid w:val="00772D2B"/>
    <w:rsid w:val="0077347C"/>
    <w:rsid w:val="0077351C"/>
    <w:rsid w:val="00773780"/>
    <w:rsid w:val="00773A7F"/>
    <w:rsid w:val="00773AAD"/>
    <w:rsid w:val="00773CD4"/>
    <w:rsid w:val="00773CD5"/>
    <w:rsid w:val="00775161"/>
    <w:rsid w:val="007755B1"/>
    <w:rsid w:val="00775870"/>
    <w:rsid w:val="00775931"/>
    <w:rsid w:val="0077657D"/>
    <w:rsid w:val="00776BFF"/>
    <w:rsid w:val="00776E8C"/>
    <w:rsid w:val="007771F8"/>
    <w:rsid w:val="007774DE"/>
    <w:rsid w:val="00777B44"/>
    <w:rsid w:val="00777B9E"/>
    <w:rsid w:val="00777E06"/>
    <w:rsid w:val="00780F70"/>
    <w:rsid w:val="00781345"/>
    <w:rsid w:val="00781CA2"/>
    <w:rsid w:val="00782593"/>
    <w:rsid w:val="00782D9B"/>
    <w:rsid w:val="007838CC"/>
    <w:rsid w:val="00783D63"/>
    <w:rsid w:val="007843FE"/>
    <w:rsid w:val="00784644"/>
    <w:rsid w:val="00784C19"/>
    <w:rsid w:val="00786197"/>
    <w:rsid w:val="00787912"/>
    <w:rsid w:val="00787FA1"/>
    <w:rsid w:val="0079012D"/>
    <w:rsid w:val="00790F7B"/>
    <w:rsid w:val="007919AC"/>
    <w:rsid w:val="007919E8"/>
    <w:rsid w:val="007925BF"/>
    <w:rsid w:val="007928DA"/>
    <w:rsid w:val="007945DD"/>
    <w:rsid w:val="007945ED"/>
    <w:rsid w:val="00794884"/>
    <w:rsid w:val="00794A37"/>
    <w:rsid w:val="00794E2E"/>
    <w:rsid w:val="007958EF"/>
    <w:rsid w:val="00795996"/>
    <w:rsid w:val="00795BA2"/>
    <w:rsid w:val="00795EF5"/>
    <w:rsid w:val="00796609"/>
    <w:rsid w:val="007968FD"/>
    <w:rsid w:val="0079697D"/>
    <w:rsid w:val="00796FC6"/>
    <w:rsid w:val="00797BE6"/>
    <w:rsid w:val="007A259D"/>
    <w:rsid w:val="007A2E86"/>
    <w:rsid w:val="007A2F7C"/>
    <w:rsid w:val="007A3C3E"/>
    <w:rsid w:val="007A3C8C"/>
    <w:rsid w:val="007A4F8F"/>
    <w:rsid w:val="007A575C"/>
    <w:rsid w:val="007A61DA"/>
    <w:rsid w:val="007A6978"/>
    <w:rsid w:val="007A6EAC"/>
    <w:rsid w:val="007B3813"/>
    <w:rsid w:val="007B4012"/>
    <w:rsid w:val="007B4B27"/>
    <w:rsid w:val="007B63FB"/>
    <w:rsid w:val="007B6573"/>
    <w:rsid w:val="007B6F9C"/>
    <w:rsid w:val="007B7D29"/>
    <w:rsid w:val="007C02FC"/>
    <w:rsid w:val="007C0BAF"/>
    <w:rsid w:val="007C0E21"/>
    <w:rsid w:val="007C11A5"/>
    <w:rsid w:val="007C132D"/>
    <w:rsid w:val="007C1E35"/>
    <w:rsid w:val="007C235A"/>
    <w:rsid w:val="007C24F4"/>
    <w:rsid w:val="007C313F"/>
    <w:rsid w:val="007C3397"/>
    <w:rsid w:val="007C37B1"/>
    <w:rsid w:val="007C3C18"/>
    <w:rsid w:val="007C3E50"/>
    <w:rsid w:val="007C4BDA"/>
    <w:rsid w:val="007C50E1"/>
    <w:rsid w:val="007C58DA"/>
    <w:rsid w:val="007C6B27"/>
    <w:rsid w:val="007C6D32"/>
    <w:rsid w:val="007C7CAB"/>
    <w:rsid w:val="007C7FE9"/>
    <w:rsid w:val="007D0696"/>
    <w:rsid w:val="007D224C"/>
    <w:rsid w:val="007D320E"/>
    <w:rsid w:val="007D37C6"/>
    <w:rsid w:val="007D4FB6"/>
    <w:rsid w:val="007D5023"/>
    <w:rsid w:val="007D59DA"/>
    <w:rsid w:val="007D6725"/>
    <w:rsid w:val="007D7369"/>
    <w:rsid w:val="007D75E2"/>
    <w:rsid w:val="007E0053"/>
    <w:rsid w:val="007E0073"/>
    <w:rsid w:val="007E0FE6"/>
    <w:rsid w:val="007E162A"/>
    <w:rsid w:val="007E2AF1"/>
    <w:rsid w:val="007E2B66"/>
    <w:rsid w:val="007E41E1"/>
    <w:rsid w:val="007E44FE"/>
    <w:rsid w:val="007E4CD1"/>
    <w:rsid w:val="007E5147"/>
    <w:rsid w:val="007E51A5"/>
    <w:rsid w:val="007E536F"/>
    <w:rsid w:val="007E5615"/>
    <w:rsid w:val="007E666C"/>
    <w:rsid w:val="007E674B"/>
    <w:rsid w:val="007E6807"/>
    <w:rsid w:val="007E7231"/>
    <w:rsid w:val="007E7EEF"/>
    <w:rsid w:val="007F00AB"/>
    <w:rsid w:val="007F033A"/>
    <w:rsid w:val="007F07C6"/>
    <w:rsid w:val="007F0E6A"/>
    <w:rsid w:val="007F1EDA"/>
    <w:rsid w:val="007F209F"/>
    <w:rsid w:val="007F21B8"/>
    <w:rsid w:val="007F2E3F"/>
    <w:rsid w:val="007F332B"/>
    <w:rsid w:val="007F353A"/>
    <w:rsid w:val="007F3870"/>
    <w:rsid w:val="007F3B33"/>
    <w:rsid w:val="007F3BF1"/>
    <w:rsid w:val="007F4090"/>
    <w:rsid w:val="007F4185"/>
    <w:rsid w:val="007F4CA7"/>
    <w:rsid w:val="007F4CD5"/>
    <w:rsid w:val="007F69C9"/>
    <w:rsid w:val="007F6CDC"/>
    <w:rsid w:val="007F6DF4"/>
    <w:rsid w:val="007F6E49"/>
    <w:rsid w:val="007F742F"/>
    <w:rsid w:val="007F756E"/>
    <w:rsid w:val="00801213"/>
    <w:rsid w:val="00801B34"/>
    <w:rsid w:val="00801C93"/>
    <w:rsid w:val="00802509"/>
    <w:rsid w:val="0080298E"/>
    <w:rsid w:val="008032C7"/>
    <w:rsid w:val="00803700"/>
    <w:rsid w:val="00803A04"/>
    <w:rsid w:val="00804635"/>
    <w:rsid w:val="00804EDC"/>
    <w:rsid w:val="00805762"/>
    <w:rsid w:val="00805AAC"/>
    <w:rsid w:val="00805DE5"/>
    <w:rsid w:val="0080606F"/>
    <w:rsid w:val="00807322"/>
    <w:rsid w:val="00807BD9"/>
    <w:rsid w:val="00807FD0"/>
    <w:rsid w:val="008105E4"/>
    <w:rsid w:val="00810D18"/>
    <w:rsid w:val="0081161A"/>
    <w:rsid w:val="00812C2B"/>
    <w:rsid w:val="008139E5"/>
    <w:rsid w:val="00813FF6"/>
    <w:rsid w:val="008140D0"/>
    <w:rsid w:val="00815557"/>
    <w:rsid w:val="008157E1"/>
    <w:rsid w:val="00815822"/>
    <w:rsid w:val="00816D6F"/>
    <w:rsid w:val="008175A8"/>
    <w:rsid w:val="00817603"/>
    <w:rsid w:val="008176A6"/>
    <w:rsid w:val="00817BB5"/>
    <w:rsid w:val="008206DF"/>
    <w:rsid w:val="0082072A"/>
    <w:rsid w:val="00820A33"/>
    <w:rsid w:val="00820A84"/>
    <w:rsid w:val="00821A12"/>
    <w:rsid w:val="00821F96"/>
    <w:rsid w:val="008223B6"/>
    <w:rsid w:val="008227D0"/>
    <w:rsid w:val="00823CE9"/>
    <w:rsid w:val="00824CDC"/>
    <w:rsid w:val="00824DFA"/>
    <w:rsid w:val="0082755D"/>
    <w:rsid w:val="00830646"/>
    <w:rsid w:val="00830A11"/>
    <w:rsid w:val="00830A66"/>
    <w:rsid w:val="00832222"/>
    <w:rsid w:val="008327B4"/>
    <w:rsid w:val="00832FB5"/>
    <w:rsid w:val="00833DE9"/>
    <w:rsid w:val="00833ED9"/>
    <w:rsid w:val="00835EFB"/>
    <w:rsid w:val="00835F31"/>
    <w:rsid w:val="00835F53"/>
    <w:rsid w:val="0083610C"/>
    <w:rsid w:val="00836394"/>
    <w:rsid w:val="00837039"/>
    <w:rsid w:val="00837464"/>
    <w:rsid w:val="00837EC7"/>
    <w:rsid w:val="008404B5"/>
    <w:rsid w:val="008406DC"/>
    <w:rsid w:val="00840F19"/>
    <w:rsid w:val="008431BB"/>
    <w:rsid w:val="008438D3"/>
    <w:rsid w:val="00843DA7"/>
    <w:rsid w:val="00846BCE"/>
    <w:rsid w:val="00846EB5"/>
    <w:rsid w:val="0085032A"/>
    <w:rsid w:val="00850F55"/>
    <w:rsid w:val="00851BD1"/>
    <w:rsid w:val="00852393"/>
    <w:rsid w:val="00852495"/>
    <w:rsid w:val="0085292D"/>
    <w:rsid w:val="00853CDE"/>
    <w:rsid w:val="00854B06"/>
    <w:rsid w:val="00854BBF"/>
    <w:rsid w:val="00854BC5"/>
    <w:rsid w:val="00855B03"/>
    <w:rsid w:val="00856162"/>
    <w:rsid w:val="0085617C"/>
    <w:rsid w:val="00856FC6"/>
    <w:rsid w:val="008574C3"/>
    <w:rsid w:val="00860CAC"/>
    <w:rsid w:val="008618EF"/>
    <w:rsid w:val="008620D6"/>
    <w:rsid w:val="0086390B"/>
    <w:rsid w:val="0086432F"/>
    <w:rsid w:val="00864B02"/>
    <w:rsid w:val="00864D62"/>
    <w:rsid w:val="008658C1"/>
    <w:rsid w:val="008660B4"/>
    <w:rsid w:val="00866782"/>
    <w:rsid w:val="00866786"/>
    <w:rsid w:val="00867241"/>
    <w:rsid w:val="00874FA6"/>
    <w:rsid w:val="0087546C"/>
    <w:rsid w:val="008760AD"/>
    <w:rsid w:val="008769B7"/>
    <w:rsid w:val="00876E89"/>
    <w:rsid w:val="00877671"/>
    <w:rsid w:val="008801EB"/>
    <w:rsid w:val="008806EC"/>
    <w:rsid w:val="00881A92"/>
    <w:rsid w:val="00881CCA"/>
    <w:rsid w:val="00882255"/>
    <w:rsid w:val="008827F1"/>
    <w:rsid w:val="00882AB1"/>
    <w:rsid w:val="0088407C"/>
    <w:rsid w:val="008853E9"/>
    <w:rsid w:val="00885B6F"/>
    <w:rsid w:val="00886493"/>
    <w:rsid w:val="008864F2"/>
    <w:rsid w:val="008866B3"/>
    <w:rsid w:val="008869B0"/>
    <w:rsid w:val="008873DA"/>
    <w:rsid w:val="00887A9D"/>
    <w:rsid w:val="0089084C"/>
    <w:rsid w:val="00890905"/>
    <w:rsid w:val="00890980"/>
    <w:rsid w:val="00890B41"/>
    <w:rsid w:val="00890BE6"/>
    <w:rsid w:val="00891C2A"/>
    <w:rsid w:val="008928ED"/>
    <w:rsid w:val="00892DB1"/>
    <w:rsid w:val="008930E1"/>
    <w:rsid w:val="0089319E"/>
    <w:rsid w:val="00894D9E"/>
    <w:rsid w:val="0089517F"/>
    <w:rsid w:val="008951C2"/>
    <w:rsid w:val="0089575E"/>
    <w:rsid w:val="00896440"/>
    <w:rsid w:val="00896765"/>
    <w:rsid w:val="008971D8"/>
    <w:rsid w:val="008A0664"/>
    <w:rsid w:val="008A0DAB"/>
    <w:rsid w:val="008A263C"/>
    <w:rsid w:val="008A2E83"/>
    <w:rsid w:val="008A4DA2"/>
    <w:rsid w:val="008A5079"/>
    <w:rsid w:val="008A54F0"/>
    <w:rsid w:val="008A5649"/>
    <w:rsid w:val="008A64EE"/>
    <w:rsid w:val="008A7A3E"/>
    <w:rsid w:val="008A7DA1"/>
    <w:rsid w:val="008B0CE4"/>
    <w:rsid w:val="008B0D0B"/>
    <w:rsid w:val="008B358E"/>
    <w:rsid w:val="008B3B58"/>
    <w:rsid w:val="008B44DD"/>
    <w:rsid w:val="008B4D4A"/>
    <w:rsid w:val="008B550C"/>
    <w:rsid w:val="008B586F"/>
    <w:rsid w:val="008B594F"/>
    <w:rsid w:val="008B5DC1"/>
    <w:rsid w:val="008B69B6"/>
    <w:rsid w:val="008B6A34"/>
    <w:rsid w:val="008B6BC4"/>
    <w:rsid w:val="008C06D1"/>
    <w:rsid w:val="008C0965"/>
    <w:rsid w:val="008C1FF8"/>
    <w:rsid w:val="008C3064"/>
    <w:rsid w:val="008C3154"/>
    <w:rsid w:val="008C3530"/>
    <w:rsid w:val="008C4224"/>
    <w:rsid w:val="008C442E"/>
    <w:rsid w:val="008C467D"/>
    <w:rsid w:val="008C5A53"/>
    <w:rsid w:val="008C5BD1"/>
    <w:rsid w:val="008C5EB5"/>
    <w:rsid w:val="008C5EDC"/>
    <w:rsid w:val="008C5F27"/>
    <w:rsid w:val="008C6F31"/>
    <w:rsid w:val="008C7B4D"/>
    <w:rsid w:val="008D1B1F"/>
    <w:rsid w:val="008D22DB"/>
    <w:rsid w:val="008D23F1"/>
    <w:rsid w:val="008D2D10"/>
    <w:rsid w:val="008D2F93"/>
    <w:rsid w:val="008D314B"/>
    <w:rsid w:val="008D35FD"/>
    <w:rsid w:val="008D3773"/>
    <w:rsid w:val="008D3EE3"/>
    <w:rsid w:val="008D4000"/>
    <w:rsid w:val="008D447C"/>
    <w:rsid w:val="008D45C0"/>
    <w:rsid w:val="008D4813"/>
    <w:rsid w:val="008D4907"/>
    <w:rsid w:val="008D52F1"/>
    <w:rsid w:val="008D54FD"/>
    <w:rsid w:val="008D57D4"/>
    <w:rsid w:val="008D5E68"/>
    <w:rsid w:val="008D70D5"/>
    <w:rsid w:val="008D7C9E"/>
    <w:rsid w:val="008D7CB7"/>
    <w:rsid w:val="008E0000"/>
    <w:rsid w:val="008E0A75"/>
    <w:rsid w:val="008E14AD"/>
    <w:rsid w:val="008E2307"/>
    <w:rsid w:val="008E2FC9"/>
    <w:rsid w:val="008E382B"/>
    <w:rsid w:val="008E4AE6"/>
    <w:rsid w:val="008E4C72"/>
    <w:rsid w:val="008E4DC9"/>
    <w:rsid w:val="008E506E"/>
    <w:rsid w:val="008E549F"/>
    <w:rsid w:val="008E5622"/>
    <w:rsid w:val="008E7534"/>
    <w:rsid w:val="008E7DF8"/>
    <w:rsid w:val="008E7FB6"/>
    <w:rsid w:val="008F01BC"/>
    <w:rsid w:val="008F0628"/>
    <w:rsid w:val="008F0C91"/>
    <w:rsid w:val="008F41D4"/>
    <w:rsid w:val="008F49AC"/>
    <w:rsid w:val="008F49B5"/>
    <w:rsid w:val="008F4A4A"/>
    <w:rsid w:val="008F52FE"/>
    <w:rsid w:val="008F570D"/>
    <w:rsid w:val="008F66C0"/>
    <w:rsid w:val="008F6DB3"/>
    <w:rsid w:val="008F7007"/>
    <w:rsid w:val="008F79B4"/>
    <w:rsid w:val="008F7AE2"/>
    <w:rsid w:val="008F7CD2"/>
    <w:rsid w:val="00900464"/>
    <w:rsid w:val="0090051E"/>
    <w:rsid w:val="0090075C"/>
    <w:rsid w:val="00901374"/>
    <w:rsid w:val="009016CD"/>
    <w:rsid w:val="009019D7"/>
    <w:rsid w:val="00902544"/>
    <w:rsid w:val="0090254B"/>
    <w:rsid w:val="00903616"/>
    <w:rsid w:val="009036D2"/>
    <w:rsid w:val="00903EA6"/>
    <w:rsid w:val="00904530"/>
    <w:rsid w:val="00904AD9"/>
    <w:rsid w:val="009055E5"/>
    <w:rsid w:val="00905C6C"/>
    <w:rsid w:val="00905F97"/>
    <w:rsid w:val="0090730D"/>
    <w:rsid w:val="00910CCE"/>
    <w:rsid w:val="00910EE9"/>
    <w:rsid w:val="00911AB7"/>
    <w:rsid w:val="00911B87"/>
    <w:rsid w:val="00911EDA"/>
    <w:rsid w:val="00912209"/>
    <w:rsid w:val="00912644"/>
    <w:rsid w:val="0091322E"/>
    <w:rsid w:val="009136D2"/>
    <w:rsid w:val="00913B50"/>
    <w:rsid w:val="00913FDA"/>
    <w:rsid w:val="00914606"/>
    <w:rsid w:val="00914618"/>
    <w:rsid w:val="00914B21"/>
    <w:rsid w:val="00915152"/>
    <w:rsid w:val="009152C3"/>
    <w:rsid w:val="00915E68"/>
    <w:rsid w:val="00916326"/>
    <w:rsid w:val="009167EE"/>
    <w:rsid w:val="00916829"/>
    <w:rsid w:val="00916EEC"/>
    <w:rsid w:val="00917B23"/>
    <w:rsid w:val="00917DCC"/>
    <w:rsid w:val="00920600"/>
    <w:rsid w:val="00920DED"/>
    <w:rsid w:val="009229AD"/>
    <w:rsid w:val="00922B5D"/>
    <w:rsid w:val="00922EB3"/>
    <w:rsid w:val="00922EF5"/>
    <w:rsid w:val="009237D8"/>
    <w:rsid w:val="00924557"/>
    <w:rsid w:val="009246DE"/>
    <w:rsid w:val="00924A91"/>
    <w:rsid w:val="00925662"/>
    <w:rsid w:val="009257D4"/>
    <w:rsid w:val="009262F6"/>
    <w:rsid w:val="00926460"/>
    <w:rsid w:val="009268D2"/>
    <w:rsid w:val="00926909"/>
    <w:rsid w:val="00927440"/>
    <w:rsid w:val="00927BF5"/>
    <w:rsid w:val="00927F5C"/>
    <w:rsid w:val="0093026C"/>
    <w:rsid w:val="00930471"/>
    <w:rsid w:val="009305C3"/>
    <w:rsid w:val="0093106B"/>
    <w:rsid w:val="00931B24"/>
    <w:rsid w:val="00932CE4"/>
    <w:rsid w:val="00933C62"/>
    <w:rsid w:val="009345A6"/>
    <w:rsid w:val="00935799"/>
    <w:rsid w:val="009363EE"/>
    <w:rsid w:val="0093689F"/>
    <w:rsid w:val="00936F9E"/>
    <w:rsid w:val="00937352"/>
    <w:rsid w:val="0094104B"/>
    <w:rsid w:val="0094115E"/>
    <w:rsid w:val="0094175F"/>
    <w:rsid w:val="0094201F"/>
    <w:rsid w:val="00942722"/>
    <w:rsid w:val="009427F4"/>
    <w:rsid w:val="009434C6"/>
    <w:rsid w:val="009448E9"/>
    <w:rsid w:val="00944A9E"/>
    <w:rsid w:val="00945026"/>
    <w:rsid w:val="00946049"/>
    <w:rsid w:val="00947543"/>
    <w:rsid w:val="0094783B"/>
    <w:rsid w:val="009501EB"/>
    <w:rsid w:val="00950667"/>
    <w:rsid w:val="00951218"/>
    <w:rsid w:val="00951605"/>
    <w:rsid w:val="00951FC1"/>
    <w:rsid w:val="00952303"/>
    <w:rsid w:val="00952623"/>
    <w:rsid w:val="00952B58"/>
    <w:rsid w:val="00953253"/>
    <w:rsid w:val="009536B7"/>
    <w:rsid w:val="00954D88"/>
    <w:rsid w:val="00954E59"/>
    <w:rsid w:val="009556C0"/>
    <w:rsid w:val="009556D2"/>
    <w:rsid w:val="00955E15"/>
    <w:rsid w:val="00956076"/>
    <w:rsid w:val="0095668B"/>
    <w:rsid w:val="00957D1A"/>
    <w:rsid w:val="00957FC6"/>
    <w:rsid w:val="00960A0E"/>
    <w:rsid w:val="00961603"/>
    <w:rsid w:val="009616E2"/>
    <w:rsid w:val="00961C74"/>
    <w:rsid w:val="00962919"/>
    <w:rsid w:val="00962C37"/>
    <w:rsid w:val="009631F2"/>
    <w:rsid w:val="00964285"/>
    <w:rsid w:val="0096430B"/>
    <w:rsid w:val="009648A9"/>
    <w:rsid w:val="00964AD3"/>
    <w:rsid w:val="00965B17"/>
    <w:rsid w:val="00966142"/>
    <w:rsid w:val="009663A2"/>
    <w:rsid w:val="009664B9"/>
    <w:rsid w:val="00966559"/>
    <w:rsid w:val="00966ED5"/>
    <w:rsid w:val="009700DB"/>
    <w:rsid w:val="0097022A"/>
    <w:rsid w:val="009704BA"/>
    <w:rsid w:val="00970D95"/>
    <w:rsid w:val="0097109E"/>
    <w:rsid w:val="009715E0"/>
    <w:rsid w:val="00971A09"/>
    <w:rsid w:val="00971E28"/>
    <w:rsid w:val="00972464"/>
    <w:rsid w:val="009727C1"/>
    <w:rsid w:val="00972A86"/>
    <w:rsid w:val="009733AB"/>
    <w:rsid w:val="009733BB"/>
    <w:rsid w:val="00973619"/>
    <w:rsid w:val="00973B4B"/>
    <w:rsid w:val="00973FA7"/>
    <w:rsid w:val="0097414D"/>
    <w:rsid w:val="00974982"/>
    <w:rsid w:val="00974C27"/>
    <w:rsid w:val="009760E1"/>
    <w:rsid w:val="00976FDF"/>
    <w:rsid w:val="0097787C"/>
    <w:rsid w:val="0098021E"/>
    <w:rsid w:val="00980DB8"/>
    <w:rsid w:val="0098135A"/>
    <w:rsid w:val="00981537"/>
    <w:rsid w:val="009831BC"/>
    <w:rsid w:val="009839D0"/>
    <w:rsid w:val="0098500E"/>
    <w:rsid w:val="0098587D"/>
    <w:rsid w:val="00986A56"/>
    <w:rsid w:val="00986CB6"/>
    <w:rsid w:val="00986E90"/>
    <w:rsid w:val="00987DF4"/>
    <w:rsid w:val="0099062A"/>
    <w:rsid w:val="009923C9"/>
    <w:rsid w:val="009939D3"/>
    <w:rsid w:val="009943B4"/>
    <w:rsid w:val="00994880"/>
    <w:rsid w:val="00994E53"/>
    <w:rsid w:val="00995C35"/>
    <w:rsid w:val="009964A3"/>
    <w:rsid w:val="009965D4"/>
    <w:rsid w:val="0099688B"/>
    <w:rsid w:val="009968B7"/>
    <w:rsid w:val="00997BA9"/>
    <w:rsid w:val="009A0F2C"/>
    <w:rsid w:val="009A19D7"/>
    <w:rsid w:val="009A25FB"/>
    <w:rsid w:val="009A2F3A"/>
    <w:rsid w:val="009A4583"/>
    <w:rsid w:val="009A4D98"/>
    <w:rsid w:val="009A4E47"/>
    <w:rsid w:val="009A5984"/>
    <w:rsid w:val="009A5C5A"/>
    <w:rsid w:val="009A6481"/>
    <w:rsid w:val="009A7F21"/>
    <w:rsid w:val="009B06CE"/>
    <w:rsid w:val="009B0811"/>
    <w:rsid w:val="009B1726"/>
    <w:rsid w:val="009B2584"/>
    <w:rsid w:val="009B25A8"/>
    <w:rsid w:val="009B27F4"/>
    <w:rsid w:val="009B295A"/>
    <w:rsid w:val="009B29D4"/>
    <w:rsid w:val="009B3419"/>
    <w:rsid w:val="009B347F"/>
    <w:rsid w:val="009B41EA"/>
    <w:rsid w:val="009B483E"/>
    <w:rsid w:val="009B4A18"/>
    <w:rsid w:val="009B4C2F"/>
    <w:rsid w:val="009B5449"/>
    <w:rsid w:val="009B57E6"/>
    <w:rsid w:val="009B5DED"/>
    <w:rsid w:val="009B5F8B"/>
    <w:rsid w:val="009B62E8"/>
    <w:rsid w:val="009B6DC6"/>
    <w:rsid w:val="009B6F8E"/>
    <w:rsid w:val="009B7201"/>
    <w:rsid w:val="009B7AE3"/>
    <w:rsid w:val="009C12B9"/>
    <w:rsid w:val="009C1394"/>
    <w:rsid w:val="009C13BE"/>
    <w:rsid w:val="009C1BE4"/>
    <w:rsid w:val="009C24B6"/>
    <w:rsid w:val="009C2CCF"/>
    <w:rsid w:val="009C2ED7"/>
    <w:rsid w:val="009C431B"/>
    <w:rsid w:val="009C495A"/>
    <w:rsid w:val="009C4C03"/>
    <w:rsid w:val="009C4CD1"/>
    <w:rsid w:val="009C514D"/>
    <w:rsid w:val="009C5712"/>
    <w:rsid w:val="009C5D57"/>
    <w:rsid w:val="009C615D"/>
    <w:rsid w:val="009C6811"/>
    <w:rsid w:val="009C7480"/>
    <w:rsid w:val="009D17EA"/>
    <w:rsid w:val="009D18FE"/>
    <w:rsid w:val="009D23F9"/>
    <w:rsid w:val="009D2E69"/>
    <w:rsid w:val="009D3396"/>
    <w:rsid w:val="009D38C7"/>
    <w:rsid w:val="009D3A71"/>
    <w:rsid w:val="009D3B61"/>
    <w:rsid w:val="009D49A7"/>
    <w:rsid w:val="009D4E90"/>
    <w:rsid w:val="009D5194"/>
    <w:rsid w:val="009D52A2"/>
    <w:rsid w:val="009D5605"/>
    <w:rsid w:val="009D5E6B"/>
    <w:rsid w:val="009D6044"/>
    <w:rsid w:val="009D67BB"/>
    <w:rsid w:val="009E0CF7"/>
    <w:rsid w:val="009E0FAD"/>
    <w:rsid w:val="009E2A70"/>
    <w:rsid w:val="009E2EF9"/>
    <w:rsid w:val="009E375A"/>
    <w:rsid w:val="009E3909"/>
    <w:rsid w:val="009E3FFE"/>
    <w:rsid w:val="009E441E"/>
    <w:rsid w:val="009E5BE0"/>
    <w:rsid w:val="009E6C29"/>
    <w:rsid w:val="009E71EC"/>
    <w:rsid w:val="009E7244"/>
    <w:rsid w:val="009F05BE"/>
    <w:rsid w:val="009F05C2"/>
    <w:rsid w:val="009F06CB"/>
    <w:rsid w:val="009F0997"/>
    <w:rsid w:val="009F143C"/>
    <w:rsid w:val="009F1A79"/>
    <w:rsid w:val="009F24CC"/>
    <w:rsid w:val="009F35C8"/>
    <w:rsid w:val="009F3B2E"/>
    <w:rsid w:val="009F40FC"/>
    <w:rsid w:val="009F4350"/>
    <w:rsid w:val="009F5433"/>
    <w:rsid w:val="009F6BCF"/>
    <w:rsid w:val="009F703A"/>
    <w:rsid w:val="009F7318"/>
    <w:rsid w:val="00A00915"/>
    <w:rsid w:val="00A00C9C"/>
    <w:rsid w:val="00A01351"/>
    <w:rsid w:val="00A015F0"/>
    <w:rsid w:val="00A0177B"/>
    <w:rsid w:val="00A029FE"/>
    <w:rsid w:val="00A0369C"/>
    <w:rsid w:val="00A03C38"/>
    <w:rsid w:val="00A04CB1"/>
    <w:rsid w:val="00A0596E"/>
    <w:rsid w:val="00A05B3A"/>
    <w:rsid w:val="00A05DF5"/>
    <w:rsid w:val="00A073F7"/>
    <w:rsid w:val="00A07905"/>
    <w:rsid w:val="00A1033E"/>
    <w:rsid w:val="00A10776"/>
    <w:rsid w:val="00A10C1D"/>
    <w:rsid w:val="00A10C5E"/>
    <w:rsid w:val="00A11043"/>
    <w:rsid w:val="00A11EBF"/>
    <w:rsid w:val="00A123E8"/>
    <w:rsid w:val="00A12AA6"/>
    <w:rsid w:val="00A12DA8"/>
    <w:rsid w:val="00A12F65"/>
    <w:rsid w:val="00A12F71"/>
    <w:rsid w:val="00A13CB2"/>
    <w:rsid w:val="00A13E45"/>
    <w:rsid w:val="00A14119"/>
    <w:rsid w:val="00A16B03"/>
    <w:rsid w:val="00A16D36"/>
    <w:rsid w:val="00A16D74"/>
    <w:rsid w:val="00A20CAA"/>
    <w:rsid w:val="00A21950"/>
    <w:rsid w:val="00A21BF5"/>
    <w:rsid w:val="00A21E75"/>
    <w:rsid w:val="00A222FD"/>
    <w:rsid w:val="00A224B7"/>
    <w:rsid w:val="00A225D4"/>
    <w:rsid w:val="00A23A41"/>
    <w:rsid w:val="00A241C5"/>
    <w:rsid w:val="00A257EE"/>
    <w:rsid w:val="00A2605D"/>
    <w:rsid w:val="00A269DC"/>
    <w:rsid w:val="00A310B4"/>
    <w:rsid w:val="00A31C31"/>
    <w:rsid w:val="00A31C89"/>
    <w:rsid w:val="00A321F5"/>
    <w:rsid w:val="00A34CAD"/>
    <w:rsid w:val="00A354CE"/>
    <w:rsid w:val="00A356EC"/>
    <w:rsid w:val="00A37A90"/>
    <w:rsid w:val="00A37EF1"/>
    <w:rsid w:val="00A40B6D"/>
    <w:rsid w:val="00A417FD"/>
    <w:rsid w:val="00A41D27"/>
    <w:rsid w:val="00A42047"/>
    <w:rsid w:val="00A422CA"/>
    <w:rsid w:val="00A42D3A"/>
    <w:rsid w:val="00A4396C"/>
    <w:rsid w:val="00A43A6B"/>
    <w:rsid w:val="00A43CAD"/>
    <w:rsid w:val="00A43F71"/>
    <w:rsid w:val="00A44E44"/>
    <w:rsid w:val="00A4566D"/>
    <w:rsid w:val="00A45EBC"/>
    <w:rsid w:val="00A46386"/>
    <w:rsid w:val="00A470F3"/>
    <w:rsid w:val="00A47655"/>
    <w:rsid w:val="00A47F68"/>
    <w:rsid w:val="00A5042D"/>
    <w:rsid w:val="00A50FCF"/>
    <w:rsid w:val="00A510DC"/>
    <w:rsid w:val="00A518D4"/>
    <w:rsid w:val="00A51B52"/>
    <w:rsid w:val="00A52749"/>
    <w:rsid w:val="00A53364"/>
    <w:rsid w:val="00A55690"/>
    <w:rsid w:val="00A57DC8"/>
    <w:rsid w:val="00A60E10"/>
    <w:rsid w:val="00A6111D"/>
    <w:rsid w:val="00A612FA"/>
    <w:rsid w:val="00A625CB"/>
    <w:rsid w:val="00A62878"/>
    <w:rsid w:val="00A638B5"/>
    <w:rsid w:val="00A63F43"/>
    <w:rsid w:val="00A64330"/>
    <w:rsid w:val="00A6448D"/>
    <w:rsid w:val="00A64F23"/>
    <w:rsid w:val="00A65587"/>
    <w:rsid w:val="00A65E14"/>
    <w:rsid w:val="00A6624F"/>
    <w:rsid w:val="00A67256"/>
    <w:rsid w:val="00A70245"/>
    <w:rsid w:val="00A7055A"/>
    <w:rsid w:val="00A71BF2"/>
    <w:rsid w:val="00A720BC"/>
    <w:rsid w:val="00A730D2"/>
    <w:rsid w:val="00A734EF"/>
    <w:rsid w:val="00A73A0C"/>
    <w:rsid w:val="00A74DBA"/>
    <w:rsid w:val="00A76070"/>
    <w:rsid w:val="00A761F7"/>
    <w:rsid w:val="00A76547"/>
    <w:rsid w:val="00A765EF"/>
    <w:rsid w:val="00A77314"/>
    <w:rsid w:val="00A77819"/>
    <w:rsid w:val="00A815AC"/>
    <w:rsid w:val="00A81DD8"/>
    <w:rsid w:val="00A8257B"/>
    <w:rsid w:val="00A82B0D"/>
    <w:rsid w:val="00A82CD1"/>
    <w:rsid w:val="00A836BD"/>
    <w:rsid w:val="00A849B1"/>
    <w:rsid w:val="00A84CE9"/>
    <w:rsid w:val="00A85E62"/>
    <w:rsid w:val="00A86CDF"/>
    <w:rsid w:val="00A90687"/>
    <w:rsid w:val="00A9117C"/>
    <w:rsid w:val="00A92629"/>
    <w:rsid w:val="00A92641"/>
    <w:rsid w:val="00A92782"/>
    <w:rsid w:val="00A92EE2"/>
    <w:rsid w:val="00A94375"/>
    <w:rsid w:val="00A94938"/>
    <w:rsid w:val="00A953E6"/>
    <w:rsid w:val="00A95454"/>
    <w:rsid w:val="00A96444"/>
    <w:rsid w:val="00A96A70"/>
    <w:rsid w:val="00A9739C"/>
    <w:rsid w:val="00A97E56"/>
    <w:rsid w:val="00AA00F1"/>
    <w:rsid w:val="00AA0408"/>
    <w:rsid w:val="00AA050D"/>
    <w:rsid w:val="00AA0862"/>
    <w:rsid w:val="00AA0AB7"/>
    <w:rsid w:val="00AA1255"/>
    <w:rsid w:val="00AA1AF4"/>
    <w:rsid w:val="00AA1FB6"/>
    <w:rsid w:val="00AA20EF"/>
    <w:rsid w:val="00AA37F6"/>
    <w:rsid w:val="00AA4F83"/>
    <w:rsid w:val="00AA5F8B"/>
    <w:rsid w:val="00AA7B6A"/>
    <w:rsid w:val="00AA7CA3"/>
    <w:rsid w:val="00AB03A0"/>
    <w:rsid w:val="00AB1302"/>
    <w:rsid w:val="00AB222B"/>
    <w:rsid w:val="00AB3A77"/>
    <w:rsid w:val="00AB3AC1"/>
    <w:rsid w:val="00AB3C5E"/>
    <w:rsid w:val="00AB5658"/>
    <w:rsid w:val="00AB5900"/>
    <w:rsid w:val="00AB5D97"/>
    <w:rsid w:val="00AB6368"/>
    <w:rsid w:val="00AB6543"/>
    <w:rsid w:val="00AB66B0"/>
    <w:rsid w:val="00AB7F0B"/>
    <w:rsid w:val="00AC1290"/>
    <w:rsid w:val="00AC28EF"/>
    <w:rsid w:val="00AC323C"/>
    <w:rsid w:val="00AC3E70"/>
    <w:rsid w:val="00AC4A6E"/>
    <w:rsid w:val="00AC4E79"/>
    <w:rsid w:val="00AC54BE"/>
    <w:rsid w:val="00AC5FF5"/>
    <w:rsid w:val="00AC6E2D"/>
    <w:rsid w:val="00AC727A"/>
    <w:rsid w:val="00AC7342"/>
    <w:rsid w:val="00AC74B3"/>
    <w:rsid w:val="00AC771B"/>
    <w:rsid w:val="00AC7BD0"/>
    <w:rsid w:val="00AD02BF"/>
    <w:rsid w:val="00AD0969"/>
    <w:rsid w:val="00AD0E16"/>
    <w:rsid w:val="00AD10DF"/>
    <w:rsid w:val="00AD12DC"/>
    <w:rsid w:val="00AD36BB"/>
    <w:rsid w:val="00AD4E4B"/>
    <w:rsid w:val="00AD58E6"/>
    <w:rsid w:val="00AD627F"/>
    <w:rsid w:val="00AD70CB"/>
    <w:rsid w:val="00AD79D3"/>
    <w:rsid w:val="00AE010E"/>
    <w:rsid w:val="00AE02D2"/>
    <w:rsid w:val="00AE13BD"/>
    <w:rsid w:val="00AE1A94"/>
    <w:rsid w:val="00AE2087"/>
    <w:rsid w:val="00AE2B28"/>
    <w:rsid w:val="00AE32F1"/>
    <w:rsid w:val="00AE3659"/>
    <w:rsid w:val="00AE3FF3"/>
    <w:rsid w:val="00AE4F05"/>
    <w:rsid w:val="00AE621A"/>
    <w:rsid w:val="00AE701F"/>
    <w:rsid w:val="00AF1117"/>
    <w:rsid w:val="00AF1427"/>
    <w:rsid w:val="00AF357A"/>
    <w:rsid w:val="00AF3A16"/>
    <w:rsid w:val="00AF4050"/>
    <w:rsid w:val="00AF4070"/>
    <w:rsid w:val="00AF416E"/>
    <w:rsid w:val="00AF4406"/>
    <w:rsid w:val="00AF44B1"/>
    <w:rsid w:val="00AF45B7"/>
    <w:rsid w:val="00AF4A05"/>
    <w:rsid w:val="00AF5422"/>
    <w:rsid w:val="00AF5D51"/>
    <w:rsid w:val="00AF6648"/>
    <w:rsid w:val="00AF6803"/>
    <w:rsid w:val="00AF704D"/>
    <w:rsid w:val="00AF74A0"/>
    <w:rsid w:val="00AF78F0"/>
    <w:rsid w:val="00AF7CB0"/>
    <w:rsid w:val="00B00707"/>
    <w:rsid w:val="00B01395"/>
    <w:rsid w:val="00B0155D"/>
    <w:rsid w:val="00B0257B"/>
    <w:rsid w:val="00B02A6D"/>
    <w:rsid w:val="00B02D42"/>
    <w:rsid w:val="00B03C9F"/>
    <w:rsid w:val="00B05696"/>
    <w:rsid w:val="00B056BE"/>
    <w:rsid w:val="00B05987"/>
    <w:rsid w:val="00B05C7C"/>
    <w:rsid w:val="00B0775A"/>
    <w:rsid w:val="00B07D0F"/>
    <w:rsid w:val="00B1140B"/>
    <w:rsid w:val="00B1195C"/>
    <w:rsid w:val="00B11AE9"/>
    <w:rsid w:val="00B12175"/>
    <w:rsid w:val="00B122A4"/>
    <w:rsid w:val="00B12731"/>
    <w:rsid w:val="00B12748"/>
    <w:rsid w:val="00B12F2D"/>
    <w:rsid w:val="00B12FBA"/>
    <w:rsid w:val="00B13BFF"/>
    <w:rsid w:val="00B13D4D"/>
    <w:rsid w:val="00B144D2"/>
    <w:rsid w:val="00B1476D"/>
    <w:rsid w:val="00B14D26"/>
    <w:rsid w:val="00B1532E"/>
    <w:rsid w:val="00B1538C"/>
    <w:rsid w:val="00B165F9"/>
    <w:rsid w:val="00B16BB0"/>
    <w:rsid w:val="00B21F90"/>
    <w:rsid w:val="00B22333"/>
    <w:rsid w:val="00B223B1"/>
    <w:rsid w:val="00B22A98"/>
    <w:rsid w:val="00B24382"/>
    <w:rsid w:val="00B24697"/>
    <w:rsid w:val="00B25428"/>
    <w:rsid w:val="00B25987"/>
    <w:rsid w:val="00B26183"/>
    <w:rsid w:val="00B273F0"/>
    <w:rsid w:val="00B30CE9"/>
    <w:rsid w:val="00B321B4"/>
    <w:rsid w:val="00B334E0"/>
    <w:rsid w:val="00B33849"/>
    <w:rsid w:val="00B34033"/>
    <w:rsid w:val="00B34229"/>
    <w:rsid w:val="00B34EE8"/>
    <w:rsid w:val="00B353CF"/>
    <w:rsid w:val="00B36C7E"/>
    <w:rsid w:val="00B37EE5"/>
    <w:rsid w:val="00B41F13"/>
    <w:rsid w:val="00B431FD"/>
    <w:rsid w:val="00B452A0"/>
    <w:rsid w:val="00B458D8"/>
    <w:rsid w:val="00B4628F"/>
    <w:rsid w:val="00B4726A"/>
    <w:rsid w:val="00B47314"/>
    <w:rsid w:val="00B47460"/>
    <w:rsid w:val="00B476F7"/>
    <w:rsid w:val="00B511B6"/>
    <w:rsid w:val="00B5131E"/>
    <w:rsid w:val="00B537BF"/>
    <w:rsid w:val="00B538D8"/>
    <w:rsid w:val="00B53B43"/>
    <w:rsid w:val="00B54637"/>
    <w:rsid w:val="00B54BBC"/>
    <w:rsid w:val="00B54E65"/>
    <w:rsid w:val="00B554F4"/>
    <w:rsid w:val="00B567C5"/>
    <w:rsid w:val="00B56AF3"/>
    <w:rsid w:val="00B575B5"/>
    <w:rsid w:val="00B5779C"/>
    <w:rsid w:val="00B6016B"/>
    <w:rsid w:val="00B601D6"/>
    <w:rsid w:val="00B608F8"/>
    <w:rsid w:val="00B60E8C"/>
    <w:rsid w:val="00B61D3B"/>
    <w:rsid w:val="00B6298B"/>
    <w:rsid w:val="00B62E5A"/>
    <w:rsid w:val="00B63ADD"/>
    <w:rsid w:val="00B64FCF"/>
    <w:rsid w:val="00B65BFE"/>
    <w:rsid w:val="00B65FCD"/>
    <w:rsid w:val="00B66A66"/>
    <w:rsid w:val="00B6712C"/>
    <w:rsid w:val="00B70071"/>
    <w:rsid w:val="00B71129"/>
    <w:rsid w:val="00B71DD9"/>
    <w:rsid w:val="00B71EF9"/>
    <w:rsid w:val="00B73683"/>
    <w:rsid w:val="00B73B7C"/>
    <w:rsid w:val="00B75B28"/>
    <w:rsid w:val="00B75B94"/>
    <w:rsid w:val="00B76135"/>
    <w:rsid w:val="00B7614F"/>
    <w:rsid w:val="00B76475"/>
    <w:rsid w:val="00B765F2"/>
    <w:rsid w:val="00B76BAA"/>
    <w:rsid w:val="00B76C10"/>
    <w:rsid w:val="00B77355"/>
    <w:rsid w:val="00B774BF"/>
    <w:rsid w:val="00B80D05"/>
    <w:rsid w:val="00B8195D"/>
    <w:rsid w:val="00B81D3E"/>
    <w:rsid w:val="00B8260E"/>
    <w:rsid w:val="00B83517"/>
    <w:rsid w:val="00B83DC3"/>
    <w:rsid w:val="00B849BB"/>
    <w:rsid w:val="00B85746"/>
    <w:rsid w:val="00B85930"/>
    <w:rsid w:val="00B8597C"/>
    <w:rsid w:val="00B85C32"/>
    <w:rsid w:val="00B86201"/>
    <w:rsid w:val="00B8692B"/>
    <w:rsid w:val="00B877B3"/>
    <w:rsid w:val="00B908AE"/>
    <w:rsid w:val="00B90CED"/>
    <w:rsid w:val="00B93096"/>
    <w:rsid w:val="00B9343B"/>
    <w:rsid w:val="00B93981"/>
    <w:rsid w:val="00B94F96"/>
    <w:rsid w:val="00B95389"/>
    <w:rsid w:val="00B95CD9"/>
    <w:rsid w:val="00B96385"/>
    <w:rsid w:val="00B966F5"/>
    <w:rsid w:val="00B96B32"/>
    <w:rsid w:val="00B97F72"/>
    <w:rsid w:val="00BA0157"/>
    <w:rsid w:val="00BA127F"/>
    <w:rsid w:val="00BA14DF"/>
    <w:rsid w:val="00BA1CC9"/>
    <w:rsid w:val="00BA1DC2"/>
    <w:rsid w:val="00BA213D"/>
    <w:rsid w:val="00BA266D"/>
    <w:rsid w:val="00BA4375"/>
    <w:rsid w:val="00BA48F6"/>
    <w:rsid w:val="00BA51D2"/>
    <w:rsid w:val="00BA5B4A"/>
    <w:rsid w:val="00BA5BDB"/>
    <w:rsid w:val="00BA648C"/>
    <w:rsid w:val="00BA6793"/>
    <w:rsid w:val="00BA6E24"/>
    <w:rsid w:val="00BA6E74"/>
    <w:rsid w:val="00BA7DED"/>
    <w:rsid w:val="00BB00D8"/>
    <w:rsid w:val="00BB0A50"/>
    <w:rsid w:val="00BB4C5C"/>
    <w:rsid w:val="00BB5BB7"/>
    <w:rsid w:val="00BB6D22"/>
    <w:rsid w:val="00BC1849"/>
    <w:rsid w:val="00BC2064"/>
    <w:rsid w:val="00BC372A"/>
    <w:rsid w:val="00BC469A"/>
    <w:rsid w:val="00BC46F4"/>
    <w:rsid w:val="00BC4C39"/>
    <w:rsid w:val="00BC4D62"/>
    <w:rsid w:val="00BC79E7"/>
    <w:rsid w:val="00BD0879"/>
    <w:rsid w:val="00BD0DEF"/>
    <w:rsid w:val="00BD1137"/>
    <w:rsid w:val="00BD1711"/>
    <w:rsid w:val="00BD1C5F"/>
    <w:rsid w:val="00BD3801"/>
    <w:rsid w:val="00BD3D9B"/>
    <w:rsid w:val="00BD45DA"/>
    <w:rsid w:val="00BD46F9"/>
    <w:rsid w:val="00BD4E01"/>
    <w:rsid w:val="00BD51F7"/>
    <w:rsid w:val="00BD5C48"/>
    <w:rsid w:val="00BD60ED"/>
    <w:rsid w:val="00BD6563"/>
    <w:rsid w:val="00BD6F77"/>
    <w:rsid w:val="00BD737D"/>
    <w:rsid w:val="00BD7875"/>
    <w:rsid w:val="00BE079B"/>
    <w:rsid w:val="00BE0B70"/>
    <w:rsid w:val="00BE106E"/>
    <w:rsid w:val="00BE1F5F"/>
    <w:rsid w:val="00BE298F"/>
    <w:rsid w:val="00BE4195"/>
    <w:rsid w:val="00BE4C03"/>
    <w:rsid w:val="00BE4D95"/>
    <w:rsid w:val="00BE586D"/>
    <w:rsid w:val="00BE644C"/>
    <w:rsid w:val="00BE67F7"/>
    <w:rsid w:val="00BE69C8"/>
    <w:rsid w:val="00BE6C0F"/>
    <w:rsid w:val="00BE6D73"/>
    <w:rsid w:val="00BE7A71"/>
    <w:rsid w:val="00BF0148"/>
    <w:rsid w:val="00BF1389"/>
    <w:rsid w:val="00BF207C"/>
    <w:rsid w:val="00BF273F"/>
    <w:rsid w:val="00BF3261"/>
    <w:rsid w:val="00BF348C"/>
    <w:rsid w:val="00BF4023"/>
    <w:rsid w:val="00BF4596"/>
    <w:rsid w:val="00BF5BEF"/>
    <w:rsid w:val="00BF63F0"/>
    <w:rsid w:val="00BF6A1B"/>
    <w:rsid w:val="00BF7406"/>
    <w:rsid w:val="00BF77C5"/>
    <w:rsid w:val="00BF7C8C"/>
    <w:rsid w:val="00C00876"/>
    <w:rsid w:val="00C012FB"/>
    <w:rsid w:val="00C01BA3"/>
    <w:rsid w:val="00C02E01"/>
    <w:rsid w:val="00C03A34"/>
    <w:rsid w:val="00C04838"/>
    <w:rsid w:val="00C049D7"/>
    <w:rsid w:val="00C05194"/>
    <w:rsid w:val="00C05566"/>
    <w:rsid w:val="00C05AE9"/>
    <w:rsid w:val="00C0696C"/>
    <w:rsid w:val="00C07E1C"/>
    <w:rsid w:val="00C10455"/>
    <w:rsid w:val="00C11075"/>
    <w:rsid w:val="00C122B8"/>
    <w:rsid w:val="00C12653"/>
    <w:rsid w:val="00C1293E"/>
    <w:rsid w:val="00C139A2"/>
    <w:rsid w:val="00C14843"/>
    <w:rsid w:val="00C14EA7"/>
    <w:rsid w:val="00C15024"/>
    <w:rsid w:val="00C17775"/>
    <w:rsid w:val="00C179B7"/>
    <w:rsid w:val="00C17F07"/>
    <w:rsid w:val="00C20DAC"/>
    <w:rsid w:val="00C21884"/>
    <w:rsid w:val="00C23368"/>
    <w:rsid w:val="00C238B7"/>
    <w:rsid w:val="00C23B34"/>
    <w:rsid w:val="00C2448F"/>
    <w:rsid w:val="00C24884"/>
    <w:rsid w:val="00C24B3B"/>
    <w:rsid w:val="00C24CEB"/>
    <w:rsid w:val="00C250D4"/>
    <w:rsid w:val="00C254AE"/>
    <w:rsid w:val="00C26233"/>
    <w:rsid w:val="00C26344"/>
    <w:rsid w:val="00C26BF5"/>
    <w:rsid w:val="00C27640"/>
    <w:rsid w:val="00C27904"/>
    <w:rsid w:val="00C27F40"/>
    <w:rsid w:val="00C3030B"/>
    <w:rsid w:val="00C30731"/>
    <w:rsid w:val="00C31040"/>
    <w:rsid w:val="00C31669"/>
    <w:rsid w:val="00C31671"/>
    <w:rsid w:val="00C31A2C"/>
    <w:rsid w:val="00C31C67"/>
    <w:rsid w:val="00C31E01"/>
    <w:rsid w:val="00C31E5C"/>
    <w:rsid w:val="00C323B0"/>
    <w:rsid w:val="00C3300A"/>
    <w:rsid w:val="00C364D4"/>
    <w:rsid w:val="00C369AB"/>
    <w:rsid w:val="00C36D4D"/>
    <w:rsid w:val="00C372B3"/>
    <w:rsid w:val="00C375B6"/>
    <w:rsid w:val="00C37DDD"/>
    <w:rsid w:val="00C41938"/>
    <w:rsid w:val="00C41E46"/>
    <w:rsid w:val="00C42510"/>
    <w:rsid w:val="00C4315E"/>
    <w:rsid w:val="00C437B6"/>
    <w:rsid w:val="00C43D6C"/>
    <w:rsid w:val="00C45CFC"/>
    <w:rsid w:val="00C45D6D"/>
    <w:rsid w:val="00C467C7"/>
    <w:rsid w:val="00C46F69"/>
    <w:rsid w:val="00C47026"/>
    <w:rsid w:val="00C4789D"/>
    <w:rsid w:val="00C50C8E"/>
    <w:rsid w:val="00C50E4D"/>
    <w:rsid w:val="00C50FF8"/>
    <w:rsid w:val="00C51C7A"/>
    <w:rsid w:val="00C52404"/>
    <w:rsid w:val="00C5252C"/>
    <w:rsid w:val="00C530EB"/>
    <w:rsid w:val="00C53D37"/>
    <w:rsid w:val="00C53E4C"/>
    <w:rsid w:val="00C5410C"/>
    <w:rsid w:val="00C5437C"/>
    <w:rsid w:val="00C54A1F"/>
    <w:rsid w:val="00C554CB"/>
    <w:rsid w:val="00C565D1"/>
    <w:rsid w:val="00C5756F"/>
    <w:rsid w:val="00C57573"/>
    <w:rsid w:val="00C57BB8"/>
    <w:rsid w:val="00C6031F"/>
    <w:rsid w:val="00C60506"/>
    <w:rsid w:val="00C60E22"/>
    <w:rsid w:val="00C610F1"/>
    <w:rsid w:val="00C611D3"/>
    <w:rsid w:val="00C61637"/>
    <w:rsid w:val="00C62296"/>
    <w:rsid w:val="00C62804"/>
    <w:rsid w:val="00C6285F"/>
    <w:rsid w:val="00C62B3E"/>
    <w:rsid w:val="00C6366E"/>
    <w:rsid w:val="00C63F02"/>
    <w:rsid w:val="00C64E4E"/>
    <w:rsid w:val="00C64F88"/>
    <w:rsid w:val="00C666AF"/>
    <w:rsid w:val="00C66DEC"/>
    <w:rsid w:val="00C66E54"/>
    <w:rsid w:val="00C67D57"/>
    <w:rsid w:val="00C67EA2"/>
    <w:rsid w:val="00C70795"/>
    <w:rsid w:val="00C70951"/>
    <w:rsid w:val="00C70E69"/>
    <w:rsid w:val="00C71164"/>
    <w:rsid w:val="00C72331"/>
    <w:rsid w:val="00C7293F"/>
    <w:rsid w:val="00C73F82"/>
    <w:rsid w:val="00C75BF5"/>
    <w:rsid w:val="00C75FA8"/>
    <w:rsid w:val="00C765AC"/>
    <w:rsid w:val="00C770D7"/>
    <w:rsid w:val="00C77C81"/>
    <w:rsid w:val="00C80F71"/>
    <w:rsid w:val="00C815E0"/>
    <w:rsid w:val="00C818B4"/>
    <w:rsid w:val="00C81FEB"/>
    <w:rsid w:val="00C8255D"/>
    <w:rsid w:val="00C82747"/>
    <w:rsid w:val="00C83A0E"/>
    <w:rsid w:val="00C8429A"/>
    <w:rsid w:val="00C842EB"/>
    <w:rsid w:val="00C84436"/>
    <w:rsid w:val="00C850D9"/>
    <w:rsid w:val="00C8537B"/>
    <w:rsid w:val="00C8620C"/>
    <w:rsid w:val="00C87327"/>
    <w:rsid w:val="00C87E9E"/>
    <w:rsid w:val="00C90538"/>
    <w:rsid w:val="00C90DCD"/>
    <w:rsid w:val="00C9202E"/>
    <w:rsid w:val="00C925F2"/>
    <w:rsid w:val="00C92B3E"/>
    <w:rsid w:val="00C93433"/>
    <w:rsid w:val="00C9443A"/>
    <w:rsid w:val="00C94768"/>
    <w:rsid w:val="00C95473"/>
    <w:rsid w:val="00C9562E"/>
    <w:rsid w:val="00C95C46"/>
    <w:rsid w:val="00C96701"/>
    <w:rsid w:val="00C96713"/>
    <w:rsid w:val="00C96A02"/>
    <w:rsid w:val="00CA04F1"/>
    <w:rsid w:val="00CA0CC4"/>
    <w:rsid w:val="00CA116B"/>
    <w:rsid w:val="00CA123F"/>
    <w:rsid w:val="00CA1283"/>
    <w:rsid w:val="00CA16FA"/>
    <w:rsid w:val="00CA2B8C"/>
    <w:rsid w:val="00CA40B1"/>
    <w:rsid w:val="00CA4863"/>
    <w:rsid w:val="00CA6116"/>
    <w:rsid w:val="00CA6530"/>
    <w:rsid w:val="00CA6D66"/>
    <w:rsid w:val="00CA709B"/>
    <w:rsid w:val="00CA7528"/>
    <w:rsid w:val="00CA7573"/>
    <w:rsid w:val="00CB05A0"/>
    <w:rsid w:val="00CB07A6"/>
    <w:rsid w:val="00CB0B85"/>
    <w:rsid w:val="00CB0DA8"/>
    <w:rsid w:val="00CB1236"/>
    <w:rsid w:val="00CB145C"/>
    <w:rsid w:val="00CB1507"/>
    <w:rsid w:val="00CB17A9"/>
    <w:rsid w:val="00CB2A1E"/>
    <w:rsid w:val="00CB2A7A"/>
    <w:rsid w:val="00CB36B5"/>
    <w:rsid w:val="00CB4705"/>
    <w:rsid w:val="00CB5841"/>
    <w:rsid w:val="00CB5F72"/>
    <w:rsid w:val="00CB607E"/>
    <w:rsid w:val="00CB659E"/>
    <w:rsid w:val="00CB6977"/>
    <w:rsid w:val="00CB792E"/>
    <w:rsid w:val="00CB7D3C"/>
    <w:rsid w:val="00CB7F48"/>
    <w:rsid w:val="00CC008F"/>
    <w:rsid w:val="00CC0263"/>
    <w:rsid w:val="00CC10F3"/>
    <w:rsid w:val="00CC19C1"/>
    <w:rsid w:val="00CC1B01"/>
    <w:rsid w:val="00CC26AD"/>
    <w:rsid w:val="00CC3013"/>
    <w:rsid w:val="00CC4723"/>
    <w:rsid w:val="00CC489B"/>
    <w:rsid w:val="00CC4954"/>
    <w:rsid w:val="00CC5075"/>
    <w:rsid w:val="00CC50EA"/>
    <w:rsid w:val="00CC535F"/>
    <w:rsid w:val="00CC53BB"/>
    <w:rsid w:val="00CC554E"/>
    <w:rsid w:val="00CC632C"/>
    <w:rsid w:val="00CC6450"/>
    <w:rsid w:val="00CC6A0E"/>
    <w:rsid w:val="00CC6D3F"/>
    <w:rsid w:val="00CC775D"/>
    <w:rsid w:val="00CC7ABC"/>
    <w:rsid w:val="00CC7EEB"/>
    <w:rsid w:val="00CD06C3"/>
    <w:rsid w:val="00CD0A39"/>
    <w:rsid w:val="00CD0B60"/>
    <w:rsid w:val="00CD0CC1"/>
    <w:rsid w:val="00CD1266"/>
    <w:rsid w:val="00CD1572"/>
    <w:rsid w:val="00CD177C"/>
    <w:rsid w:val="00CD1903"/>
    <w:rsid w:val="00CD1A48"/>
    <w:rsid w:val="00CD211B"/>
    <w:rsid w:val="00CD34EF"/>
    <w:rsid w:val="00CD37F5"/>
    <w:rsid w:val="00CD38C0"/>
    <w:rsid w:val="00CD38DD"/>
    <w:rsid w:val="00CD5096"/>
    <w:rsid w:val="00CD5957"/>
    <w:rsid w:val="00CD5974"/>
    <w:rsid w:val="00CD61DC"/>
    <w:rsid w:val="00CD65D7"/>
    <w:rsid w:val="00CD6762"/>
    <w:rsid w:val="00CD73CA"/>
    <w:rsid w:val="00CD7A0B"/>
    <w:rsid w:val="00CD7D83"/>
    <w:rsid w:val="00CE01A9"/>
    <w:rsid w:val="00CE08C6"/>
    <w:rsid w:val="00CE118D"/>
    <w:rsid w:val="00CE1635"/>
    <w:rsid w:val="00CE2B8C"/>
    <w:rsid w:val="00CE2FB5"/>
    <w:rsid w:val="00CE34FB"/>
    <w:rsid w:val="00CE41D8"/>
    <w:rsid w:val="00CE4354"/>
    <w:rsid w:val="00CE4EF1"/>
    <w:rsid w:val="00CE570C"/>
    <w:rsid w:val="00CE6096"/>
    <w:rsid w:val="00CE64DF"/>
    <w:rsid w:val="00CE6561"/>
    <w:rsid w:val="00CE79E3"/>
    <w:rsid w:val="00CE7B7D"/>
    <w:rsid w:val="00CF0E4D"/>
    <w:rsid w:val="00CF1DD0"/>
    <w:rsid w:val="00CF2B99"/>
    <w:rsid w:val="00CF31E2"/>
    <w:rsid w:val="00CF5037"/>
    <w:rsid w:val="00CF5350"/>
    <w:rsid w:val="00CF53CD"/>
    <w:rsid w:val="00CF6146"/>
    <w:rsid w:val="00CF6223"/>
    <w:rsid w:val="00CF749D"/>
    <w:rsid w:val="00D006E9"/>
    <w:rsid w:val="00D01C10"/>
    <w:rsid w:val="00D03212"/>
    <w:rsid w:val="00D04060"/>
    <w:rsid w:val="00D0420E"/>
    <w:rsid w:val="00D04B1F"/>
    <w:rsid w:val="00D04D26"/>
    <w:rsid w:val="00D05377"/>
    <w:rsid w:val="00D0576C"/>
    <w:rsid w:val="00D07CD9"/>
    <w:rsid w:val="00D1101A"/>
    <w:rsid w:val="00D13A61"/>
    <w:rsid w:val="00D13CD9"/>
    <w:rsid w:val="00D141E4"/>
    <w:rsid w:val="00D14471"/>
    <w:rsid w:val="00D1455E"/>
    <w:rsid w:val="00D1521A"/>
    <w:rsid w:val="00D157D2"/>
    <w:rsid w:val="00D16804"/>
    <w:rsid w:val="00D1761C"/>
    <w:rsid w:val="00D178F2"/>
    <w:rsid w:val="00D17C75"/>
    <w:rsid w:val="00D202E3"/>
    <w:rsid w:val="00D20E96"/>
    <w:rsid w:val="00D21256"/>
    <w:rsid w:val="00D22274"/>
    <w:rsid w:val="00D24059"/>
    <w:rsid w:val="00D24A59"/>
    <w:rsid w:val="00D24E78"/>
    <w:rsid w:val="00D25667"/>
    <w:rsid w:val="00D26411"/>
    <w:rsid w:val="00D275AE"/>
    <w:rsid w:val="00D27D62"/>
    <w:rsid w:val="00D27EC4"/>
    <w:rsid w:val="00D31B17"/>
    <w:rsid w:val="00D31F04"/>
    <w:rsid w:val="00D323DD"/>
    <w:rsid w:val="00D32C4E"/>
    <w:rsid w:val="00D33D8B"/>
    <w:rsid w:val="00D3472E"/>
    <w:rsid w:val="00D34D00"/>
    <w:rsid w:val="00D3541C"/>
    <w:rsid w:val="00D355AE"/>
    <w:rsid w:val="00D35981"/>
    <w:rsid w:val="00D35F7E"/>
    <w:rsid w:val="00D3657A"/>
    <w:rsid w:val="00D365AD"/>
    <w:rsid w:val="00D36C6D"/>
    <w:rsid w:val="00D36F5F"/>
    <w:rsid w:val="00D37A03"/>
    <w:rsid w:val="00D37F3A"/>
    <w:rsid w:val="00D403FB"/>
    <w:rsid w:val="00D40846"/>
    <w:rsid w:val="00D41513"/>
    <w:rsid w:val="00D416C7"/>
    <w:rsid w:val="00D425B7"/>
    <w:rsid w:val="00D429BB"/>
    <w:rsid w:val="00D42BAF"/>
    <w:rsid w:val="00D42CF3"/>
    <w:rsid w:val="00D42E79"/>
    <w:rsid w:val="00D4582E"/>
    <w:rsid w:val="00D45B79"/>
    <w:rsid w:val="00D464BE"/>
    <w:rsid w:val="00D46D7B"/>
    <w:rsid w:val="00D471F2"/>
    <w:rsid w:val="00D47E63"/>
    <w:rsid w:val="00D50383"/>
    <w:rsid w:val="00D513D5"/>
    <w:rsid w:val="00D516C2"/>
    <w:rsid w:val="00D51DE5"/>
    <w:rsid w:val="00D5215C"/>
    <w:rsid w:val="00D52528"/>
    <w:rsid w:val="00D54838"/>
    <w:rsid w:val="00D54956"/>
    <w:rsid w:val="00D55BC9"/>
    <w:rsid w:val="00D5602F"/>
    <w:rsid w:val="00D57E0C"/>
    <w:rsid w:val="00D60512"/>
    <w:rsid w:val="00D60E9D"/>
    <w:rsid w:val="00D614C6"/>
    <w:rsid w:val="00D61569"/>
    <w:rsid w:val="00D61D1F"/>
    <w:rsid w:val="00D61F30"/>
    <w:rsid w:val="00D626C4"/>
    <w:rsid w:val="00D62FAF"/>
    <w:rsid w:val="00D645BD"/>
    <w:rsid w:val="00D65F33"/>
    <w:rsid w:val="00D66930"/>
    <w:rsid w:val="00D67045"/>
    <w:rsid w:val="00D67A27"/>
    <w:rsid w:val="00D67E26"/>
    <w:rsid w:val="00D70236"/>
    <w:rsid w:val="00D7050F"/>
    <w:rsid w:val="00D70B0B"/>
    <w:rsid w:val="00D70D57"/>
    <w:rsid w:val="00D72907"/>
    <w:rsid w:val="00D73523"/>
    <w:rsid w:val="00D73E0D"/>
    <w:rsid w:val="00D7415B"/>
    <w:rsid w:val="00D741EC"/>
    <w:rsid w:val="00D7477E"/>
    <w:rsid w:val="00D752FE"/>
    <w:rsid w:val="00D7544F"/>
    <w:rsid w:val="00D75780"/>
    <w:rsid w:val="00D764AB"/>
    <w:rsid w:val="00D76CD8"/>
    <w:rsid w:val="00D770E8"/>
    <w:rsid w:val="00D7717F"/>
    <w:rsid w:val="00D8364F"/>
    <w:rsid w:val="00D83DC2"/>
    <w:rsid w:val="00D83EA7"/>
    <w:rsid w:val="00D84772"/>
    <w:rsid w:val="00D84E6E"/>
    <w:rsid w:val="00D85389"/>
    <w:rsid w:val="00D85673"/>
    <w:rsid w:val="00D85A61"/>
    <w:rsid w:val="00D85B4F"/>
    <w:rsid w:val="00D8656D"/>
    <w:rsid w:val="00D87222"/>
    <w:rsid w:val="00D916F7"/>
    <w:rsid w:val="00D9179B"/>
    <w:rsid w:val="00D91F85"/>
    <w:rsid w:val="00D92285"/>
    <w:rsid w:val="00D92855"/>
    <w:rsid w:val="00D9290C"/>
    <w:rsid w:val="00D92D45"/>
    <w:rsid w:val="00D93A58"/>
    <w:rsid w:val="00D93B28"/>
    <w:rsid w:val="00D93CD4"/>
    <w:rsid w:val="00D93D55"/>
    <w:rsid w:val="00D94015"/>
    <w:rsid w:val="00D94103"/>
    <w:rsid w:val="00D947D9"/>
    <w:rsid w:val="00D95E2A"/>
    <w:rsid w:val="00D960BC"/>
    <w:rsid w:val="00D9684E"/>
    <w:rsid w:val="00DA0029"/>
    <w:rsid w:val="00DA078E"/>
    <w:rsid w:val="00DA22DC"/>
    <w:rsid w:val="00DA26C9"/>
    <w:rsid w:val="00DA49DC"/>
    <w:rsid w:val="00DA4A55"/>
    <w:rsid w:val="00DA55BB"/>
    <w:rsid w:val="00DA65CD"/>
    <w:rsid w:val="00DA68A7"/>
    <w:rsid w:val="00DB005F"/>
    <w:rsid w:val="00DB00C0"/>
    <w:rsid w:val="00DB07CF"/>
    <w:rsid w:val="00DB0914"/>
    <w:rsid w:val="00DB12F8"/>
    <w:rsid w:val="00DB150C"/>
    <w:rsid w:val="00DB178B"/>
    <w:rsid w:val="00DB18DE"/>
    <w:rsid w:val="00DB23F6"/>
    <w:rsid w:val="00DB3A13"/>
    <w:rsid w:val="00DB3AE0"/>
    <w:rsid w:val="00DB45B7"/>
    <w:rsid w:val="00DB67CF"/>
    <w:rsid w:val="00DC0702"/>
    <w:rsid w:val="00DC070D"/>
    <w:rsid w:val="00DC17B7"/>
    <w:rsid w:val="00DC206C"/>
    <w:rsid w:val="00DC2392"/>
    <w:rsid w:val="00DC3ED9"/>
    <w:rsid w:val="00DC4422"/>
    <w:rsid w:val="00DC455F"/>
    <w:rsid w:val="00DC4AD9"/>
    <w:rsid w:val="00DC5155"/>
    <w:rsid w:val="00DC55DD"/>
    <w:rsid w:val="00DC65F7"/>
    <w:rsid w:val="00DC6A84"/>
    <w:rsid w:val="00DC7860"/>
    <w:rsid w:val="00DD0BD5"/>
    <w:rsid w:val="00DD1799"/>
    <w:rsid w:val="00DD1F50"/>
    <w:rsid w:val="00DD3AF3"/>
    <w:rsid w:val="00DD4723"/>
    <w:rsid w:val="00DD4819"/>
    <w:rsid w:val="00DD4854"/>
    <w:rsid w:val="00DD4BB9"/>
    <w:rsid w:val="00DD4CA4"/>
    <w:rsid w:val="00DD5754"/>
    <w:rsid w:val="00DD596C"/>
    <w:rsid w:val="00DE0631"/>
    <w:rsid w:val="00DE0EB8"/>
    <w:rsid w:val="00DE13F3"/>
    <w:rsid w:val="00DE21E7"/>
    <w:rsid w:val="00DE23C1"/>
    <w:rsid w:val="00DE25A7"/>
    <w:rsid w:val="00DE2960"/>
    <w:rsid w:val="00DE2999"/>
    <w:rsid w:val="00DE380E"/>
    <w:rsid w:val="00DE4B97"/>
    <w:rsid w:val="00DE4C00"/>
    <w:rsid w:val="00DE5C82"/>
    <w:rsid w:val="00DE6BC4"/>
    <w:rsid w:val="00DF050C"/>
    <w:rsid w:val="00DF0687"/>
    <w:rsid w:val="00DF0BED"/>
    <w:rsid w:val="00DF0F2C"/>
    <w:rsid w:val="00DF29D0"/>
    <w:rsid w:val="00DF2DFE"/>
    <w:rsid w:val="00DF3708"/>
    <w:rsid w:val="00DF3767"/>
    <w:rsid w:val="00DF521B"/>
    <w:rsid w:val="00DF58FE"/>
    <w:rsid w:val="00DF6999"/>
    <w:rsid w:val="00E00CAD"/>
    <w:rsid w:val="00E01466"/>
    <w:rsid w:val="00E016FD"/>
    <w:rsid w:val="00E018A7"/>
    <w:rsid w:val="00E023A5"/>
    <w:rsid w:val="00E0241C"/>
    <w:rsid w:val="00E0253E"/>
    <w:rsid w:val="00E0447D"/>
    <w:rsid w:val="00E05175"/>
    <w:rsid w:val="00E0644B"/>
    <w:rsid w:val="00E071E9"/>
    <w:rsid w:val="00E075DF"/>
    <w:rsid w:val="00E07AF3"/>
    <w:rsid w:val="00E10C33"/>
    <w:rsid w:val="00E11347"/>
    <w:rsid w:val="00E11939"/>
    <w:rsid w:val="00E12300"/>
    <w:rsid w:val="00E126C7"/>
    <w:rsid w:val="00E130F1"/>
    <w:rsid w:val="00E13539"/>
    <w:rsid w:val="00E138C0"/>
    <w:rsid w:val="00E14613"/>
    <w:rsid w:val="00E15A4B"/>
    <w:rsid w:val="00E15BD9"/>
    <w:rsid w:val="00E160D7"/>
    <w:rsid w:val="00E161BF"/>
    <w:rsid w:val="00E1640E"/>
    <w:rsid w:val="00E16B69"/>
    <w:rsid w:val="00E16BD8"/>
    <w:rsid w:val="00E17977"/>
    <w:rsid w:val="00E17B59"/>
    <w:rsid w:val="00E203C0"/>
    <w:rsid w:val="00E2045F"/>
    <w:rsid w:val="00E20B3F"/>
    <w:rsid w:val="00E216ED"/>
    <w:rsid w:val="00E21A73"/>
    <w:rsid w:val="00E222F6"/>
    <w:rsid w:val="00E22D09"/>
    <w:rsid w:val="00E22E24"/>
    <w:rsid w:val="00E22FD2"/>
    <w:rsid w:val="00E247A2"/>
    <w:rsid w:val="00E24B96"/>
    <w:rsid w:val="00E259B0"/>
    <w:rsid w:val="00E25B8C"/>
    <w:rsid w:val="00E27BC6"/>
    <w:rsid w:val="00E3011A"/>
    <w:rsid w:val="00E3035F"/>
    <w:rsid w:val="00E3044E"/>
    <w:rsid w:val="00E31489"/>
    <w:rsid w:val="00E3189E"/>
    <w:rsid w:val="00E31EBB"/>
    <w:rsid w:val="00E31EDE"/>
    <w:rsid w:val="00E32546"/>
    <w:rsid w:val="00E3281B"/>
    <w:rsid w:val="00E328F5"/>
    <w:rsid w:val="00E3331C"/>
    <w:rsid w:val="00E33C51"/>
    <w:rsid w:val="00E34060"/>
    <w:rsid w:val="00E342F9"/>
    <w:rsid w:val="00E34440"/>
    <w:rsid w:val="00E345CA"/>
    <w:rsid w:val="00E348F5"/>
    <w:rsid w:val="00E35CD5"/>
    <w:rsid w:val="00E36297"/>
    <w:rsid w:val="00E3637A"/>
    <w:rsid w:val="00E36EC9"/>
    <w:rsid w:val="00E403C4"/>
    <w:rsid w:val="00E40DAD"/>
    <w:rsid w:val="00E411B4"/>
    <w:rsid w:val="00E414EB"/>
    <w:rsid w:val="00E426D2"/>
    <w:rsid w:val="00E42F44"/>
    <w:rsid w:val="00E439D0"/>
    <w:rsid w:val="00E4451D"/>
    <w:rsid w:val="00E44B35"/>
    <w:rsid w:val="00E44BE6"/>
    <w:rsid w:val="00E461F8"/>
    <w:rsid w:val="00E4620D"/>
    <w:rsid w:val="00E46218"/>
    <w:rsid w:val="00E47490"/>
    <w:rsid w:val="00E47C02"/>
    <w:rsid w:val="00E50033"/>
    <w:rsid w:val="00E50293"/>
    <w:rsid w:val="00E50558"/>
    <w:rsid w:val="00E5083D"/>
    <w:rsid w:val="00E50B5C"/>
    <w:rsid w:val="00E515C0"/>
    <w:rsid w:val="00E522C1"/>
    <w:rsid w:val="00E528A8"/>
    <w:rsid w:val="00E542B7"/>
    <w:rsid w:val="00E5470D"/>
    <w:rsid w:val="00E547E6"/>
    <w:rsid w:val="00E5480C"/>
    <w:rsid w:val="00E549D8"/>
    <w:rsid w:val="00E54DC1"/>
    <w:rsid w:val="00E557E0"/>
    <w:rsid w:val="00E55878"/>
    <w:rsid w:val="00E558F6"/>
    <w:rsid w:val="00E55B05"/>
    <w:rsid w:val="00E56039"/>
    <w:rsid w:val="00E5636B"/>
    <w:rsid w:val="00E57F22"/>
    <w:rsid w:val="00E606C9"/>
    <w:rsid w:val="00E60B99"/>
    <w:rsid w:val="00E61A57"/>
    <w:rsid w:val="00E61E16"/>
    <w:rsid w:val="00E61E77"/>
    <w:rsid w:val="00E62B8C"/>
    <w:rsid w:val="00E62C70"/>
    <w:rsid w:val="00E64575"/>
    <w:rsid w:val="00E646E2"/>
    <w:rsid w:val="00E64EE8"/>
    <w:rsid w:val="00E65D94"/>
    <w:rsid w:val="00E66964"/>
    <w:rsid w:val="00E67CF8"/>
    <w:rsid w:val="00E70DD5"/>
    <w:rsid w:val="00E71549"/>
    <w:rsid w:val="00E73C2D"/>
    <w:rsid w:val="00E73C8C"/>
    <w:rsid w:val="00E745E6"/>
    <w:rsid w:val="00E75760"/>
    <w:rsid w:val="00E75E00"/>
    <w:rsid w:val="00E7608E"/>
    <w:rsid w:val="00E7657E"/>
    <w:rsid w:val="00E771EC"/>
    <w:rsid w:val="00E77924"/>
    <w:rsid w:val="00E77BD7"/>
    <w:rsid w:val="00E77BF5"/>
    <w:rsid w:val="00E8029D"/>
    <w:rsid w:val="00E80943"/>
    <w:rsid w:val="00E8114E"/>
    <w:rsid w:val="00E81E73"/>
    <w:rsid w:val="00E8212A"/>
    <w:rsid w:val="00E82A09"/>
    <w:rsid w:val="00E83199"/>
    <w:rsid w:val="00E84763"/>
    <w:rsid w:val="00E848A8"/>
    <w:rsid w:val="00E849B8"/>
    <w:rsid w:val="00E85440"/>
    <w:rsid w:val="00E85B4B"/>
    <w:rsid w:val="00E86271"/>
    <w:rsid w:val="00E86668"/>
    <w:rsid w:val="00E86826"/>
    <w:rsid w:val="00E87E8C"/>
    <w:rsid w:val="00E9037E"/>
    <w:rsid w:val="00E90896"/>
    <w:rsid w:val="00E91DBB"/>
    <w:rsid w:val="00E922EE"/>
    <w:rsid w:val="00E923EE"/>
    <w:rsid w:val="00E92875"/>
    <w:rsid w:val="00E9288D"/>
    <w:rsid w:val="00E931E3"/>
    <w:rsid w:val="00E942A7"/>
    <w:rsid w:val="00E94508"/>
    <w:rsid w:val="00E94B13"/>
    <w:rsid w:val="00E94D8F"/>
    <w:rsid w:val="00E959B4"/>
    <w:rsid w:val="00E96169"/>
    <w:rsid w:val="00E977C7"/>
    <w:rsid w:val="00EA104A"/>
    <w:rsid w:val="00EA1312"/>
    <w:rsid w:val="00EA1815"/>
    <w:rsid w:val="00EA18E8"/>
    <w:rsid w:val="00EA1B0A"/>
    <w:rsid w:val="00EA1FE6"/>
    <w:rsid w:val="00EA2116"/>
    <w:rsid w:val="00EA284A"/>
    <w:rsid w:val="00EA369B"/>
    <w:rsid w:val="00EA3D01"/>
    <w:rsid w:val="00EA43B0"/>
    <w:rsid w:val="00EA48FE"/>
    <w:rsid w:val="00EA4D26"/>
    <w:rsid w:val="00EA64C4"/>
    <w:rsid w:val="00EA64C9"/>
    <w:rsid w:val="00EA66DB"/>
    <w:rsid w:val="00EA680A"/>
    <w:rsid w:val="00EA6897"/>
    <w:rsid w:val="00EA6ADC"/>
    <w:rsid w:val="00EA6FD0"/>
    <w:rsid w:val="00EB0398"/>
    <w:rsid w:val="00EB18A4"/>
    <w:rsid w:val="00EB223F"/>
    <w:rsid w:val="00EB3383"/>
    <w:rsid w:val="00EB3FD7"/>
    <w:rsid w:val="00EB5210"/>
    <w:rsid w:val="00EB521C"/>
    <w:rsid w:val="00EB56F9"/>
    <w:rsid w:val="00EB5C19"/>
    <w:rsid w:val="00EB5F8E"/>
    <w:rsid w:val="00EB7612"/>
    <w:rsid w:val="00EB7C2A"/>
    <w:rsid w:val="00EB7CFA"/>
    <w:rsid w:val="00EC115F"/>
    <w:rsid w:val="00EC15EE"/>
    <w:rsid w:val="00EC441D"/>
    <w:rsid w:val="00EC44F4"/>
    <w:rsid w:val="00EC456F"/>
    <w:rsid w:val="00EC4FB8"/>
    <w:rsid w:val="00EC5B98"/>
    <w:rsid w:val="00EC675C"/>
    <w:rsid w:val="00EC7751"/>
    <w:rsid w:val="00ED0089"/>
    <w:rsid w:val="00ED03DE"/>
    <w:rsid w:val="00ED070E"/>
    <w:rsid w:val="00ED0EE8"/>
    <w:rsid w:val="00ED14F2"/>
    <w:rsid w:val="00ED16B1"/>
    <w:rsid w:val="00ED1A0A"/>
    <w:rsid w:val="00ED23A8"/>
    <w:rsid w:val="00ED24F9"/>
    <w:rsid w:val="00ED2B8C"/>
    <w:rsid w:val="00ED362A"/>
    <w:rsid w:val="00ED39BC"/>
    <w:rsid w:val="00ED4CF6"/>
    <w:rsid w:val="00ED56BA"/>
    <w:rsid w:val="00ED5E3A"/>
    <w:rsid w:val="00ED6B57"/>
    <w:rsid w:val="00ED7ACB"/>
    <w:rsid w:val="00ED7E5E"/>
    <w:rsid w:val="00EE078D"/>
    <w:rsid w:val="00EE0929"/>
    <w:rsid w:val="00EE09A8"/>
    <w:rsid w:val="00EE2BF7"/>
    <w:rsid w:val="00EE34B6"/>
    <w:rsid w:val="00EE3FD2"/>
    <w:rsid w:val="00EE4283"/>
    <w:rsid w:val="00EE43D1"/>
    <w:rsid w:val="00EE5542"/>
    <w:rsid w:val="00EE5679"/>
    <w:rsid w:val="00EE5737"/>
    <w:rsid w:val="00EE5D10"/>
    <w:rsid w:val="00EE624F"/>
    <w:rsid w:val="00EE66ED"/>
    <w:rsid w:val="00EE70F0"/>
    <w:rsid w:val="00EE7290"/>
    <w:rsid w:val="00EE77A3"/>
    <w:rsid w:val="00EE77C8"/>
    <w:rsid w:val="00EE7A01"/>
    <w:rsid w:val="00EF0523"/>
    <w:rsid w:val="00EF056F"/>
    <w:rsid w:val="00EF07A2"/>
    <w:rsid w:val="00EF07D9"/>
    <w:rsid w:val="00EF1E8E"/>
    <w:rsid w:val="00EF1F1D"/>
    <w:rsid w:val="00EF1F95"/>
    <w:rsid w:val="00EF27EC"/>
    <w:rsid w:val="00EF28E8"/>
    <w:rsid w:val="00EF3247"/>
    <w:rsid w:val="00EF493D"/>
    <w:rsid w:val="00EF4D23"/>
    <w:rsid w:val="00EF54CB"/>
    <w:rsid w:val="00EF5C24"/>
    <w:rsid w:val="00EF62FA"/>
    <w:rsid w:val="00EF64B1"/>
    <w:rsid w:val="00EF67B6"/>
    <w:rsid w:val="00EF749B"/>
    <w:rsid w:val="00EF7832"/>
    <w:rsid w:val="00EF7CA7"/>
    <w:rsid w:val="00EF7F3A"/>
    <w:rsid w:val="00F00506"/>
    <w:rsid w:val="00F00E61"/>
    <w:rsid w:val="00F02DCC"/>
    <w:rsid w:val="00F0342E"/>
    <w:rsid w:val="00F0376E"/>
    <w:rsid w:val="00F0384A"/>
    <w:rsid w:val="00F03863"/>
    <w:rsid w:val="00F0528F"/>
    <w:rsid w:val="00F060BB"/>
    <w:rsid w:val="00F06292"/>
    <w:rsid w:val="00F067F3"/>
    <w:rsid w:val="00F071F7"/>
    <w:rsid w:val="00F07ED0"/>
    <w:rsid w:val="00F106F9"/>
    <w:rsid w:val="00F10886"/>
    <w:rsid w:val="00F10FEE"/>
    <w:rsid w:val="00F11267"/>
    <w:rsid w:val="00F119F1"/>
    <w:rsid w:val="00F11E57"/>
    <w:rsid w:val="00F12A90"/>
    <w:rsid w:val="00F13756"/>
    <w:rsid w:val="00F1378F"/>
    <w:rsid w:val="00F138FE"/>
    <w:rsid w:val="00F13BCE"/>
    <w:rsid w:val="00F13E8F"/>
    <w:rsid w:val="00F14207"/>
    <w:rsid w:val="00F14542"/>
    <w:rsid w:val="00F14CFD"/>
    <w:rsid w:val="00F14E10"/>
    <w:rsid w:val="00F1608B"/>
    <w:rsid w:val="00F16A3A"/>
    <w:rsid w:val="00F17A9A"/>
    <w:rsid w:val="00F20B42"/>
    <w:rsid w:val="00F20B8F"/>
    <w:rsid w:val="00F21E22"/>
    <w:rsid w:val="00F222E9"/>
    <w:rsid w:val="00F22D41"/>
    <w:rsid w:val="00F233F2"/>
    <w:rsid w:val="00F24304"/>
    <w:rsid w:val="00F2448B"/>
    <w:rsid w:val="00F2478D"/>
    <w:rsid w:val="00F24D04"/>
    <w:rsid w:val="00F25A2C"/>
    <w:rsid w:val="00F26864"/>
    <w:rsid w:val="00F279CE"/>
    <w:rsid w:val="00F27CDE"/>
    <w:rsid w:val="00F303B8"/>
    <w:rsid w:val="00F30AF4"/>
    <w:rsid w:val="00F32010"/>
    <w:rsid w:val="00F32085"/>
    <w:rsid w:val="00F32F4E"/>
    <w:rsid w:val="00F33107"/>
    <w:rsid w:val="00F33B95"/>
    <w:rsid w:val="00F33D31"/>
    <w:rsid w:val="00F33D6D"/>
    <w:rsid w:val="00F34C3B"/>
    <w:rsid w:val="00F3641C"/>
    <w:rsid w:val="00F3646F"/>
    <w:rsid w:val="00F36C8D"/>
    <w:rsid w:val="00F3730A"/>
    <w:rsid w:val="00F37BC4"/>
    <w:rsid w:val="00F4041F"/>
    <w:rsid w:val="00F40972"/>
    <w:rsid w:val="00F412A0"/>
    <w:rsid w:val="00F41E39"/>
    <w:rsid w:val="00F429CF"/>
    <w:rsid w:val="00F42AAC"/>
    <w:rsid w:val="00F4312F"/>
    <w:rsid w:val="00F431A7"/>
    <w:rsid w:val="00F43C69"/>
    <w:rsid w:val="00F43DCC"/>
    <w:rsid w:val="00F44561"/>
    <w:rsid w:val="00F449A3"/>
    <w:rsid w:val="00F44E18"/>
    <w:rsid w:val="00F4542F"/>
    <w:rsid w:val="00F47003"/>
    <w:rsid w:val="00F503CE"/>
    <w:rsid w:val="00F50916"/>
    <w:rsid w:val="00F50953"/>
    <w:rsid w:val="00F5220D"/>
    <w:rsid w:val="00F52B11"/>
    <w:rsid w:val="00F531CE"/>
    <w:rsid w:val="00F5348D"/>
    <w:rsid w:val="00F5392E"/>
    <w:rsid w:val="00F5396E"/>
    <w:rsid w:val="00F53E1E"/>
    <w:rsid w:val="00F54328"/>
    <w:rsid w:val="00F55DF1"/>
    <w:rsid w:val="00F55E7D"/>
    <w:rsid w:val="00F57A8B"/>
    <w:rsid w:val="00F57C69"/>
    <w:rsid w:val="00F57FCF"/>
    <w:rsid w:val="00F6004E"/>
    <w:rsid w:val="00F60803"/>
    <w:rsid w:val="00F60DE1"/>
    <w:rsid w:val="00F614CA"/>
    <w:rsid w:val="00F61846"/>
    <w:rsid w:val="00F621EE"/>
    <w:rsid w:val="00F627BA"/>
    <w:rsid w:val="00F63CFA"/>
    <w:rsid w:val="00F671D2"/>
    <w:rsid w:val="00F6792C"/>
    <w:rsid w:val="00F67EB3"/>
    <w:rsid w:val="00F71EF9"/>
    <w:rsid w:val="00F72916"/>
    <w:rsid w:val="00F74209"/>
    <w:rsid w:val="00F74505"/>
    <w:rsid w:val="00F7455E"/>
    <w:rsid w:val="00F751CA"/>
    <w:rsid w:val="00F7537D"/>
    <w:rsid w:val="00F75D37"/>
    <w:rsid w:val="00F76243"/>
    <w:rsid w:val="00F76325"/>
    <w:rsid w:val="00F77003"/>
    <w:rsid w:val="00F77251"/>
    <w:rsid w:val="00F81393"/>
    <w:rsid w:val="00F816C6"/>
    <w:rsid w:val="00F829D9"/>
    <w:rsid w:val="00F83143"/>
    <w:rsid w:val="00F8422B"/>
    <w:rsid w:val="00F846A7"/>
    <w:rsid w:val="00F847EB"/>
    <w:rsid w:val="00F84CF9"/>
    <w:rsid w:val="00F84D85"/>
    <w:rsid w:val="00F85562"/>
    <w:rsid w:val="00F85B4B"/>
    <w:rsid w:val="00F85C51"/>
    <w:rsid w:val="00F863AD"/>
    <w:rsid w:val="00F86ECB"/>
    <w:rsid w:val="00F907CC"/>
    <w:rsid w:val="00F91432"/>
    <w:rsid w:val="00F914A2"/>
    <w:rsid w:val="00F91F10"/>
    <w:rsid w:val="00F92404"/>
    <w:rsid w:val="00F92553"/>
    <w:rsid w:val="00F92B85"/>
    <w:rsid w:val="00F92E9A"/>
    <w:rsid w:val="00F932DF"/>
    <w:rsid w:val="00F93940"/>
    <w:rsid w:val="00F94333"/>
    <w:rsid w:val="00F9508F"/>
    <w:rsid w:val="00F9517B"/>
    <w:rsid w:val="00F95372"/>
    <w:rsid w:val="00F95EE7"/>
    <w:rsid w:val="00F9615A"/>
    <w:rsid w:val="00F961C8"/>
    <w:rsid w:val="00F968D0"/>
    <w:rsid w:val="00F96A37"/>
    <w:rsid w:val="00F96D13"/>
    <w:rsid w:val="00F9714E"/>
    <w:rsid w:val="00FA05FF"/>
    <w:rsid w:val="00FA075A"/>
    <w:rsid w:val="00FA151C"/>
    <w:rsid w:val="00FA1B71"/>
    <w:rsid w:val="00FA2016"/>
    <w:rsid w:val="00FA34DF"/>
    <w:rsid w:val="00FA3862"/>
    <w:rsid w:val="00FA3A94"/>
    <w:rsid w:val="00FA4628"/>
    <w:rsid w:val="00FA4A37"/>
    <w:rsid w:val="00FA575E"/>
    <w:rsid w:val="00FA5C1C"/>
    <w:rsid w:val="00FA64F3"/>
    <w:rsid w:val="00FA72C8"/>
    <w:rsid w:val="00FA744D"/>
    <w:rsid w:val="00FA7B67"/>
    <w:rsid w:val="00FB0440"/>
    <w:rsid w:val="00FB0CA8"/>
    <w:rsid w:val="00FB16E6"/>
    <w:rsid w:val="00FB247B"/>
    <w:rsid w:val="00FB2C86"/>
    <w:rsid w:val="00FB2E39"/>
    <w:rsid w:val="00FB2F48"/>
    <w:rsid w:val="00FB3FD7"/>
    <w:rsid w:val="00FB5146"/>
    <w:rsid w:val="00FB5549"/>
    <w:rsid w:val="00FB5AC1"/>
    <w:rsid w:val="00FB6F41"/>
    <w:rsid w:val="00FB705D"/>
    <w:rsid w:val="00FB759A"/>
    <w:rsid w:val="00FB7A8B"/>
    <w:rsid w:val="00FC0D7E"/>
    <w:rsid w:val="00FC17D4"/>
    <w:rsid w:val="00FC1C6D"/>
    <w:rsid w:val="00FC1D09"/>
    <w:rsid w:val="00FC3433"/>
    <w:rsid w:val="00FC43F6"/>
    <w:rsid w:val="00FC58F8"/>
    <w:rsid w:val="00FC5D8E"/>
    <w:rsid w:val="00FC6CB7"/>
    <w:rsid w:val="00FC6E74"/>
    <w:rsid w:val="00FC7084"/>
    <w:rsid w:val="00FC72C4"/>
    <w:rsid w:val="00FC7678"/>
    <w:rsid w:val="00FD0438"/>
    <w:rsid w:val="00FD0613"/>
    <w:rsid w:val="00FD0EEF"/>
    <w:rsid w:val="00FD17B4"/>
    <w:rsid w:val="00FD1AF9"/>
    <w:rsid w:val="00FD1FB4"/>
    <w:rsid w:val="00FD22A5"/>
    <w:rsid w:val="00FD322A"/>
    <w:rsid w:val="00FD35B7"/>
    <w:rsid w:val="00FD37F2"/>
    <w:rsid w:val="00FD3A12"/>
    <w:rsid w:val="00FD4367"/>
    <w:rsid w:val="00FD4426"/>
    <w:rsid w:val="00FD4B7E"/>
    <w:rsid w:val="00FD5291"/>
    <w:rsid w:val="00FD5A4A"/>
    <w:rsid w:val="00FD5B91"/>
    <w:rsid w:val="00FD5B96"/>
    <w:rsid w:val="00FD5E07"/>
    <w:rsid w:val="00FD7BF5"/>
    <w:rsid w:val="00FD7C46"/>
    <w:rsid w:val="00FE022A"/>
    <w:rsid w:val="00FE05D4"/>
    <w:rsid w:val="00FE1700"/>
    <w:rsid w:val="00FE2D73"/>
    <w:rsid w:val="00FE2F63"/>
    <w:rsid w:val="00FE3B89"/>
    <w:rsid w:val="00FE51AA"/>
    <w:rsid w:val="00FE5320"/>
    <w:rsid w:val="00FE5444"/>
    <w:rsid w:val="00FE55AA"/>
    <w:rsid w:val="00FE64D1"/>
    <w:rsid w:val="00FE755E"/>
    <w:rsid w:val="00FE7DBD"/>
    <w:rsid w:val="00FF0F70"/>
    <w:rsid w:val="00FF10F3"/>
    <w:rsid w:val="00FF1737"/>
    <w:rsid w:val="00FF19A2"/>
    <w:rsid w:val="00FF32F7"/>
    <w:rsid w:val="00FF382A"/>
    <w:rsid w:val="00FF3A7D"/>
    <w:rsid w:val="00FF4459"/>
    <w:rsid w:val="00FF457B"/>
    <w:rsid w:val="00FF4D3C"/>
    <w:rsid w:val="00FF5066"/>
    <w:rsid w:val="00FF5AE9"/>
    <w:rsid w:val="00FF5CED"/>
    <w:rsid w:val="00FF65BA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0765"/>
  <w15:docId w15:val="{527C780E-FDF6-4590-A9BA-65A69069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7003"/>
    <w:rPr>
      <w:sz w:val="24"/>
      <w:szCs w:val="24"/>
    </w:rPr>
  </w:style>
  <w:style w:type="paragraph" w:styleId="1">
    <w:name w:val="heading 1"/>
    <w:basedOn w:val="a"/>
    <w:link w:val="10"/>
    <w:qFormat/>
    <w:rsid w:val="00B8318B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B83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B83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C139A2"/>
    <w:pPr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9A2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C139A2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C139A2"/>
    <w:rPr>
      <w:b/>
      <w:bCs/>
      <w:sz w:val="27"/>
      <w:szCs w:val="27"/>
    </w:rPr>
  </w:style>
  <w:style w:type="paragraph" w:styleId="a3">
    <w:name w:val="Normal (Web)"/>
    <w:basedOn w:val="a"/>
    <w:rsid w:val="00B8318B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"/>
    <w:rsid w:val="00B8318B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"/>
    <w:rsid w:val="00B8318B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"/>
    <w:rsid w:val="00B8318B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"/>
    <w:rsid w:val="00B8318B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4">
    <w:name w:val="Hyperlink"/>
    <w:basedOn w:val="a0"/>
    <w:uiPriority w:val="99"/>
    <w:rsid w:val="00B8318B"/>
    <w:rPr>
      <w:color w:val="0000FF"/>
      <w:u w:val="single"/>
    </w:rPr>
  </w:style>
  <w:style w:type="character" w:styleId="a5">
    <w:name w:val="FollowedHyperlink"/>
    <w:basedOn w:val="a0"/>
    <w:rsid w:val="00B8318B"/>
    <w:rPr>
      <w:color w:val="0000FF"/>
      <w:u w:val="single"/>
    </w:rPr>
  </w:style>
  <w:style w:type="character" w:styleId="a6">
    <w:name w:val="Strong"/>
    <w:basedOn w:val="a0"/>
    <w:qFormat/>
    <w:rsid w:val="00B8318B"/>
    <w:rPr>
      <w:b/>
      <w:bCs/>
    </w:rPr>
  </w:style>
  <w:style w:type="character" w:styleId="a7">
    <w:name w:val="Emphasis"/>
    <w:basedOn w:val="a0"/>
    <w:qFormat/>
    <w:rsid w:val="00B8318B"/>
    <w:rPr>
      <w:i/>
      <w:iCs/>
    </w:rPr>
  </w:style>
  <w:style w:type="paragraph" w:styleId="a8">
    <w:name w:val="List Bullet"/>
    <w:basedOn w:val="a"/>
    <w:rsid w:val="00B8318B"/>
    <w:pPr>
      <w:tabs>
        <w:tab w:val="num" w:pos="360"/>
      </w:tabs>
      <w:ind w:left="360" w:hanging="360"/>
    </w:pPr>
  </w:style>
  <w:style w:type="paragraph" w:styleId="21">
    <w:name w:val="List Bullet 2"/>
    <w:basedOn w:val="a"/>
    <w:link w:val="22"/>
    <w:rsid w:val="00B8318B"/>
    <w:pPr>
      <w:tabs>
        <w:tab w:val="num" w:pos="644"/>
      </w:tabs>
      <w:ind w:left="644" w:hanging="360"/>
    </w:pPr>
  </w:style>
  <w:style w:type="character" w:customStyle="1" w:styleId="22">
    <w:name w:val="Маркированный список 2 Знак"/>
    <w:basedOn w:val="a0"/>
    <w:link w:val="21"/>
    <w:rsid w:val="005B79F0"/>
    <w:rPr>
      <w:sz w:val="24"/>
      <w:szCs w:val="24"/>
    </w:rPr>
  </w:style>
  <w:style w:type="paragraph" w:styleId="31">
    <w:name w:val="List Bullet 3"/>
    <w:basedOn w:val="a"/>
    <w:rsid w:val="00B8318B"/>
    <w:pPr>
      <w:tabs>
        <w:tab w:val="num" w:pos="927"/>
      </w:tabs>
      <w:ind w:left="927" w:hanging="360"/>
    </w:pPr>
  </w:style>
  <w:style w:type="paragraph" w:styleId="41">
    <w:name w:val="List Bullet 4"/>
    <w:basedOn w:val="a"/>
    <w:rsid w:val="00B8318B"/>
    <w:pPr>
      <w:tabs>
        <w:tab w:val="num" w:pos="1209"/>
      </w:tabs>
      <w:ind w:left="1209" w:hanging="360"/>
    </w:pPr>
  </w:style>
  <w:style w:type="paragraph" w:styleId="5">
    <w:name w:val="List Bullet 5"/>
    <w:basedOn w:val="a"/>
    <w:rsid w:val="00B8318B"/>
    <w:pPr>
      <w:tabs>
        <w:tab w:val="num" w:pos="1492"/>
      </w:tabs>
      <w:ind w:left="1492" w:hanging="360"/>
    </w:pPr>
  </w:style>
  <w:style w:type="paragraph" w:styleId="HTML">
    <w:name w:val="HTML Preformatted"/>
    <w:basedOn w:val="a"/>
    <w:rsid w:val="00B83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ttribute-value">
    <w:name w:val="attribute-value"/>
    <w:basedOn w:val="a0"/>
    <w:rsid w:val="00B8318B"/>
  </w:style>
  <w:style w:type="paragraph" w:styleId="a9">
    <w:name w:val="Balloon Text"/>
    <w:basedOn w:val="a"/>
    <w:link w:val="aa"/>
    <w:rsid w:val="003A69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A699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D549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rsid w:val="001847E2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1847E2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rsid w:val="001847E2"/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C139A2"/>
    <w:rPr>
      <w:b/>
      <w:bCs/>
      <w:sz w:val="24"/>
      <w:szCs w:val="24"/>
    </w:rPr>
  </w:style>
  <w:style w:type="paragraph" w:styleId="af">
    <w:name w:val="Revision"/>
    <w:hidden/>
    <w:rsid w:val="003B1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RISTA\ErpAppServ\MiddleTier\ErpCore\ClrXsltTranformation\bin\Debug\ReportDesigne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4E4D5-D47A-48C8-805B-2FCF8289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ReportDesigner</Template>
  <TotalTime>31</TotalTime>
  <Pages>19</Pages>
  <Words>3738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25001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creator>Белов Эдуард Олегович</dc:creator>
  <cp:lastModifiedBy>watchdogsloveforever@outlook.com</cp:lastModifiedBy>
  <cp:revision>4</cp:revision>
  <dcterms:created xsi:type="dcterms:W3CDTF">2025-07-31T05:29:00Z</dcterms:created>
  <dcterms:modified xsi:type="dcterms:W3CDTF">2025-09-04T09:59:00Z</dcterms:modified>
</cp:coreProperties>
</file>